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2C" w:rsidRDefault="0072762C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72762C" w:rsidRDefault="0072762C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72762C" w:rsidRDefault="0072762C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72762C" w:rsidRDefault="0072762C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«Сафроновское» </w:t>
      </w:r>
    </w:p>
    <w:p w:rsidR="0072762C" w:rsidRDefault="0072762C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Ленского муниципального района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72762C" w:rsidRDefault="0072762C" w:rsidP="001D18B3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72762C" w:rsidRDefault="0072762C">
      <w:pPr>
        <w:pStyle w:val="ConsPlusNormal"/>
        <w:jc w:val="center"/>
        <w:rPr>
          <w:rFonts w:ascii="Times New Roman" w:hAnsi="Times New Roman" w:cs="Times New Roman"/>
        </w:rPr>
      </w:pPr>
    </w:p>
    <w:p w:rsidR="0072762C" w:rsidRDefault="007276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:rsidR="0072762C" w:rsidRDefault="007276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2762C" w:rsidRPr="00722BCA" w:rsidRDefault="0072762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Федеральные законы и нормативные правовые акты Российской Федерации</w:t>
      </w:r>
    </w:p>
    <w:p w:rsidR="0072762C" w:rsidRPr="00722BCA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Земельный </w:t>
      </w:r>
      <w:hyperlink r:id="rId6" w:history="1">
        <w:r w:rsidRPr="007D4B46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Градостроительный </w:t>
      </w:r>
      <w:hyperlink r:id="rId7" w:history="1">
        <w:r w:rsidRPr="007D4B46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Водный </w:t>
      </w:r>
      <w:hyperlink r:id="rId8" w:history="1">
        <w:r w:rsidRPr="007D4B46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Лесной </w:t>
      </w:r>
      <w:hyperlink r:id="rId9" w:history="1">
        <w:r w:rsidRPr="007D4B46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Воздушный </w:t>
      </w:r>
      <w:hyperlink r:id="rId10" w:history="1">
        <w:r w:rsidRPr="007D4B46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1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21 декабря 1994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68-ФЗ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 xml:space="preserve">О защите населения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7D4B46">
        <w:rPr>
          <w:rFonts w:ascii="Times New Roman" w:hAnsi="Times New Roman" w:cs="Times New Roman"/>
          <w:sz w:val="24"/>
          <w:szCs w:val="24"/>
        </w:rPr>
        <w:t>и территорий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2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21 декабря 1994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69-ФЗ </w:t>
      </w:r>
      <w:r>
        <w:rPr>
          <w:rFonts w:ascii="Times New Roman" w:hAnsi="Times New Roman" w:cs="Times New Roman"/>
          <w:sz w:val="24"/>
          <w:szCs w:val="24"/>
        </w:rPr>
        <w:t>«О пожарной безопасности»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3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29 декабря 1994 года </w:t>
      </w:r>
      <w:r>
        <w:rPr>
          <w:rFonts w:ascii="Times New Roman" w:hAnsi="Times New Roman" w:cs="Times New Roman"/>
          <w:sz w:val="24"/>
          <w:szCs w:val="24"/>
        </w:rPr>
        <w:t>№ 78-ФЗ «О библиотечном деле»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4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23 февраля 1995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26-Ф</w:t>
      </w:r>
      <w:r>
        <w:rPr>
          <w:rFonts w:ascii="Times New Roman" w:hAnsi="Times New Roman" w:cs="Times New Roman"/>
          <w:sz w:val="24"/>
          <w:szCs w:val="24"/>
        </w:rPr>
        <w:t>З «</w:t>
      </w:r>
      <w:r w:rsidRPr="007D4B46">
        <w:rPr>
          <w:rFonts w:ascii="Times New Roman" w:hAnsi="Times New Roman" w:cs="Times New Roman"/>
          <w:sz w:val="24"/>
          <w:szCs w:val="24"/>
        </w:rPr>
        <w:t>О природных лечебных ресурсах, лечебно-оздоровительных местностях и курортах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5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22 августа 1995 года № 151-ФЗ «</w:t>
      </w:r>
      <w:r w:rsidRPr="007D4B46">
        <w:rPr>
          <w:rFonts w:ascii="Times New Roman" w:hAnsi="Times New Roman" w:cs="Times New Roman"/>
          <w:sz w:val="24"/>
          <w:szCs w:val="24"/>
        </w:rPr>
        <w:t>Об аварийно-спасательных службах и статусе спасателей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6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24 ноября 1996 года </w:t>
      </w:r>
      <w:r>
        <w:rPr>
          <w:rFonts w:ascii="Times New Roman" w:hAnsi="Times New Roman" w:cs="Times New Roman"/>
          <w:sz w:val="24"/>
          <w:szCs w:val="24"/>
        </w:rPr>
        <w:t>№ 132-ФЗ «</w:t>
      </w:r>
      <w:r w:rsidRPr="007D4B46">
        <w:rPr>
          <w:rFonts w:ascii="Times New Roman" w:hAnsi="Times New Roman" w:cs="Times New Roman"/>
          <w:sz w:val="24"/>
          <w:szCs w:val="24"/>
        </w:rPr>
        <w:t>Об основах туристской деятельности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7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21 июля 1997 года № 116-ФЗ «</w:t>
      </w:r>
      <w:r w:rsidRPr="007D4B46">
        <w:rPr>
          <w:rFonts w:ascii="Times New Roman" w:hAnsi="Times New Roman" w:cs="Times New Roman"/>
          <w:sz w:val="24"/>
          <w:szCs w:val="24"/>
        </w:rPr>
        <w:t>О промышленной безопасности опасных производственных объектов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8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21 июля 1997 года </w:t>
      </w:r>
      <w:r>
        <w:rPr>
          <w:rFonts w:ascii="Times New Roman" w:hAnsi="Times New Roman" w:cs="Times New Roman"/>
          <w:sz w:val="24"/>
          <w:szCs w:val="24"/>
        </w:rPr>
        <w:t>№ 117-ФЗ «</w:t>
      </w:r>
      <w:r w:rsidRPr="007D4B46">
        <w:rPr>
          <w:rFonts w:ascii="Times New Roman" w:hAnsi="Times New Roman" w:cs="Times New Roman"/>
          <w:sz w:val="24"/>
          <w:szCs w:val="24"/>
        </w:rPr>
        <w:t>О безопасно</w:t>
      </w:r>
      <w:r>
        <w:rPr>
          <w:rFonts w:ascii="Times New Roman" w:hAnsi="Times New Roman" w:cs="Times New Roman"/>
          <w:sz w:val="24"/>
          <w:szCs w:val="24"/>
        </w:rPr>
        <w:t>сти гидротехнических сооружений»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9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12 февраля 1998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28-ФЗ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 гражданской обороне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0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24 июня 1998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89-ФЗ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отх</w:t>
      </w:r>
      <w:r>
        <w:rPr>
          <w:rFonts w:ascii="Times New Roman" w:hAnsi="Times New Roman" w:cs="Times New Roman"/>
          <w:sz w:val="24"/>
          <w:szCs w:val="24"/>
        </w:rPr>
        <w:t xml:space="preserve">одах производства </w:t>
      </w:r>
      <w:r>
        <w:rPr>
          <w:rFonts w:ascii="Times New Roman" w:hAnsi="Times New Roman" w:cs="Times New Roman"/>
          <w:sz w:val="24"/>
          <w:szCs w:val="24"/>
        </w:rPr>
        <w:br/>
        <w:t>и потребления»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1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30 марта 1999 года </w:t>
      </w:r>
      <w:r>
        <w:rPr>
          <w:rFonts w:ascii="Times New Roman" w:hAnsi="Times New Roman" w:cs="Times New Roman"/>
          <w:sz w:val="24"/>
          <w:szCs w:val="24"/>
        </w:rPr>
        <w:t>№ 52-ФЗ «</w:t>
      </w:r>
      <w:r w:rsidRPr="007D4B46">
        <w:rPr>
          <w:rFonts w:ascii="Times New Roman" w:hAnsi="Times New Roman" w:cs="Times New Roman"/>
          <w:sz w:val="24"/>
          <w:szCs w:val="24"/>
        </w:rPr>
        <w:t>О санитарно-эпидемиологическом благополучии населения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2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31 марта 1999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69-ФЗ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 газос</w:t>
      </w:r>
      <w:r>
        <w:rPr>
          <w:rFonts w:ascii="Times New Roman" w:hAnsi="Times New Roman" w:cs="Times New Roman"/>
          <w:sz w:val="24"/>
          <w:szCs w:val="24"/>
        </w:rPr>
        <w:t xml:space="preserve">набжении </w:t>
      </w:r>
      <w:r>
        <w:rPr>
          <w:rFonts w:ascii="Times New Roman" w:hAnsi="Times New Roman" w:cs="Times New Roman"/>
          <w:sz w:val="24"/>
          <w:szCs w:val="24"/>
        </w:rPr>
        <w:br/>
        <w:t>в Российской Федерации»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3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6 октября 1999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184-ФЗ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общих принципах организации законодательных (представительных) и исполнительных органов государственной власти</w:t>
      </w:r>
      <w:r>
        <w:rPr>
          <w:rFonts w:ascii="Times New Roman" w:hAnsi="Times New Roman" w:cs="Times New Roman"/>
          <w:sz w:val="24"/>
          <w:szCs w:val="24"/>
        </w:rPr>
        <w:t xml:space="preserve"> субъектов Российской Федерации»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4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21 декабря 2001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178-ФЗ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 приватизации государствен</w:t>
      </w:r>
      <w:r>
        <w:rPr>
          <w:rFonts w:ascii="Times New Roman" w:hAnsi="Times New Roman" w:cs="Times New Roman"/>
          <w:sz w:val="24"/>
          <w:szCs w:val="24"/>
        </w:rPr>
        <w:t>ного и муниципального имущества»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5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25 июня 2002 года </w:t>
      </w:r>
      <w:r>
        <w:rPr>
          <w:rFonts w:ascii="Times New Roman" w:hAnsi="Times New Roman" w:cs="Times New Roman"/>
          <w:sz w:val="24"/>
          <w:szCs w:val="24"/>
        </w:rPr>
        <w:t>№ 73-ФЗ «</w:t>
      </w:r>
      <w:r w:rsidRPr="007D4B46">
        <w:rPr>
          <w:rFonts w:ascii="Times New Roman" w:hAnsi="Times New Roman" w:cs="Times New Roman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6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10 января 2003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17-ФЗ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 железнодорожном тр</w:t>
      </w:r>
      <w:r>
        <w:rPr>
          <w:rFonts w:ascii="Times New Roman" w:hAnsi="Times New Roman" w:cs="Times New Roman"/>
          <w:sz w:val="24"/>
          <w:szCs w:val="24"/>
        </w:rPr>
        <w:t>анспорте в Российской Федерации»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7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26 марта 2003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35-ФЗ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электроэнергетике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8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7 июля 2003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126-ФЗ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 связи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29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8 ноября 2007 года № 257-ФЗ «</w:t>
      </w:r>
      <w:r w:rsidRPr="007D4B46">
        <w:rPr>
          <w:rFonts w:ascii="Times New Roman" w:hAnsi="Times New Roman" w:cs="Times New Roman"/>
          <w:sz w:val="24"/>
          <w:szCs w:val="24"/>
        </w:rPr>
        <w:t xml:space="preserve">Об автомобильных дорогах </w:t>
      </w:r>
      <w:r>
        <w:rPr>
          <w:rFonts w:ascii="Times New Roman" w:hAnsi="Times New Roman" w:cs="Times New Roman"/>
          <w:sz w:val="24"/>
          <w:szCs w:val="24"/>
        </w:rPr>
        <w:br/>
      </w:r>
      <w:r w:rsidRPr="007D4B46">
        <w:rPr>
          <w:rFonts w:ascii="Times New Roman" w:hAnsi="Times New Roman" w:cs="Times New Roman"/>
          <w:sz w:val="24"/>
          <w:szCs w:val="24"/>
        </w:rPr>
        <w:t>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30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22 июля 2008 года № 123-ФЗ «</w:t>
      </w:r>
      <w:r w:rsidRPr="007D4B46">
        <w:rPr>
          <w:rFonts w:ascii="Times New Roman" w:hAnsi="Times New Roman" w:cs="Times New Roman"/>
          <w:sz w:val="24"/>
          <w:szCs w:val="24"/>
        </w:rPr>
        <w:t xml:space="preserve">Технический регламент </w:t>
      </w:r>
      <w:r>
        <w:rPr>
          <w:rFonts w:ascii="Times New Roman" w:hAnsi="Times New Roman" w:cs="Times New Roman"/>
          <w:sz w:val="24"/>
          <w:szCs w:val="24"/>
        </w:rPr>
        <w:br/>
      </w:r>
      <w:r w:rsidRPr="007D4B46">
        <w:rPr>
          <w:rFonts w:ascii="Times New Roman" w:hAnsi="Times New Roman" w:cs="Times New Roman"/>
          <w:sz w:val="24"/>
          <w:szCs w:val="24"/>
        </w:rPr>
        <w:t>о тр</w:t>
      </w:r>
      <w:r>
        <w:rPr>
          <w:rFonts w:ascii="Times New Roman" w:hAnsi="Times New Roman" w:cs="Times New Roman"/>
          <w:sz w:val="24"/>
          <w:szCs w:val="24"/>
        </w:rPr>
        <w:t>ебованиях пожарной безопасности»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31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29 декабря 2012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 xml:space="preserve">Об образовании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7D4B46">
        <w:rPr>
          <w:rFonts w:ascii="Times New Roman" w:hAnsi="Times New Roman" w:cs="Times New Roman"/>
          <w:sz w:val="24"/>
          <w:szCs w:val="24"/>
        </w:rPr>
        <w:t>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32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от 28 декабря 2013 года </w:t>
      </w:r>
      <w:r>
        <w:rPr>
          <w:rFonts w:ascii="Times New Roman" w:hAnsi="Times New Roman" w:cs="Times New Roman"/>
          <w:sz w:val="24"/>
          <w:szCs w:val="24"/>
        </w:rPr>
        <w:t>№ 442-ФЗ «</w:t>
      </w:r>
      <w:r w:rsidRPr="007D4B46">
        <w:rPr>
          <w:rFonts w:ascii="Times New Roman" w:hAnsi="Times New Roman" w:cs="Times New Roman"/>
          <w:sz w:val="24"/>
          <w:szCs w:val="24"/>
        </w:rPr>
        <w:t>Об основах социального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граждан в Российской Федерации»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B46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33" w:history="1">
        <w:r w:rsidRPr="007D4B46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28 июня 2014 года № 172-ФЗ «</w:t>
      </w:r>
      <w:r w:rsidRPr="007D4B46">
        <w:rPr>
          <w:rFonts w:ascii="Times New Roman" w:hAnsi="Times New Roman" w:cs="Times New Roman"/>
          <w:sz w:val="24"/>
          <w:szCs w:val="24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hyperlink r:id="rId34" w:history="1">
        <w:r w:rsidRPr="007D4B46">
          <w:rPr>
            <w:rFonts w:ascii="Times New Roman" w:hAnsi="Times New Roman" w:cs="Times New Roman"/>
            <w:sz w:val="24"/>
            <w:szCs w:val="24"/>
          </w:rPr>
          <w:t>Стратегия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развития Арктической зоны Российской Федерации и обеспечения национальной безопасности на период до 2020 года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 xml:space="preserve"> (утверждена Президентом Российской Федерации);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Pr="007D4B46">
          <w:rPr>
            <w:rFonts w:ascii="Times New Roman" w:hAnsi="Times New Roman" w:cs="Times New Roman"/>
            <w:sz w:val="24"/>
            <w:szCs w:val="24"/>
          </w:rPr>
          <w:t>Указ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</w:t>
      </w:r>
      <w:r>
        <w:rPr>
          <w:rFonts w:ascii="Times New Roman" w:hAnsi="Times New Roman" w:cs="Times New Roman"/>
          <w:sz w:val="24"/>
          <w:szCs w:val="24"/>
        </w:rPr>
        <w:t>№ 599 «</w:t>
      </w:r>
      <w:r w:rsidRPr="007D4B46">
        <w:rPr>
          <w:rFonts w:ascii="Times New Roman" w:hAnsi="Times New Roman" w:cs="Times New Roman"/>
          <w:sz w:val="24"/>
          <w:szCs w:val="24"/>
        </w:rPr>
        <w:t>О мерах по реализации государственной политики в области образования и науки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r w:rsidRPr="007D4B46">
          <w:rPr>
            <w:rFonts w:ascii="Times New Roman" w:hAnsi="Times New Roman" w:cs="Times New Roman"/>
            <w:sz w:val="24"/>
            <w:szCs w:val="24"/>
          </w:rPr>
          <w:t>Указ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Президента Российско</w:t>
      </w:r>
      <w:r>
        <w:rPr>
          <w:rFonts w:ascii="Times New Roman" w:hAnsi="Times New Roman" w:cs="Times New Roman"/>
          <w:sz w:val="24"/>
          <w:szCs w:val="24"/>
        </w:rPr>
        <w:t>й Федерации от 2 мая 2014 года № 296 «</w:t>
      </w:r>
      <w:r w:rsidRPr="007D4B46">
        <w:rPr>
          <w:rFonts w:ascii="Times New Roman" w:hAnsi="Times New Roman" w:cs="Times New Roman"/>
          <w:sz w:val="24"/>
          <w:szCs w:val="24"/>
        </w:rPr>
        <w:t>О сухопутных территориях Арктической зоны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10 ноября 1996 года 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1340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 порядке создания и использования резервов материальных ресурсов для ликвидации чрезвычайных ситуаций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29 ноября 1999 года 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1309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D4B46">
        <w:rPr>
          <w:rFonts w:ascii="Times New Roman" w:hAnsi="Times New Roman" w:cs="Times New Roman"/>
          <w:sz w:val="24"/>
          <w:szCs w:val="24"/>
        </w:rPr>
        <w:t>орядке создания убежищ и иных объектов гражданской обороны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21 мая 2007 года </w:t>
      </w:r>
      <w:r>
        <w:rPr>
          <w:rFonts w:ascii="Times New Roman" w:hAnsi="Times New Roman" w:cs="Times New Roman"/>
          <w:sz w:val="24"/>
          <w:szCs w:val="24"/>
        </w:rPr>
        <w:t>№ 304 «</w:t>
      </w:r>
      <w:r w:rsidRPr="007D4B46">
        <w:rPr>
          <w:rFonts w:ascii="Times New Roman" w:hAnsi="Times New Roman" w:cs="Times New Roman"/>
          <w:sz w:val="24"/>
          <w:szCs w:val="24"/>
        </w:rPr>
        <w:t>О классификации чрезвычайных ситуаций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</w:t>
      </w:r>
      <w:r>
        <w:rPr>
          <w:rFonts w:ascii="Times New Roman" w:hAnsi="Times New Roman" w:cs="Times New Roman"/>
          <w:sz w:val="24"/>
          <w:szCs w:val="24"/>
        </w:rPr>
        <w:t>ерации от 24 февраля 2009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160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</w:t>
      </w:r>
      <w:r>
        <w:rPr>
          <w:rFonts w:ascii="Times New Roman" w:hAnsi="Times New Roman" w:cs="Times New Roman"/>
          <w:sz w:val="24"/>
          <w:szCs w:val="24"/>
        </w:rPr>
        <w:t xml:space="preserve"> зон»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</w:t>
      </w:r>
      <w:r>
        <w:rPr>
          <w:rFonts w:ascii="Times New Roman" w:hAnsi="Times New Roman" w:cs="Times New Roman"/>
          <w:sz w:val="24"/>
          <w:szCs w:val="24"/>
        </w:rPr>
        <w:t xml:space="preserve">ерации от 2 сентября 2009 года </w:t>
      </w:r>
      <w:r>
        <w:rPr>
          <w:rFonts w:ascii="Times New Roman" w:hAnsi="Times New Roman" w:cs="Times New Roman"/>
          <w:sz w:val="24"/>
          <w:szCs w:val="24"/>
        </w:rPr>
        <w:br/>
        <w:t>№ 717 «</w:t>
      </w:r>
      <w:r w:rsidRPr="007D4B46">
        <w:rPr>
          <w:rFonts w:ascii="Times New Roman" w:hAnsi="Times New Roman" w:cs="Times New Roman"/>
          <w:sz w:val="24"/>
          <w:szCs w:val="24"/>
        </w:rPr>
        <w:t>О нормах отвода земель для размещения автомобильных дорог и (или) объектов дорожного сервиса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29 октября 2009 года 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860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 требованиях к обеспеченности автомобильных дорог общего пользования объектами дорожного сервиса, разме</w:t>
      </w:r>
      <w:r>
        <w:rPr>
          <w:rFonts w:ascii="Times New Roman" w:hAnsi="Times New Roman" w:cs="Times New Roman"/>
          <w:sz w:val="24"/>
          <w:szCs w:val="24"/>
        </w:rPr>
        <w:t>щаемыми в границах полос отвода»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3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</w:t>
      </w:r>
      <w:r>
        <w:rPr>
          <w:rFonts w:ascii="Times New Roman" w:hAnsi="Times New Roman" w:cs="Times New Roman"/>
          <w:sz w:val="24"/>
          <w:szCs w:val="24"/>
        </w:rPr>
        <w:t>ации от 25 апреля 2012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390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 противопожарном режиме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4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 ноября 2013 года </w:t>
      </w:r>
      <w:r>
        <w:rPr>
          <w:rFonts w:ascii="Times New Roman" w:hAnsi="Times New Roman" w:cs="Times New Roman"/>
          <w:sz w:val="24"/>
          <w:szCs w:val="24"/>
        </w:rPr>
        <w:br/>
        <w:t>№ 1033 «</w:t>
      </w:r>
      <w:r w:rsidRPr="007D4B46">
        <w:rPr>
          <w:rFonts w:ascii="Times New Roman" w:hAnsi="Times New Roman" w:cs="Times New Roman"/>
          <w:sz w:val="24"/>
          <w:szCs w:val="24"/>
        </w:rPr>
        <w:t>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5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</w:t>
      </w:r>
      <w:r>
        <w:rPr>
          <w:rFonts w:ascii="Times New Roman" w:hAnsi="Times New Roman" w:cs="Times New Roman"/>
          <w:sz w:val="24"/>
          <w:szCs w:val="24"/>
        </w:rPr>
        <w:t>дерации от 18 апреля 2014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360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определении границ зон затопления, подтопления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6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</w:t>
      </w:r>
      <w:r>
        <w:rPr>
          <w:rFonts w:ascii="Times New Roman" w:hAnsi="Times New Roman" w:cs="Times New Roman"/>
          <w:sz w:val="24"/>
          <w:szCs w:val="24"/>
        </w:rPr>
        <w:t>дерации от 21 апреля 2014 года «</w:t>
      </w:r>
      <w:r w:rsidRPr="007D4B46">
        <w:rPr>
          <w:rFonts w:ascii="Times New Roman" w:hAnsi="Times New Roman" w:cs="Times New Roman"/>
          <w:sz w:val="24"/>
          <w:szCs w:val="24"/>
        </w:rPr>
        <w:t xml:space="preserve"> 366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государственной программы Российской Федерации "Социально-экономическое развитие Арктической зоны Российской Федерации на период до 2020 года"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7" w:history="1">
        <w:r w:rsidRPr="007D4B46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9 апреля 2016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291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8" w:history="1">
        <w:r w:rsidRPr="007D4B46">
          <w:rPr>
            <w:rFonts w:ascii="Times New Roman" w:hAnsi="Times New Roman" w:cs="Times New Roman"/>
            <w:sz w:val="24"/>
            <w:szCs w:val="24"/>
          </w:rPr>
          <w:t>распоряжение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 июля 1996 года 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1063-р;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49" w:history="1">
        <w:r w:rsidRPr="007D4B46">
          <w:rPr>
            <w:rFonts w:ascii="Times New Roman" w:hAnsi="Times New Roman" w:cs="Times New Roman"/>
            <w:sz w:val="24"/>
            <w:szCs w:val="24"/>
          </w:rPr>
          <w:t>распоряжение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от 25 мая 2004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707-р;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0" w:history="1">
        <w:r w:rsidRPr="007D4B46">
          <w:rPr>
            <w:rFonts w:ascii="Times New Roman" w:hAnsi="Times New Roman" w:cs="Times New Roman"/>
            <w:sz w:val="24"/>
            <w:szCs w:val="24"/>
          </w:rPr>
          <w:t>распоряжение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</w:t>
      </w:r>
      <w:r>
        <w:rPr>
          <w:rFonts w:ascii="Times New Roman" w:hAnsi="Times New Roman" w:cs="Times New Roman"/>
          <w:sz w:val="24"/>
          <w:szCs w:val="24"/>
        </w:rPr>
        <w:t>ерации от 10 августа 2007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1034-р;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1" w:history="1">
        <w:r w:rsidRPr="007D4B46">
          <w:rPr>
            <w:rFonts w:ascii="Times New Roman" w:hAnsi="Times New Roman" w:cs="Times New Roman"/>
            <w:sz w:val="24"/>
            <w:szCs w:val="24"/>
          </w:rPr>
          <w:t>распоряжение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 ноября 2011 года 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2074-р;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2" w:history="1">
        <w:r w:rsidRPr="007D4B46">
          <w:rPr>
            <w:rFonts w:ascii="Times New Roman" w:hAnsi="Times New Roman" w:cs="Times New Roman"/>
            <w:sz w:val="24"/>
            <w:szCs w:val="24"/>
          </w:rPr>
          <w:t>распоряжение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Ф</w:t>
      </w:r>
      <w:r>
        <w:rPr>
          <w:rFonts w:ascii="Times New Roman" w:hAnsi="Times New Roman" w:cs="Times New Roman"/>
          <w:sz w:val="24"/>
          <w:szCs w:val="24"/>
        </w:rPr>
        <w:t>едерации от 19 марта 2013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384-р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 xml:space="preserve">Об утверждении схемы территориального планирования Российской Федерации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7D4B46">
        <w:rPr>
          <w:rFonts w:ascii="Times New Roman" w:hAnsi="Times New Roman" w:cs="Times New Roman"/>
          <w:sz w:val="24"/>
          <w:szCs w:val="24"/>
        </w:rPr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3" w:history="1">
        <w:r w:rsidRPr="007D4B46">
          <w:rPr>
            <w:rFonts w:ascii="Times New Roman" w:hAnsi="Times New Roman" w:cs="Times New Roman"/>
            <w:sz w:val="24"/>
            <w:szCs w:val="24"/>
          </w:rPr>
          <w:t>распоряжение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Правительства Российской </w:t>
      </w:r>
      <w:r>
        <w:rPr>
          <w:rFonts w:ascii="Times New Roman" w:hAnsi="Times New Roman" w:cs="Times New Roman"/>
          <w:sz w:val="24"/>
          <w:szCs w:val="24"/>
        </w:rPr>
        <w:t>Федерации от 29 июля 2014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1398-р;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4" w:history="1">
        <w:r w:rsidRPr="007D4B46">
          <w:rPr>
            <w:rFonts w:ascii="Times New Roman" w:hAnsi="Times New Roman" w:cs="Times New Roman"/>
            <w:sz w:val="24"/>
            <w:szCs w:val="24"/>
          </w:rPr>
          <w:t>Ветеринарно-санитарные правила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сбора, утилизации и уничтожения биологических отходов, утвержденные Главным государственным ветеринарным инспектором Российской Фе</w:t>
      </w:r>
      <w:r>
        <w:rPr>
          <w:rFonts w:ascii="Times New Roman" w:hAnsi="Times New Roman" w:cs="Times New Roman"/>
          <w:sz w:val="24"/>
          <w:szCs w:val="24"/>
        </w:rPr>
        <w:t>дерации от 4 декабря 1995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13-7-2/469;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5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 транспорта Российской Феде</w:t>
      </w:r>
      <w:r>
        <w:rPr>
          <w:rFonts w:ascii="Times New Roman" w:hAnsi="Times New Roman" w:cs="Times New Roman"/>
          <w:sz w:val="24"/>
          <w:szCs w:val="24"/>
        </w:rPr>
        <w:t>рации от 6 августа 2008 года № 126 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Норм отвода земельных участков, необходимых для формирования полосы отвода железных дорог, а также норм расч</w:t>
      </w:r>
      <w:r>
        <w:rPr>
          <w:rFonts w:ascii="Times New Roman" w:hAnsi="Times New Roman" w:cs="Times New Roman"/>
          <w:sz w:val="24"/>
          <w:szCs w:val="24"/>
        </w:rPr>
        <w:t>ета охранных зон железных дорог»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6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культуры Российской Федерации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418, Министерства регионального развития Российской Федера</w:t>
      </w:r>
      <w:r>
        <w:rPr>
          <w:rFonts w:ascii="Times New Roman" w:hAnsi="Times New Roman" w:cs="Times New Roman"/>
          <w:sz w:val="24"/>
          <w:szCs w:val="24"/>
        </w:rPr>
        <w:t>ции N 339 от 29 июля 2010 года 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перечня исторических поселений»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7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и социального развития России от 15 мая 2012 года </w:t>
      </w:r>
      <w:r>
        <w:rPr>
          <w:rFonts w:ascii="Times New Roman" w:hAnsi="Times New Roman" w:cs="Times New Roman"/>
          <w:sz w:val="24"/>
          <w:szCs w:val="24"/>
        </w:rPr>
        <w:t>№ 543н 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Положения об организации оказания первичной медико-санита</w:t>
      </w:r>
      <w:r>
        <w:rPr>
          <w:rFonts w:ascii="Times New Roman" w:hAnsi="Times New Roman" w:cs="Times New Roman"/>
          <w:sz w:val="24"/>
          <w:szCs w:val="24"/>
        </w:rPr>
        <w:t>рной помощи взрослому населению»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8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 регионального развития Российской Федераци</w:t>
      </w:r>
      <w:r>
        <w:rPr>
          <w:rFonts w:ascii="Times New Roman" w:hAnsi="Times New Roman" w:cs="Times New Roman"/>
          <w:sz w:val="24"/>
          <w:szCs w:val="24"/>
        </w:rPr>
        <w:t>и от 19 апреля 2013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169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Методических рекомендаций по подготовке схем территориального планирования субъектов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59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30 августа 2013 года </w:t>
      </w:r>
      <w:r>
        <w:rPr>
          <w:rFonts w:ascii="Times New Roman" w:hAnsi="Times New Roman" w:cs="Times New Roman"/>
          <w:sz w:val="24"/>
          <w:szCs w:val="24"/>
        </w:rPr>
        <w:t>№ 1014 «</w:t>
      </w:r>
      <w:r w:rsidRPr="007D4B46">
        <w:rPr>
          <w:rFonts w:ascii="Times New Roman" w:hAnsi="Times New Roman" w:cs="Times New Roman"/>
          <w:sz w:val="24"/>
          <w:szCs w:val="24"/>
        </w:rPr>
        <w:t xml:space="preserve">Об утверждении Порядка организации и осуществления образовательной деятельности по основным общеобразовательным программам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4B46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0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</w:t>
      </w:r>
      <w:r>
        <w:rPr>
          <w:rFonts w:ascii="Times New Roman" w:hAnsi="Times New Roman" w:cs="Times New Roman"/>
          <w:sz w:val="24"/>
          <w:szCs w:val="24"/>
        </w:rPr>
        <w:t>№ 543 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Положения об организации обеспечения населения средствами индивидуальной защиты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1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</w:t>
      </w:r>
      <w:r>
        <w:rPr>
          <w:rFonts w:ascii="Times New Roman" w:hAnsi="Times New Roman" w:cs="Times New Roman"/>
          <w:sz w:val="24"/>
          <w:szCs w:val="24"/>
        </w:rPr>
        <w:t xml:space="preserve">дерации от </w:t>
      </w:r>
      <w:r>
        <w:rPr>
          <w:rFonts w:ascii="Times New Roman" w:hAnsi="Times New Roman" w:cs="Times New Roman"/>
          <w:sz w:val="24"/>
          <w:szCs w:val="24"/>
        </w:rPr>
        <w:br/>
        <w:t>17 апреля 2014 года 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258н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примерной номенклатуры организаций социального обслуживания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2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24 ноября 2014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934н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методических рекомендаций по расчету потребностей субъектов Российской Федерации в развитии сети организаций социального обслужив</w:t>
      </w:r>
      <w:r>
        <w:rPr>
          <w:rFonts w:ascii="Times New Roman" w:hAnsi="Times New Roman" w:cs="Times New Roman"/>
          <w:sz w:val="24"/>
          <w:szCs w:val="24"/>
        </w:rPr>
        <w:t>ания»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3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24 ноября 2014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D4B46">
        <w:rPr>
          <w:rFonts w:ascii="Times New Roman" w:hAnsi="Times New Roman" w:cs="Times New Roman"/>
          <w:sz w:val="24"/>
          <w:szCs w:val="24"/>
        </w:rPr>
        <w:t xml:space="preserve"> 940н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Правил организации деятельности организаций социального обслуживани</w:t>
      </w:r>
      <w:r>
        <w:rPr>
          <w:rFonts w:ascii="Times New Roman" w:hAnsi="Times New Roman" w:cs="Times New Roman"/>
          <w:sz w:val="24"/>
          <w:szCs w:val="24"/>
        </w:rPr>
        <w:t>я, их структурных подразделений»</w:t>
      </w:r>
      <w:r w:rsidRPr="007D4B46">
        <w:rPr>
          <w:rFonts w:ascii="Times New Roman" w:hAnsi="Times New Roman" w:cs="Times New Roman"/>
          <w:sz w:val="24"/>
          <w:szCs w:val="24"/>
        </w:rPr>
        <w:t>;</w:t>
      </w:r>
    </w:p>
    <w:p w:rsidR="0072762C" w:rsidRPr="007D4B46" w:rsidRDefault="0072762C" w:rsidP="007D4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4" w:history="1">
        <w:r w:rsidRPr="007D4B46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7D4B46">
        <w:rPr>
          <w:rFonts w:ascii="Times New Roman" w:hAnsi="Times New Roman" w:cs="Times New Roman"/>
          <w:sz w:val="24"/>
          <w:szCs w:val="24"/>
        </w:rPr>
        <w:t xml:space="preserve"> Министерства транспорта Российской Фед</w:t>
      </w:r>
      <w:r>
        <w:rPr>
          <w:rFonts w:ascii="Times New Roman" w:hAnsi="Times New Roman" w:cs="Times New Roman"/>
          <w:sz w:val="24"/>
          <w:szCs w:val="24"/>
        </w:rPr>
        <w:t>ерации от 25 августа 2015 года № 262 «</w:t>
      </w:r>
      <w:r w:rsidRPr="007D4B46">
        <w:rPr>
          <w:rFonts w:ascii="Times New Roman" w:hAnsi="Times New Roman" w:cs="Times New Roman"/>
          <w:sz w:val="24"/>
          <w:szCs w:val="24"/>
        </w:rPr>
        <w:t>Об утверждении Федеральных авиационных правил "Требования, предъявляемые к аэродромам, предназначенным для взлета, посадки, руления и стоянки гражданских воздушных судов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D4B46">
        <w:rPr>
          <w:rFonts w:ascii="Times New Roman" w:hAnsi="Times New Roman" w:cs="Times New Roman"/>
          <w:sz w:val="24"/>
          <w:szCs w:val="24"/>
        </w:rPr>
        <w:t>.</w:t>
      </w:r>
    </w:p>
    <w:p w:rsidR="0072762C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2762C" w:rsidRDefault="0072762C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Областные законы и нормативные правовые акты </w:t>
      </w:r>
      <w:r>
        <w:rPr>
          <w:rFonts w:ascii="Times New Roman" w:hAnsi="Times New Roman" w:cs="Times New Roman"/>
          <w:sz w:val="24"/>
          <w:szCs w:val="24"/>
        </w:rPr>
        <w:br/>
        <w:t>Архангельской области</w:t>
      </w:r>
    </w:p>
    <w:p w:rsidR="0072762C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65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66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2004 года № 258-внеоч.-ОЗ «О статусе и границах территорий муниципальных образований в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67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1 марта 2006 года № 153-9-ОЗ «Градостроительный кодекс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68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69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0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29 июня 2015 года № 296-18-ОЗ «О стратегическом планировании в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71" w:history="1">
        <w:r w:rsidRPr="00187519">
          <w:rPr>
            <w:rFonts w:ascii="Times New Roman" w:hAnsi="Times New Roman" w:cs="Times New Roman"/>
          </w:rPr>
          <w:t>указ</w:t>
        </w:r>
      </w:hyperlink>
      <w:r>
        <w:rPr>
          <w:rFonts w:ascii="Times New Roman" w:hAnsi="Times New Roman" w:cs="Times New Roman"/>
        </w:rPr>
        <w:t xml:space="preserve"> Губернатора Архангельской области от 05 августа 2016 № 98-у «Об утверждении схемы и программы перспективного развития электроэнергетики Архангельской области на 2016 - 2020 годы»;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72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73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12 октября 2012 года 464-пп "Об утверждении государственной программы Архангельской области "Социальная поддержка граждан в Архангельской области (2013 – 2020 годы)";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74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75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27 августа 2013 года № 384-пп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76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77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 сентября 2014 года № 351-пп «Об утверждении Концепции развития туризма в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78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79" w:history="1">
        <w:r w:rsidRPr="00187519">
          <w:rPr>
            <w:rFonts w:ascii="Times New Roman" w:hAnsi="Times New Roman" w:cs="Times New Roman"/>
          </w:rPr>
          <w:t>постановление</w:t>
        </w:r>
      </w:hyperlink>
      <w:r>
        <w:rPr>
          <w:rFonts w:ascii="Times New Roman" w:hAnsi="Times New Roman" w:cs="Times New Roman"/>
        </w:rPr>
        <w:t xml:space="preserve"> Правительства Архангельской области от 17 мая 2016 года N 169-пп «Об утверждении перечня автомобильных дорог общего пользования регионального значения Архангельской области, перечня ледовых переправ, не вошедших в протяженность автомобильных дорог общего пользования регионального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"Архангельскавтодор"»;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0" w:history="1">
        <w:r w:rsidRPr="00187519">
          <w:rPr>
            <w:rFonts w:ascii="Times New Roman" w:hAnsi="Times New Roman" w:cs="Times New Roman"/>
          </w:rPr>
          <w:t>распоряжение</w:t>
        </w:r>
      </w:hyperlink>
      <w:r>
        <w:rPr>
          <w:rFonts w:ascii="Times New Roman" w:hAnsi="Times New Roman" w:cs="Times New Roman"/>
        </w:rPr>
        <w:t xml:space="preserve"> Губернатора Архангельской области от 10 марта 2015 года № 178-р «О перечне системообразующих организаций Архангельской области»;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привлечения сил и средств подразделений пожарной охраны, гарнизонов пожарной охраны для тушения пожаров и проведения аварийно-спасательных работ в Архангельской области, утвержденный Губернатором Архангельской области 12 сентября 2013 года;</w:t>
      </w:r>
    </w:p>
    <w:p w:rsidR="0072762C" w:rsidRDefault="0072762C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72762C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2762C" w:rsidRPr="0062511B" w:rsidRDefault="0072762C" w:rsidP="002542D9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62511B">
        <w:rPr>
          <w:rFonts w:ascii="Times New Roman" w:hAnsi="Times New Roman" w:cs="Times New Roman"/>
        </w:rPr>
        <w:t xml:space="preserve">Нормативные правовые акты сельского поселения </w:t>
      </w:r>
      <w:r w:rsidRPr="0062511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МО «Сафроновское » Ленского</w:t>
      </w:r>
      <w:r w:rsidRPr="0062511B">
        <w:rPr>
          <w:rFonts w:ascii="Times New Roman" w:hAnsi="Times New Roman" w:cs="Times New Roman"/>
        </w:rPr>
        <w:t xml:space="preserve"> муниципального района </w:t>
      </w:r>
      <w:r w:rsidRPr="0062511B">
        <w:rPr>
          <w:rFonts w:ascii="Times New Roman" w:hAnsi="Times New Roman" w:cs="Times New Roman"/>
        </w:rPr>
        <w:br/>
        <w:t>Архангельской области</w:t>
      </w:r>
    </w:p>
    <w:p w:rsidR="0072762C" w:rsidRPr="0062511B" w:rsidRDefault="0072762C" w:rsidP="00254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2762C" w:rsidRDefault="0072762C" w:rsidP="00254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1" w:history="1">
        <w:r>
          <w:rPr>
            <w:rFonts w:ascii="Times New Roman" w:hAnsi="Times New Roman" w:cs="Times New Roman"/>
          </w:rPr>
          <w:t>Устав</w:t>
        </w:r>
      </w:hyperlink>
      <w:r w:rsidRPr="007D4B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МО «Сафроновское» Ленского муниципального района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, принятый решением Совета депутатов муниципального образования </w:t>
      </w:r>
      <w:r w:rsidRPr="008F3A29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Сафроновское</w:t>
      </w:r>
      <w:r w:rsidRPr="008F3A29">
        <w:rPr>
          <w:rFonts w:ascii="Times New Roman" w:hAnsi="Times New Roman" w:cs="Times New Roman"/>
        </w:rPr>
        <w:t xml:space="preserve">» Ленского муниципального района Архангельской области  от </w:t>
      </w:r>
      <w:r>
        <w:rPr>
          <w:rFonts w:ascii="Times New Roman" w:hAnsi="Times New Roman" w:cs="Times New Roman"/>
        </w:rPr>
        <w:t xml:space="preserve">26  февраля  2010 года  №  50 </w:t>
      </w:r>
      <w:r w:rsidRPr="002C2DE3">
        <w:rPr>
          <w:rFonts w:ascii="Times New Roman" w:hAnsi="Times New Roman" w:cs="Times New Roman"/>
        </w:rPr>
        <w:t>.</w:t>
      </w:r>
    </w:p>
    <w:p w:rsidR="0072762C" w:rsidRDefault="0072762C" w:rsidP="00254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2762C" w:rsidRDefault="0072762C" w:rsidP="00254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Администрации МО «Ленский муниципальный район»</w:t>
      </w:r>
      <w:r w:rsidRPr="004F7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 области» от 20.06.2011 № 72 и от 13.05.2015 № 251 «Стратегия развития Ленского муниципального района Архангельской области до 2020 года»</w:t>
      </w:r>
    </w:p>
    <w:p w:rsidR="0072762C" w:rsidRDefault="0072762C" w:rsidP="00254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Администрации «Ленский муниципальный район</w:t>
      </w:r>
      <w:r w:rsidRPr="004F7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 области» от 01.02.2017 № 65 «Программа комплексного развития систем коммунальной инфраструктуры с 2017  по 2032 годы»</w:t>
      </w:r>
    </w:p>
    <w:p w:rsidR="0072762C" w:rsidRDefault="0072762C" w:rsidP="00254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Постановление </w:t>
      </w:r>
      <w:r>
        <w:rPr>
          <w:rFonts w:ascii="Times New Roman" w:hAnsi="Times New Roman" w:cs="Times New Roman"/>
        </w:rPr>
        <w:t xml:space="preserve">Администрации 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 w:rsidRPr="007D4B4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26.07</w:t>
      </w:r>
      <w:r w:rsidRPr="007D4B46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>520</w:t>
      </w:r>
      <w:r w:rsidRPr="007D4B46">
        <w:rPr>
          <w:rFonts w:ascii="Times New Roman" w:hAnsi="Times New Roman" w:cs="Times New Roman"/>
        </w:rPr>
        <w:t xml:space="preserve"> 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D4B46">
        <w:rPr>
          <w:rFonts w:ascii="Times New Roman" w:hAnsi="Times New Roman" w:cs="Times New Roman"/>
        </w:rPr>
        <w:t>;</w:t>
      </w:r>
    </w:p>
    <w:p w:rsidR="0072762C" w:rsidRPr="007D4B46" w:rsidRDefault="0072762C" w:rsidP="00254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Решение </w:t>
      </w:r>
      <w:r>
        <w:rPr>
          <w:rFonts w:ascii="Times New Roman" w:hAnsi="Times New Roman" w:cs="Times New Roman"/>
        </w:rPr>
        <w:t xml:space="preserve">Собрания депутатов 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от ____._____._____ № _____</w:t>
      </w:r>
      <w:r w:rsidRPr="007D4B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«</w:t>
      </w:r>
      <w:r w:rsidRPr="007D4B46">
        <w:rPr>
          <w:rFonts w:ascii="Times New Roman" w:hAnsi="Times New Roman" w:cs="Times New Roman"/>
        </w:rPr>
        <w:t xml:space="preserve">Об утверждении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МО «Сафроновское» Ленского муниципального района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>».</w:t>
      </w:r>
    </w:p>
    <w:p w:rsidR="0072762C" w:rsidRDefault="0072762C" w:rsidP="002542D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2762C" w:rsidRDefault="0072762C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Нормативно-технические и иные документы</w:t>
      </w:r>
    </w:p>
    <w:p w:rsidR="0072762C" w:rsidRDefault="007276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762C" w:rsidRPr="00722BCA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42.13330.2011 «</w:t>
      </w:r>
      <w:r w:rsidRPr="00722BCA">
        <w:rPr>
          <w:rFonts w:ascii="Times New Roman" w:hAnsi="Times New Roman" w:cs="Times New Roman"/>
        </w:rPr>
        <w:t>Градостроительство. Планировка и застройка</w:t>
      </w:r>
      <w:r>
        <w:rPr>
          <w:rFonts w:ascii="Times New Roman" w:hAnsi="Times New Roman" w:cs="Times New Roman"/>
        </w:rPr>
        <w:t xml:space="preserve"> городских и сельских поселений»</w:t>
      </w:r>
      <w:r w:rsidRPr="00722BCA">
        <w:rPr>
          <w:rFonts w:ascii="Times New Roman" w:hAnsi="Times New Roman" w:cs="Times New Roman"/>
        </w:rPr>
        <w:t>;</w:t>
      </w:r>
    </w:p>
    <w:p w:rsidR="0072762C" w:rsidRPr="00753CA3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Рекомендации по проектированию улиц и дорог городов и сельских поселений (составлены к главе СНиП </w:t>
      </w:r>
      <w:r w:rsidRPr="00753CA3">
        <w:rPr>
          <w:rFonts w:ascii="Times New Roman" w:hAnsi="Times New Roman" w:cs="Times New Roman"/>
        </w:rPr>
        <w:t>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72762C" w:rsidRPr="00753CA3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113.13330.2012 «</w:t>
      </w:r>
      <w:r w:rsidRPr="00753CA3">
        <w:rPr>
          <w:rFonts w:ascii="Times New Roman" w:hAnsi="Times New Roman" w:cs="Times New Roman"/>
        </w:rPr>
        <w:t>Стоянки автомобилей. Актуализированная редакция СНиП 21-02-99*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72762C" w:rsidRPr="00753CA3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59.13330.2012 «</w:t>
      </w:r>
      <w:r w:rsidRPr="00753CA3">
        <w:rPr>
          <w:rFonts w:ascii="Times New Roman" w:hAnsi="Times New Roman" w:cs="Times New Roman"/>
        </w:rPr>
        <w:t>Доступность зданий и сооружений для маломобильных групп населения. Актуализированная редакция СНиП 35-01-2001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72762C" w:rsidRPr="00753CA3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18.13330.2011 «</w:t>
      </w:r>
      <w:r w:rsidRPr="00753CA3">
        <w:rPr>
          <w:rFonts w:ascii="Times New Roman" w:hAnsi="Times New Roman" w:cs="Times New Roman"/>
        </w:rPr>
        <w:t>Генеральные планы промышленных предприятий. Актуализированная редакция СНиП П-89-80*</w:t>
      </w:r>
      <w:r>
        <w:rPr>
          <w:rFonts w:ascii="Times New Roman" w:hAnsi="Times New Roman" w:cs="Times New Roman"/>
        </w:rPr>
        <w:t>»;</w:t>
      </w:r>
    </w:p>
    <w:p w:rsidR="0072762C" w:rsidRPr="00753CA3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2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2.4.1.3049-13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72762C" w:rsidRPr="00753CA3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3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2.2.1/2.1.1.1200-03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Санитарно-защитные зоны и санитарная классификация предприятий, сооружений и иных объектов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72762C" w:rsidRPr="00753CA3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4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2.1.2882-11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Гигиенические требования к размещению, устройству и содержанию кладбищ, зданий и сооружений похоронного назначения</w:t>
      </w:r>
      <w:r>
        <w:rPr>
          <w:rFonts w:ascii="Times New Roman" w:hAnsi="Times New Roman" w:cs="Times New Roman"/>
        </w:rPr>
        <w:t>»;</w:t>
      </w:r>
    </w:p>
    <w:p w:rsidR="0072762C" w:rsidRPr="00753CA3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СН 461-74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Нормы отвода земель для линий связи</w:t>
      </w:r>
      <w:r>
        <w:rPr>
          <w:rFonts w:ascii="Times New Roman" w:hAnsi="Times New Roman" w:cs="Times New Roman"/>
        </w:rPr>
        <w:t>»;</w:t>
      </w:r>
    </w:p>
    <w:p w:rsidR="0072762C" w:rsidRPr="00722BCA" w:rsidRDefault="00727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НПБ 101-95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Нормы проектирования объектов пожарной охраны, утвержденные заместителем Главного Государственного инспектора Российской Федерации по пожарному надзору, введенные в действие</w:t>
      </w:r>
      <w:r w:rsidRPr="00722BCA">
        <w:rPr>
          <w:rFonts w:ascii="Times New Roman" w:hAnsi="Times New Roman" w:cs="Times New Roman"/>
        </w:rPr>
        <w:t xml:space="preserve"> Приказом Главного управления государственной противопожарной службы Министерства внутренних дел России от 30.12.1994 </w:t>
      </w:r>
      <w:r>
        <w:rPr>
          <w:rFonts w:ascii="Times New Roman" w:hAnsi="Times New Roman" w:cs="Times New Roman"/>
        </w:rPr>
        <w:t>№</w:t>
      </w:r>
      <w:r w:rsidRPr="00722BCA">
        <w:rPr>
          <w:rFonts w:ascii="Times New Roman" w:hAnsi="Times New Roman" w:cs="Times New Roman"/>
        </w:rPr>
        <w:t xml:space="preserve"> 36.</w:t>
      </w:r>
    </w:p>
    <w:p w:rsidR="0072762C" w:rsidRPr="00722BCA" w:rsidRDefault="0072762C">
      <w:pPr>
        <w:pStyle w:val="ConsPlusNormal"/>
        <w:jc w:val="both"/>
        <w:rPr>
          <w:rFonts w:ascii="Times New Roman" w:hAnsi="Times New Roman" w:cs="Times New Roman"/>
        </w:rPr>
      </w:pPr>
    </w:p>
    <w:p w:rsidR="0072762C" w:rsidRPr="00722BCA" w:rsidRDefault="0072762C">
      <w:pPr>
        <w:pStyle w:val="ConsPlusNormal"/>
        <w:jc w:val="both"/>
        <w:rPr>
          <w:rFonts w:ascii="Times New Roman" w:hAnsi="Times New Roman" w:cs="Times New Roman"/>
        </w:rPr>
      </w:pPr>
    </w:p>
    <w:p w:rsidR="0072762C" w:rsidRPr="00722BCA" w:rsidRDefault="0072762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72762C" w:rsidRPr="00722BCA" w:rsidRDefault="0072762C">
      <w:pPr>
        <w:rPr>
          <w:rFonts w:ascii="Times New Roman" w:hAnsi="Times New Roman" w:cs="Times New Roman"/>
        </w:rPr>
      </w:pPr>
    </w:p>
    <w:sectPr w:rsidR="0072762C" w:rsidRPr="00722BCA" w:rsidSect="006459A9">
      <w:headerReference w:type="default" r:id="rId85"/>
      <w:pgSz w:w="11905" w:h="16838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62C" w:rsidRDefault="0072762C" w:rsidP="006C3DBF">
      <w:pPr>
        <w:spacing w:after="0" w:line="240" w:lineRule="auto"/>
      </w:pPr>
      <w:r>
        <w:separator/>
      </w:r>
    </w:p>
  </w:endnote>
  <w:endnote w:type="continuationSeparator" w:id="1">
    <w:p w:rsidR="0072762C" w:rsidRDefault="0072762C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62C" w:rsidRDefault="0072762C" w:rsidP="006C3DBF">
      <w:pPr>
        <w:spacing w:after="0" w:line="240" w:lineRule="auto"/>
      </w:pPr>
      <w:r>
        <w:separator/>
      </w:r>
    </w:p>
  </w:footnote>
  <w:footnote w:type="continuationSeparator" w:id="1">
    <w:p w:rsidR="0072762C" w:rsidRDefault="0072762C" w:rsidP="006C3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2C" w:rsidRDefault="0072762C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72762C" w:rsidRDefault="0072762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B5E"/>
    <w:rsid w:val="00016926"/>
    <w:rsid w:val="000170CA"/>
    <w:rsid w:val="00030AC4"/>
    <w:rsid w:val="000560C5"/>
    <w:rsid w:val="00057CDD"/>
    <w:rsid w:val="000746E6"/>
    <w:rsid w:val="000805DD"/>
    <w:rsid w:val="00093EC5"/>
    <w:rsid w:val="00094E93"/>
    <w:rsid w:val="000A253E"/>
    <w:rsid w:val="000A25F7"/>
    <w:rsid w:val="000B114C"/>
    <w:rsid w:val="000B42E4"/>
    <w:rsid w:val="000E0CC5"/>
    <w:rsid w:val="000E7FBB"/>
    <w:rsid w:val="00100BA1"/>
    <w:rsid w:val="00120750"/>
    <w:rsid w:val="00140C35"/>
    <w:rsid w:val="0014110E"/>
    <w:rsid w:val="00170B07"/>
    <w:rsid w:val="00180346"/>
    <w:rsid w:val="00187519"/>
    <w:rsid w:val="0019462F"/>
    <w:rsid w:val="001A5675"/>
    <w:rsid w:val="001D18B3"/>
    <w:rsid w:val="001D52C9"/>
    <w:rsid w:val="001E59A7"/>
    <w:rsid w:val="001E7F90"/>
    <w:rsid w:val="001F23E2"/>
    <w:rsid w:val="001F69B0"/>
    <w:rsid w:val="00224934"/>
    <w:rsid w:val="002450D1"/>
    <w:rsid w:val="00250BED"/>
    <w:rsid w:val="0025145E"/>
    <w:rsid w:val="002542D9"/>
    <w:rsid w:val="00282442"/>
    <w:rsid w:val="00282F66"/>
    <w:rsid w:val="00284393"/>
    <w:rsid w:val="00284AE9"/>
    <w:rsid w:val="00296DE9"/>
    <w:rsid w:val="002A4A0F"/>
    <w:rsid w:val="002A5964"/>
    <w:rsid w:val="002B0EB4"/>
    <w:rsid w:val="002C2DE3"/>
    <w:rsid w:val="002C505C"/>
    <w:rsid w:val="002D01A4"/>
    <w:rsid w:val="002E1693"/>
    <w:rsid w:val="002F34A3"/>
    <w:rsid w:val="00310EAD"/>
    <w:rsid w:val="003148C1"/>
    <w:rsid w:val="00315321"/>
    <w:rsid w:val="003238CB"/>
    <w:rsid w:val="003278EB"/>
    <w:rsid w:val="00343F6A"/>
    <w:rsid w:val="0034492B"/>
    <w:rsid w:val="00352C27"/>
    <w:rsid w:val="00354D1F"/>
    <w:rsid w:val="00384952"/>
    <w:rsid w:val="0039043B"/>
    <w:rsid w:val="003970C6"/>
    <w:rsid w:val="00397BC1"/>
    <w:rsid w:val="003B01FE"/>
    <w:rsid w:val="003B0B8A"/>
    <w:rsid w:val="003B4A0E"/>
    <w:rsid w:val="003F109D"/>
    <w:rsid w:val="004031B2"/>
    <w:rsid w:val="00406DA7"/>
    <w:rsid w:val="004070A1"/>
    <w:rsid w:val="00415EDB"/>
    <w:rsid w:val="004176AB"/>
    <w:rsid w:val="00431464"/>
    <w:rsid w:val="00461E01"/>
    <w:rsid w:val="00462B24"/>
    <w:rsid w:val="0047703C"/>
    <w:rsid w:val="0048145C"/>
    <w:rsid w:val="004912C5"/>
    <w:rsid w:val="00495C9B"/>
    <w:rsid w:val="004A0AAD"/>
    <w:rsid w:val="004A3E96"/>
    <w:rsid w:val="004A7A7D"/>
    <w:rsid w:val="004D4226"/>
    <w:rsid w:val="004F228F"/>
    <w:rsid w:val="004F7442"/>
    <w:rsid w:val="00503E6D"/>
    <w:rsid w:val="00506D11"/>
    <w:rsid w:val="00515B5B"/>
    <w:rsid w:val="00523103"/>
    <w:rsid w:val="00543568"/>
    <w:rsid w:val="00543580"/>
    <w:rsid w:val="005709D4"/>
    <w:rsid w:val="0057134C"/>
    <w:rsid w:val="00574792"/>
    <w:rsid w:val="00585FC5"/>
    <w:rsid w:val="00587E37"/>
    <w:rsid w:val="005930F5"/>
    <w:rsid w:val="005B2365"/>
    <w:rsid w:val="005B2EF1"/>
    <w:rsid w:val="005C27D4"/>
    <w:rsid w:val="005D43DE"/>
    <w:rsid w:val="005D597D"/>
    <w:rsid w:val="005E2C8A"/>
    <w:rsid w:val="0060453A"/>
    <w:rsid w:val="0062511B"/>
    <w:rsid w:val="006459A9"/>
    <w:rsid w:val="006552CF"/>
    <w:rsid w:val="00662827"/>
    <w:rsid w:val="00687645"/>
    <w:rsid w:val="00687E98"/>
    <w:rsid w:val="006944F2"/>
    <w:rsid w:val="006A175F"/>
    <w:rsid w:val="006B4880"/>
    <w:rsid w:val="006C23F4"/>
    <w:rsid w:val="006C3DBF"/>
    <w:rsid w:val="006C7E5F"/>
    <w:rsid w:val="006E54E5"/>
    <w:rsid w:val="006F0341"/>
    <w:rsid w:val="006F47E3"/>
    <w:rsid w:val="006F5B20"/>
    <w:rsid w:val="006F5BDD"/>
    <w:rsid w:val="006F6C7C"/>
    <w:rsid w:val="006F77A1"/>
    <w:rsid w:val="00710971"/>
    <w:rsid w:val="0071787E"/>
    <w:rsid w:val="00722BCA"/>
    <w:rsid w:val="00723717"/>
    <w:rsid w:val="0072762C"/>
    <w:rsid w:val="00727F3B"/>
    <w:rsid w:val="007328D6"/>
    <w:rsid w:val="00734ED5"/>
    <w:rsid w:val="00753CA3"/>
    <w:rsid w:val="00763AF0"/>
    <w:rsid w:val="0076551C"/>
    <w:rsid w:val="007A4DFB"/>
    <w:rsid w:val="007A6E4A"/>
    <w:rsid w:val="007A7C18"/>
    <w:rsid w:val="007B63D6"/>
    <w:rsid w:val="007B6D2D"/>
    <w:rsid w:val="007B7C40"/>
    <w:rsid w:val="007C2D99"/>
    <w:rsid w:val="007D4B46"/>
    <w:rsid w:val="007E28C1"/>
    <w:rsid w:val="007E4E5B"/>
    <w:rsid w:val="007F5B5E"/>
    <w:rsid w:val="008272E7"/>
    <w:rsid w:val="00861E7C"/>
    <w:rsid w:val="00862DB8"/>
    <w:rsid w:val="00887EAE"/>
    <w:rsid w:val="008B4A23"/>
    <w:rsid w:val="008B52AE"/>
    <w:rsid w:val="008B533C"/>
    <w:rsid w:val="008C1AC0"/>
    <w:rsid w:val="008C7D9D"/>
    <w:rsid w:val="008D17AC"/>
    <w:rsid w:val="008E0496"/>
    <w:rsid w:val="008F3A29"/>
    <w:rsid w:val="008F4F7F"/>
    <w:rsid w:val="00907A3E"/>
    <w:rsid w:val="00923FA8"/>
    <w:rsid w:val="00927557"/>
    <w:rsid w:val="00934EA4"/>
    <w:rsid w:val="00937C48"/>
    <w:rsid w:val="00943535"/>
    <w:rsid w:val="00956D52"/>
    <w:rsid w:val="00960EC2"/>
    <w:rsid w:val="0097325B"/>
    <w:rsid w:val="009844FC"/>
    <w:rsid w:val="009966B1"/>
    <w:rsid w:val="009A10D1"/>
    <w:rsid w:val="009A4C42"/>
    <w:rsid w:val="009B44D4"/>
    <w:rsid w:val="009B7C62"/>
    <w:rsid w:val="009C1139"/>
    <w:rsid w:val="00A00508"/>
    <w:rsid w:val="00A143EC"/>
    <w:rsid w:val="00A17EB6"/>
    <w:rsid w:val="00A30D61"/>
    <w:rsid w:val="00A31A2A"/>
    <w:rsid w:val="00A3292D"/>
    <w:rsid w:val="00A3323A"/>
    <w:rsid w:val="00A400BB"/>
    <w:rsid w:val="00A87AED"/>
    <w:rsid w:val="00A94A1A"/>
    <w:rsid w:val="00AC7D05"/>
    <w:rsid w:val="00AD2205"/>
    <w:rsid w:val="00AD6C28"/>
    <w:rsid w:val="00AE4BFB"/>
    <w:rsid w:val="00AF1A71"/>
    <w:rsid w:val="00AF3A7D"/>
    <w:rsid w:val="00AF4F79"/>
    <w:rsid w:val="00B217E8"/>
    <w:rsid w:val="00B262DA"/>
    <w:rsid w:val="00B41890"/>
    <w:rsid w:val="00B52490"/>
    <w:rsid w:val="00B82728"/>
    <w:rsid w:val="00BB3EA8"/>
    <w:rsid w:val="00BC60BB"/>
    <w:rsid w:val="00BF5B20"/>
    <w:rsid w:val="00C128AB"/>
    <w:rsid w:val="00C204B6"/>
    <w:rsid w:val="00C30A62"/>
    <w:rsid w:val="00C31543"/>
    <w:rsid w:val="00C32DD3"/>
    <w:rsid w:val="00C42371"/>
    <w:rsid w:val="00C45ECA"/>
    <w:rsid w:val="00C64C82"/>
    <w:rsid w:val="00C8017F"/>
    <w:rsid w:val="00C85372"/>
    <w:rsid w:val="00C87DDA"/>
    <w:rsid w:val="00CE4644"/>
    <w:rsid w:val="00CE53D6"/>
    <w:rsid w:val="00D00FF0"/>
    <w:rsid w:val="00D01032"/>
    <w:rsid w:val="00D1100A"/>
    <w:rsid w:val="00D20059"/>
    <w:rsid w:val="00D22529"/>
    <w:rsid w:val="00D45254"/>
    <w:rsid w:val="00D50F4F"/>
    <w:rsid w:val="00D55662"/>
    <w:rsid w:val="00DA0795"/>
    <w:rsid w:val="00DA415A"/>
    <w:rsid w:val="00DA4329"/>
    <w:rsid w:val="00DA4E66"/>
    <w:rsid w:val="00DB2549"/>
    <w:rsid w:val="00DB718C"/>
    <w:rsid w:val="00DC5C49"/>
    <w:rsid w:val="00DD54D1"/>
    <w:rsid w:val="00DF1B43"/>
    <w:rsid w:val="00E35EE8"/>
    <w:rsid w:val="00E415D3"/>
    <w:rsid w:val="00E4394A"/>
    <w:rsid w:val="00E47F70"/>
    <w:rsid w:val="00E54FB6"/>
    <w:rsid w:val="00E67DE3"/>
    <w:rsid w:val="00E83D0B"/>
    <w:rsid w:val="00E945C4"/>
    <w:rsid w:val="00E97E43"/>
    <w:rsid w:val="00EA11FA"/>
    <w:rsid w:val="00EC0B95"/>
    <w:rsid w:val="00ED2E90"/>
    <w:rsid w:val="00ED6626"/>
    <w:rsid w:val="00EF21E7"/>
    <w:rsid w:val="00F11189"/>
    <w:rsid w:val="00F17229"/>
    <w:rsid w:val="00F47BFB"/>
    <w:rsid w:val="00F53216"/>
    <w:rsid w:val="00F64362"/>
    <w:rsid w:val="00F7006B"/>
    <w:rsid w:val="00F70674"/>
    <w:rsid w:val="00F71A8C"/>
    <w:rsid w:val="00F92550"/>
    <w:rsid w:val="00FA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D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Normal"/>
    <w:link w:val="SubtitleChar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3DBF"/>
  </w:style>
  <w:style w:type="paragraph" w:styleId="Footer">
    <w:name w:val="footer"/>
    <w:basedOn w:val="Normal"/>
    <w:link w:val="FooterChar"/>
    <w:uiPriority w:val="99"/>
    <w:semiHidden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C3DBF"/>
  </w:style>
  <w:style w:type="paragraph" w:customStyle="1" w:styleId="formattext">
    <w:name w:val="formattext"/>
    <w:basedOn w:val="Normal"/>
    <w:uiPriority w:val="99"/>
    <w:rsid w:val="00862DB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50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978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F8300932DE3B66796F8A4E8CC951FFABBE29AC0721979A1C0577BFF24d2IAI" TargetMode="External"/><Relationship Id="rId18" Type="http://schemas.openxmlformats.org/officeDocument/2006/relationships/hyperlink" Target="consultantplus://offline/ref=AF8300932DE3B66796F8A4E8CC951FFABBE29AC2731079A1C0577BFF24d2IAI" TargetMode="External"/><Relationship Id="rId26" Type="http://schemas.openxmlformats.org/officeDocument/2006/relationships/hyperlink" Target="consultantplus://offline/ref=AF8300932DE3B66796F8A4E8CC951FFABBE29BC7781579A1C0577BFF24d2IAI" TargetMode="External"/><Relationship Id="rId39" Type="http://schemas.openxmlformats.org/officeDocument/2006/relationships/hyperlink" Target="consultantplus://offline/ref=AF8300932DE3B66796F8A4E8CC951FFAB8E39FC2701079A1C0577BFF24d2IAI" TargetMode="External"/><Relationship Id="rId21" Type="http://schemas.openxmlformats.org/officeDocument/2006/relationships/hyperlink" Target="consultantplus://offline/ref=AF8300932DE3B66796F8A4E8CC951FFABBE29AC1761779A1C0577BFF24d2IAI" TargetMode="External"/><Relationship Id="rId34" Type="http://schemas.openxmlformats.org/officeDocument/2006/relationships/hyperlink" Target="consultantplus://offline/ref=AF8300932DE3B66796F8A4E8CC951FFAB8E699C5771079A1C0577BFF24d2IAI" TargetMode="External"/><Relationship Id="rId42" Type="http://schemas.openxmlformats.org/officeDocument/2006/relationships/hyperlink" Target="consultantplus://offline/ref=AF8300932DE3B66796F8A4E8CC951FFAB8EB9CC4781779A1C0577BFF24d2IAI" TargetMode="External"/><Relationship Id="rId47" Type="http://schemas.openxmlformats.org/officeDocument/2006/relationships/hyperlink" Target="consultantplus://offline/ref=AF8300932DE3B66796F8A4E8CC951FFABBE29FC4771479A1C0577BFF24d2IAI" TargetMode="External"/><Relationship Id="rId50" Type="http://schemas.openxmlformats.org/officeDocument/2006/relationships/hyperlink" Target="consultantplus://offline/ref=AF8300932DE3B66796F8A4E8CC951FFABBE39CC2771879A1C0577BFF24d2IAI" TargetMode="External"/><Relationship Id="rId55" Type="http://schemas.openxmlformats.org/officeDocument/2006/relationships/hyperlink" Target="consultantplus://offline/ref=AF8300932DE3B66796F8A4E8CC951FFAB1E69CC1731A24ABC80E77FDd2I3I" TargetMode="External"/><Relationship Id="rId63" Type="http://schemas.openxmlformats.org/officeDocument/2006/relationships/hyperlink" Target="consultantplus://offline/ref=AF8300932DE3B66796F8A4E8CC951FFAB8E59DC0791479A1C0577BFF24d2IAI" TargetMode="External"/><Relationship Id="rId68" Type="http://schemas.openxmlformats.org/officeDocument/2006/relationships/hyperlink" Target="consultantplus://offline/ref=25B973CFF23BED73976AC88B6F716674411589FB529FFD8C27A9F1A13DA30E472022H" TargetMode="External"/><Relationship Id="rId76" Type="http://schemas.openxmlformats.org/officeDocument/2006/relationships/hyperlink" Target="consultantplus://offline/ref=25B973CFF23BED73976AC88B6F716674411589FB5D98FC8F21A9F1A13DA30E472022H" TargetMode="External"/><Relationship Id="rId84" Type="http://schemas.openxmlformats.org/officeDocument/2006/relationships/hyperlink" Target="consultantplus://offline/ref=34A7246665CBE3E0E5C2E9BF208C011F8BE8E82515C8868AD39E3EBFD642AA67A7DFBDAAB21F5C17A4e6F" TargetMode="External"/><Relationship Id="rId7" Type="http://schemas.openxmlformats.org/officeDocument/2006/relationships/hyperlink" Target="consultantplus://offline/ref=AF8300932DE3B66796F8A4E8CC951FFABBE39AC0781579A1C0577BFF24d2IAI" TargetMode="External"/><Relationship Id="rId71" Type="http://schemas.openxmlformats.org/officeDocument/2006/relationships/hyperlink" Target="consultantplus://offline/ref=25B973CFF23BED73976AC88B6F716674411589FB5D99FF8520A9F1A13DA30E472022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F8300932DE3B66796F8A4E8CC951FFABBE29BC3731179A1C0577BFF24d2IAI" TargetMode="External"/><Relationship Id="rId29" Type="http://schemas.openxmlformats.org/officeDocument/2006/relationships/hyperlink" Target="consultantplus://offline/ref=AF8300932DE3B66796F8A4E8CC951FFABBE399C4721779A1C0577BFF24d2IAI" TargetMode="External"/><Relationship Id="rId11" Type="http://schemas.openxmlformats.org/officeDocument/2006/relationships/hyperlink" Target="consultantplus://offline/ref=AF8300932DE3B66796F8A4E8CC951FFABBE29BC1731079A1C0577BFF24d2IAI" TargetMode="External"/><Relationship Id="rId24" Type="http://schemas.openxmlformats.org/officeDocument/2006/relationships/hyperlink" Target="consultantplus://offline/ref=AF8300932DE3B66796F8A4E8CC951FFABBE29BC1731979A1C0577BFF24d2IAI" TargetMode="External"/><Relationship Id="rId32" Type="http://schemas.openxmlformats.org/officeDocument/2006/relationships/hyperlink" Target="consultantplus://offline/ref=AF8300932DE3B66796F8A4E8CC951FFAB8E49DC0751579A1C0577BFF24d2IAI" TargetMode="External"/><Relationship Id="rId37" Type="http://schemas.openxmlformats.org/officeDocument/2006/relationships/hyperlink" Target="consultantplus://offline/ref=AF8300932DE3B66796F8A4E8CC951FFAB8E099C9721A24ABC80E77FDd2I3I" TargetMode="External"/><Relationship Id="rId40" Type="http://schemas.openxmlformats.org/officeDocument/2006/relationships/hyperlink" Target="consultantplus://offline/ref=AF8300932DE3B66796F8A4E8CC951FFAB8EB93C3721579A1C0577BFF24d2IAI" TargetMode="External"/><Relationship Id="rId45" Type="http://schemas.openxmlformats.org/officeDocument/2006/relationships/hyperlink" Target="consultantplus://offline/ref=AF8300932DE3B66796F8A4E8CC951FFAB8EB93C3721279A1C0577BFF24d2IAI" TargetMode="External"/><Relationship Id="rId53" Type="http://schemas.openxmlformats.org/officeDocument/2006/relationships/hyperlink" Target="consultantplus://offline/ref=AF8300932DE3B66796F8A4E8CC951FFAB8EB9CC9761479A1C0577BFF24d2IAI" TargetMode="External"/><Relationship Id="rId58" Type="http://schemas.openxmlformats.org/officeDocument/2006/relationships/hyperlink" Target="consultantplus://offline/ref=AF8300932DE3B66796F8A4E8CC951FFAB8E69EC7711679A1C0577BFF24d2IAI" TargetMode="External"/><Relationship Id="rId66" Type="http://schemas.openxmlformats.org/officeDocument/2006/relationships/hyperlink" Target="consultantplus://offline/ref=25B973CFF23BED73976AC88B6F716674411589FB5D9FFB842AA9F1A13DA30E472022H" TargetMode="External"/><Relationship Id="rId74" Type="http://schemas.openxmlformats.org/officeDocument/2006/relationships/hyperlink" Target="consultantplus://offline/ref=25B973CFF23BED73976AC88B6F716674411589FB509DFF8E26A9F1A13DA30E472022H" TargetMode="External"/><Relationship Id="rId79" Type="http://schemas.openxmlformats.org/officeDocument/2006/relationships/hyperlink" Target="consultantplus://offline/ref=25B973CFF23BED73976AC88B6F716674411589FB5D9BFD8924A9F1A13DA30E472022H" TargetMode="External"/><Relationship Id="rId87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consultantplus://offline/ref=AF8300932DE3B66796F8A4E8CC951FFAB8E498C5721379A1C0577BFF24d2IAI" TargetMode="External"/><Relationship Id="rId82" Type="http://schemas.openxmlformats.org/officeDocument/2006/relationships/hyperlink" Target="consultantplus://offline/ref=34A7246665CBE3E0E5C2E9BF208C011F8BE1E42210C9868AD39E3EBFD642AA67A7DFBDAAB21F5C17A4e0F" TargetMode="External"/><Relationship Id="rId19" Type="http://schemas.openxmlformats.org/officeDocument/2006/relationships/hyperlink" Target="consultantplus://offline/ref=AF8300932DE3B66796F8A4E8CC951FFAB8EB9AC7771679A1C0577BFF24d2IA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F8300932DE3B66796F8A4E8CC951FFABBE29EC7791179A1C0577BFF24d2IAI" TargetMode="External"/><Relationship Id="rId14" Type="http://schemas.openxmlformats.org/officeDocument/2006/relationships/hyperlink" Target="consultantplus://offline/ref=AF8300932DE3B66796F8A4E8CC951FFAB8E79DC8791579A1C0577BFF24d2IAI" TargetMode="External"/><Relationship Id="rId22" Type="http://schemas.openxmlformats.org/officeDocument/2006/relationships/hyperlink" Target="consultantplus://offline/ref=AF8300932DE3B66796F8A4E8CC951FFABBE293C2701479A1C0577BFF24d2IAI" TargetMode="External"/><Relationship Id="rId27" Type="http://schemas.openxmlformats.org/officeDocument/2006/relationships/hyperlink" Target="consultantplus://offline/ref=AF8300932DE3B66796F8A4E8CC951FFABBE39BC0781779A1C0577BFF24d2IAI" TargetMode="External"/><Relationship Id="rId30" Type="http://schemas.openxmlformats.org/officeDocument/2006/relationships/hyperlink" Target="consultantplus://offline/ref=AF8300932DE3B66796F8A4E8CC951FFABBE29BC8731179A1C0577BFF24d2IAI" TargetMode="External"/><Relationship Id="rId35" Type="http://schemas.openxmlformats.org/officeDocument/2006/relationships/hyperlink" Target="consultantplus://offline/ref=AF8300932DE3B66796F8A4E8CC951FFAB8E092C3751779A1C0577BFF24d2IAI" TargetMode="External"/><Relationship Id="rId43" Type="http://schemas.openxmlformats.org/officeDocument/2006/relationships/hyperlink" Target="consultantplus://offline/ref=AF8300932DE3B66796F8A4E8CC951FFABBE39FC3741879A1C0577BFF24d2IAI" TargetMode="External"/><Relationship Id="rId48" Type="http://schemas.openxmlformats.org/officeDocument/2006/relationships/hyperlink" Target="consultantplus://offline/ref=AF8300932DE3B66796F8A4E8CC951FFABBE399C2781779A1C0577BFF24d2IAI" TargetMode="External"/><Relationship Id="rId56" Type="http://schemas.openxmlformats.org/officeDocument/2006/relationships/hyperlink" Target="consultantplus://offline/ref=AF8300932DE3B66796F8A4E8CC951FFAB8E29EC0771879A1C0577BFF24d2IAI" TargetMode="External"/><Relationship Id="rId64" Type="http://schemas.openxmlformats.org/officeDocument/2006/relationships/hyperlink" Target="consultantplus://offline/ref=AF8300932DE3B66796F8A4E8CC951FFAB8EA9CC6791979A1C0577BFF24d2IAI" TargetMode="External"/><Relationship Id="rId69" Type="http://schemas.openxmlformats.org/officeDocument/2006/relationships/hyperlink" Target="consultantplus://offline/ref=25B973CFF23BED73976AC88B6F716674411589FB5D9FFB8821A9F1A13DA30E472022H" TargetMode="External"/><Relationship Id="rId77" Type="http://schemas.openxmlformats.org/officeDocument/2006/relationships/hyperlink" Target="consultantplus://offline/ref=25B973CFF23BED73976AC88B6F716674411589FB5390FA8423A9F1A13DA30E472022H" TargetMode="External"/><Relationship Id="rId8" Type="http://schemas.openxmlformats.org/officeDocument/2006/relationships/hyperlink" Target="consultantplus://offline/ref=AF8300932DE3B66796F8A4E8CC951FFABBE29DC5701679A1C0577BFF24d2IAI" TargetMode="External"/><Relationship Id="rId51" Type="http://schemas.openxmlformats.org/officeDocument/2006/relationships/hyperlink" Target="consultantplus://offline/ref=AF8300932DE3B66796F8A4E8CC951FFAB8E598C6781779A1C0577BFF24d2IAI" TargetMode="External"/><Relationship Id="rId72" Type="http://schemas.openxmlformats.org/officeDocument/2006/relationships/hyperlink" Target="consultantplus://offline/ref=25B973CFF23BED73976AC88B6F716674411589FB509BFC8A2AA9F1A13DA30E472022H" TargetMode="External"/><Relationship Id="rId80" Type="http://schemas.openxmlformats.org/officeDocument/2006/relationships/hyperlink" Target="consultantplus://offline/ref=25B973CFF23BED73976AC88B6F716674411589FB529BFD8F21A9F1A13DA30E472022H" TargetMode="External"/><Relationship Id="rId85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F8300932DE3B66796F8A4E8CC951FFABBE39CC3751879A1C0577BFF24d2IAI" TargetMode="External"/><Relationship Id="rId17" Type="http://schemas.openxmlformats.org/officeDocument/2006/relationships/hyperlink" Target="consultantplus://offline/ref=AF8300932DE3B66796F8A4E8CC951FFABBE398C1781979A1C0577BFF24d2IAI" TargetMode="External"/><Relationship Id="rId25" Type="http://schemas.openxmlformats.org/officeDocument/2006/relationships/hyperlink" Target="consultantplus://offline/ref=AF8300932DE3B66796F8A4E8CC951FFABBE398C7771879A1C0577BFF24d2IAI" TargetMode="External"/><Relationship Id="rId33" Type="http://schemas.openxmlformats.org/officeDocument/2006/relationships/hyperlink" Target="consultantplus://offline/ref=AF8300932DE3B66796F8A4E8CC951FFABBE29BC0741479A1C0577BFF24d2IAI" TargetMode="External"/><Relationship Id="rId38" Type="http://schemas.openxmlformats.org/officeDocument/2006/relationships/hyperlink" Target="consultantplus://offline/ref=AF8300932DE3B66796F8A4E8CC951FFAB8EA98C4741979A1C0577BFF24d2IAI" TargetMode="External"/><Relationship Id="rId46" Type="http://schemas.openxmlformats.org/officeDocument/2006/relationships/hyperlink" Target="consultantplus://offline/ref=AF8300932DE3B66796F8A4E8CC951FFAB8E599C4771779A1C0577BFF24d2IAI" TargetMode="External"/><Relationship Id="rId59" Type="http://schemas.openxmlformats.org/officeDocument/2006/relationships/hyperlink" Target="consultantplus://offline/ref=AF8300932DE3B66796F8A4E8CC951FFAB8E799C6781679A1C0577BFF24d2IAI" TargetMode="External"/><Relationship Id="rId67" Type="http://schemas.openxmlformats.org/officeDocument/2006/relationships/hyperlink" Target="consultantplus://offline/ref=25B973CFF23BED73976AC88B6F716674411589FB5D9CF88520A9F1A13DA30E472022H" TargetMode="External"/><Relationship Id="rId20" Type="http://schemas.openxmlformats.org/officeDocument/2006/relationships/hyperlink" Target="consultantplus://offline/ref=AF8300932DE3B66796F8A4E8CC951FFABBE39BC0711579A1C0577BFF24d2IAI" TargetMode="External"/><Relationship Id="rId41" Type="http://schemas.openxmlformats.org/officeDocument/2006/relationships/hyperlink" Target="consultantplus://offline/ref=AF8300932DE3B66796F8A4E8CC951FFAB8E39AC6711879A1C0577BFF24d2IAI" TargetMode="External"/><Relationship Id="rId54" Type="http://schemas.openxmlformats.org/officeDocument/2006/relationships/hyperlink" Target="consultantplus://offline/ref=AF8300932DE3B66796F8A4E8CC951FFABEE39BC4701A24ABC80E77FDd2I3I" TargetMode="External"/><Relationship Id="rId62" Type="http://schemas.openxmlformats.org/officeDocument/2006/relationships/hyperlink" Target="consultantplus://offline/ref=AF8300932DE3B66796F8A4E8CC951FFAB8E59EC9711579A1C0577BFF24d2IAI" TargetMode="External"/><Relationship Id="rId70" Type="http://schemas.openxmlformats.org/officeDocument/2006/relationships/hyperlink" Target="consultantplus://offline/ref=25B973CFF23BED73976AC88B6F716674411589FB5D9CFF8F27A9F1A13DA30E472022H" TargetMode="External"/><Relationship Id="rId75" Type="http://schemas.openxmlformats.org/officeDocument/2006/relationships/hyperlink" Target="consultantplus://offline/ref=25B973CFF23BED73976AC88B6F716674411589FB509FF78C22A9F1A13DA30E472022H" TargetMode="External"/><Relationship Id="rId83" Type="http://schemas.openxmlformats.org/officeDocument/2006/relationships/hyperlink" Target="consultantplus://offline/ref=34A7246665CBE3E0E5C2E9BF208C011F8BEFE22010CD868AD39E3EBFD642AA67A7DFBDAAB21F5C17A4e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F8300932DE3B66796F8A4E8CC951FFABBE29BC2701179A1C0577BFF24d2IAI" TargetMode="External"/><Relationship Id="rId15" Type="http://schemas.openxmlformats.org/officeDocument/2006/relationships/hyperlink" Target="consultantplus://offline/ref=AF8300932DE3B66796F8A4E8CC951FFAB8E693C6751579A1C0577BFF24d2IAI" TargetMode="External"/><Relationship Id="rId23" Type="http://schemas.openxmlformats.org/officeDocument/2006/relationships/hyperlink" Target="consultantplus://offline/ref=AF8300932DE3B66796F8A4E8CC951FFABBE39BC0721879A1C0577BFF24d2IAI" TargetMode="External"/><Relationship Id="rId28" Type="http://schemas.openxmlformats.org/officeDocument/2006/relationships/hyperlink" Target="consultantplus://offline/ref=AF8300932DE3B66796F8A4E8CC951FFABBE39EC5771479A1C0577BFF24d2IAI" TargetMode="External"/><Relationship Id="rId36" Type="http://schemas.openxmlformats.org/officeDocument/2006/relationships/hyperlink" Target="consultantplus://offline/ref=AF8300932DE3B66796F8A4E8CC951FFABBE393C7781779A1C0577BFF24d2IAI" TargetMode="External"/><Relationship Id="rId49" Type="http://schemas.openxmlformats.org/officeDocument/2006/relationships/hyperlink" Target="consultantplus://offline/ref=AF8300932DE3B66796F8A4E8CC951FFABCE29AC9721A24ABC80E77FDd2I3I" TargetMode="External"/><Relationship Id="rId57" Type="http://schemas.openxmlformats.org/officeDocument/2006/relationships/hyperlink" Target="consultantplus://offline/ref=AF8300932DE3B66796F8A4E8CC951FFAB8EA92C6781679A1C0577BFF24d2IAI" TargetMode="External"/><Relationship Id="rId10" Type="http://schemas.openxmlformats.org/officeDocument/2006/relationships/hyperlink" Target="consultantplus://offline/ref=AF8300932DE3B66796F8A4E8CC951FFABBE39AC1721479A1C0577BFF24d2IAI" TargetMode="External"/><Relationship Id="rId31" Type="http://schemas.openxmlformats.org/officeDocument/2006/relationships/hyperlink" Target="consultantplus://offline/ref=AF8300932DE3B66796F8A4E8CC951FFABBE39DC1741079A1C0577BFF24d2IAI" TargetMode="External"/><Relationship Id="rId44" Type="http://schemas.openxmlformats.org/officeDocument/2006/relationships/hyperlink" Target="consultantplus://offline/ref=AF8300932DE3B66796F8A4E8CC951FFAB8EB93C3751679A1C0577BFF24d2IAI" TargetMode="External"/><Relationship Id="rId52" Type="http://schemas.openxmlformats.org/officeDocument/2006/relationships/hyperlink" Target="consultantplus://offline/ref=AF8300932DE3B66796F8A4E8CC951FFABBE39CC0771379A1C0577BFF24d2IAI" TargetMode="External"/><Relationship Id="rId60" Type="http://schemas.openxmlformats.org/officeDocument/2006/relationships/hyperlink" Target="consultantplus://offline/ref=AF8300932DE3B66796F8A4E8CC951FFAB8E59DC0741979A1C0577BFF24d2IAI" TargetMode="External"/><Relationship Id="rId65" Type="http://schemas.openxmlformats.org/officeDocument/2006/relationships/hyperlink" Target="consultantplus://offline/ref=25B973CFF23BED73976AC88B6F716674411589FB5D9BF88420A9F1A13DA30E472022H" TargetMode="External"/><Relationship Id="rId73" Type="http://schemas.openxmlformats.org/officeDocument/2006/relationships/hyperlink" Target="consultantplus://offline/ref=25B973CFF23BED73976AC88B6F716674411589FB5D9CFB8D2BA9F1A13DA30E472022H" TargetMode="External"/><Relationship Id="rId78" Type="http://schemas.openxmlformats.org/officeDocument/2006/relationships/hyperlink" Target="consultantplus://offline/ref=25B973CFF23BED73976AC88B6F716674411589FB539FF68826A9F1A13DA30E472022H" TargetMode="External"/><Relationship Id="rId81" Type="http://schemas.openxmlformats.org/officeDocument/2006/relationships/hyperlink" Target="consultantplus://offline/ref=34A7246665CBE3E0E5C2F7B236E05B168EE2BF281DCB85D88AC165E2814BA030AEe0F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3610</Words>
  <Characters>20581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bugaeva</dc:creator>
  <cp:keywords/>
  <dc:description/>
  <cp:lastModifiedBy>User</cp:lastModifiedBy>
  <cp:revision>3</cp:revision>
  <cp:lastPrinted>2017-10-18T07:05:00Z</cp:lastPrinted>
  <dcterms:created xsi:type="dcterms:W3CDTF">2017-11-01T07:20:00Z</dcterms:created>
  <dcterms:modified xsi:type="dcterms:W3CDTF">2017-11-01T07:21:00Z</dcterms:modified>
</cp:coreProperties>
</file>