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546" w:rsidRDefault="009E4546" w:rsidP="00D06D62">
      <w:pPr>
        <w:widowControl w:val="0"/>
        <w:suppressAutoHyphens/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9E4546" w:rsidRDefault="009E4546" w:rsidP="00D06D62">
      <w:pPr>
        <w:widowControl w:val="0"/>
        <w:suppressAutoHyphens/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</w:t>
      </w:r>
    </w:p>
    <w:p w:rsidR="009E4546" w:rsidRDefault="009E4546" w:rsidP="00D06D62">
      <w:pPr>
        <w:widowControl w:val="0"/>
        <w:suppressAutoHyphens/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МО «Урдомское»</w:t>
      </w:r>
    </w:p>
    <w:p w:rsidR="009E4546" w:rsidRDefault="009E4546" w:rsidP="00D06D62">
      <w:pPr>
        <w:widowControl w:val="0"/>
        <w:suppressAutoHyphens/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 № ______</w:t>
      </w:r>
    </w:p>
    <w:p w:rsidR="009E4546" w:rsidRDefault="009E4546" w:rsidP="00D06D6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9E4546" w:rsidRDefault="009E4546" w:rsidP="00D06D6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9E4546" w:rsidRDefault="009E4546" w:rsidP="00D06D6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9E4546" w:rsidRDefault="009E4546" w:rsidP="00D06D6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9E4546" w:rsidRDefault="009E4546" w:rsidP="00D06D6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9E4546" w:rsidRDefault="009E4546" w:rsidP="00D06D6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9E4546" w:rsidRDefault="009E4546" w:rsidP="00D06D6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9E4546" w:rsidRDefault="009E4546" w:rsidP="00D06D6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9E4546" w:rsidRDefault="009E4546" w:rsidP="00D06D6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9E4546" w:rsidRDefault="009E4546" w:rsidP="00D06D6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9E4546" w:rsidRDefault="009E4546" w:rsidP="00D06D6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Программа</w:t>
      </w:r>
    </w:p>
    <w:p w:rsidR="009E4546" w:rsidRDefault="009E4546" w:rsidP="00D06D6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комплексного развития</w:t>
      </w:r>
    </w:p>
    <w:p w:rsidR="009E4546" w:rsidRDefault="009E4546" w:rsidP="00D06D6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социальной инфраструктуры</w:t>
      </w:r>
    </w:p>
    <w:p w:rsidR="009E4546" w:rsidRDefault="009E4546" w:rsidP="00D06D6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МО «Урдомское»</w:t>
      </w:r>
    </w:p>
    <w:p w:rsidR="009E4546" w:rsidRDefault="009E4546" w:rsidP="00D06D6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ЛЕН</w:t>
      </w: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ского района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АРХАГЕЛЬ</w:t>
      </w: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ской области</w:t>
      </w:r>
    </w:p>
    <w:p w:rsidR="009E4546" w:rsidRPr="007E5CBB" w:rsidRDefault="009E4546" w:rsidP="00D06D6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на 2018 – 2027 годы</w:t>
      </w:r>
    </w:p>
    <w:p w:rsidR="009E4546" w:rsidRDefault="009E4546" w:rsidP="00D06D62">
      <w:pPr>
        <w:widowControl w:val="0"/>
        <w:suppressAutoHyphens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9E4546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Паспорт программы 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комплексного развития социальной и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фраструктуры </w:t>
      </w:r>
      <w:r>
        <w:rPr>
          <w:rFonts w:ascii="Times New Roman" w:hAnsi="Times New Roman" w:cs="Times New Roman"/>
          <w:b/>
          <w:bCs/>
          <w:sz w:val="28"/>
          <w:szCs w:val="28"/>
        </w:rPr>
        <w:t>МО «Урдомское»Лен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ского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Архангель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2018 – 2027 годы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4"/>
        <w:gridCol w:w="5096"/>
      </w:tblGrid>
      <w:tr w:rsidR="009E4546" w:rsidRPr="006255CB">
        <w:tc>
          <w:tcPr>
            <w:tcW w:w="3964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096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комплексного развития социальной инфраструктуры 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Урдомское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>» Ленского района Архангельской области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 на 2018 – 2027 годы</w:t>
            </w:r>
          </w:p>
        </w:tc>
      </w:tr>
      <w:tr w:rsidR="009E4546" w:rsidRPr="006255CB">
        <w:tc>
          <w:tcPr>
            <w:tcW w:w="3964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096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Градостроительный кодекс Российской Федерации; 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 № 131-ФЗ «Об общих принципах организации местного самоуправления в Российской Федерации»;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Российской Федерации от 01.10.2015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№ 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Устав муниципального образования </w:t>
            </w:r>
            <w:r w:rsidRPr="00246EF2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Урдомское</w:t>
            </w:r>
            <w:r w:rsidRPr="00246E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 xml:space="preserve"> Ленского района Архангельской области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генеральный план муниципального образования 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Урдомское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>» Ленского района Архангельской области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утвержденный решением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МО «Урдомское» от 25.12.2015 года  № 61-А. </w:t>
            </w:r>
          </w:p>
        </w:tc>
      </w:tr>
      <w:tr w:rsidR="009E4546" w:rsidRPr="006255CB">
        <w:tc>
          <w:tcPr>
            <w:tcW w:w="3964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Наименование заказчика и разработчиков программы, их местонахождение</w:t>
            </w:r>
          </w:p>
        </w:tc>
        <w:tc>
          <w:tcPr>
            <w:tcW w:w="5096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«Ленский муниципальный район» Архангельской области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165720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Архангель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ский 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рп. Урдома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Вычегодская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9E4546" w:rsidRPr="006255CB">
        <w:tc>
          <w:tcPr>
            <w:tcW w:w="3964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5096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Цели программы:</w:t>
            </w:r>
          </w:p>
          <w:p w:rsidR="009E4546" w:rsidRPr="006255CB" w:rsidRDefault="009E4546" w:rsidP="00D06D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безопасности, качества и эффективности использования населением объектов социальной инфраструктуры поселения;</w:t>
            </w:r>
          </w:p>
          <w:p w:rsidR="009E4546" w:rsidRPr="006255CB" w:rsidRDefault="009E4546" w:rsidP="00D06D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доступности объектов социальной инфраструктуры поселения для населения в соответствии с нормативами градостроительного проектирования;</w:t>
            </w:r>
          </w:p>
          <w:p w:rsidR="009E4546" w:rsidRPr="006255CB" w:rsidRDefault="009E4546" w:rsidP="00D06D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сбалансированного развития социальной инфраструктуры поселения в соответствии с установленными потребностями в объектах социальной инфраструктуры;</w:t>
            </w:r>
          </w:p>
          <w:p w:rsidR="009E4546" w:rsidRPr="006255CB" w:rsidRDefault="009E4546" w:rsidP="00D06D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эффективности функционирования действующей социальной инфраструктуры поселения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Задачи программы: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анализ социально-экономического развития поселения, наличия и уровня обеспеченности населения поселения услугами объектов социальной инфраструктуры;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прогноз потребностей населения поселения в объектах социальной инфраструктуры до 2028 года;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формирование перечня мероприятий (инвестиционных проектов) по проектированию, строительству, реконструкции объектов социальной инфраструктуры поселения, которые предусмотрены государственными и муниципальными программами, стратегией социально-экономического развития района и планом мероприятий по реализации стратегии социально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-экономического развития района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оценка объемов и источников финансирования мероприятий по проектированию, строительству, реконструкции объектов социальной инфраструктуры поселения;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реализации мероприятий и соответствия нормативам градостроительного проектирования;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предложения по совершенствованию нормативно-правового и информационного обеспечения развития социальной инфраструктуры поселения;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предложения по повышению доступности среды для маломобильных групп населения поселения</w:t>
            </w:r>
          </w:p>
        </w:tc>
      </w:tr>
      <w:tr w:rsidR="009E4546" w:rsidRPr="006255CB">
        <w:tc>
          <w:tcPr>
            <w:tcW w:w="3964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5096" w:type="dxa"/>
          </w:tcPr>
          <w:p w:rsidR="009E4546" w:rsidRPr="006255CB" w:rsidRDefault="009E4546" w:rsidP="00437938">
            <w:pPr>
              <w:widowControl w:val="0"/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Развитие социальной инфраструктуры, образования, здравоохранения, культуры, физкультуры и спорта: повышение роли физкультуры и спорта в деле профилактики правонарушений, преодоления распространения наркомании и алкоголизма.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2. Сохранение объектов культуры и активизация культурной деятельности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3. Создание условий для безопасного проживания населения на территории поселения.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4. Содействие в привлечении молодых специалистов в поселение (врачей, учителей, работников культуры, муниципальных служащих).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5. Содействие в обеспечении социальной поддержки слабозащищенным слоям населения.</w:t>
            </w:r>
          </w:p>
        </w:tc>
      </w:tr>
      <w:tr w:rsidR="009E4546" w:rsidRPr="006255CB">
        <w:tc>
          <w:tcPr>
            <w:tcW w:w="3964" w:type="dxa"/>
          </w:tcPr>
          <w:p w:rsidR="009E4546" w:rsidRPr="006075C2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75C2">
              <w:rPr>
                <w:rFonts w:ascii="Times New Roman" w:hAnsi="Times New Roman" w:cs="Times New Roman"/>
                <w:sz w:val="28"/>
                <w:szCs w:val="28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5096" w:type="dxa"/>
          </w:tcPr>
          <w:p w:rsidR="009E4546" w:rsidRPr="006075C2" w:rsidRDefault="009E4546" w:rsidP="00D06D62">
            <w:pPr>
              <w:widowControl w:val="0"/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5C2">
              <w:rPr>
                <w:rFonts w:ascii="Times New Roman" w:hAnsi="Times New Roman" w:cs="Times New Roman"/>
                <w:sz w:val="28"/>
                <w:szCs w:val="28"/>
              </w:rPr>
              <w:t>Создание правовых, организационных условий для перехода к устойчивому социальному развитию поселения, эффективной реализации полномочий органов местного самоуправления;</w:t>
            </w:r>
          </w:p>
          <w:p w:rsidR="009E4546" w:rsidRPr="006075C2" w:rsidRDefault="009E4546" w:rsidP="00D06D62">
            <w:pPr>
              <w:widowControl w:val="0"/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5C2">
              <w:rPr>
                <w:rFonts w:ascii="Times New Roman" w:hAnsi="Times New Roman" w:cs="Times New Roman"/>
                <w:sz w:val="28"/>
                <w:szCs w:val="28"/>
              </w:rPr>
              <w:t>Развитие социальной инфраструктуры, образования, здравоохранения, культуры, физической культуры и спорта, повышение роли физкультуры и спорта в деле профилактики правонарушений, преодоления распространения наркомании и алкоголизма;</w:t>
            </w:r>
          </w:p>
          <w:p w:rsidR="009E4546" w:rsidRPr="006075C2" w:rsidRDefault="009E4546" w:rsidP="00D06D62">
            <w:pPr>
              <w:widowControl w:val="0"/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5C2">
              <w:rPr>
                <w:rFonts w:ascii="Times New Roman" w:hAnsi="Times New Roman" w:cs="Times New Roman"/>
                <w:sz w:val="28"/>
                <w:szCs w:val="28"/>
              </w:rPr>
              <w:t>Реконструкция объектов социальной инфраструктуры;</w:t>
            </w:r>
          </w:p>
          <w:p w:rsidR="009E4546" w:rsidRPr="006075C2" w:rsidRDefault="009E4546" w:rsidP="00D06D62">
            <w:pPr>
              <w:widowControl w:val="0"/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5C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безопасного проживания населения на территории поселения;</w:t>
            </w:r>
          </w:p>
          <w:p w:rsidR="009E4546" w:rsidRPr="006075C2" w:rsidRDefault="009E4546" w:rsidP="00D06D62">
            <w:pPr>
              <w:widowControl w:val="0"/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5C2">
              <w:rPr>
                <w:rFonts w:ascii="Times New Roman" w:hAnsi="Times New Roman" w:cs="Times New Roman"/>
                <w:sz w:val="28"/>
                <w:szCs w:val="28"/>
              </w:rPr>
              <w:t>Содействие в привлечении молодых специалистов в поселение (врачей, учителей, работников культуры, муниципальных служащих);</w:t>
            </w:r>
          </w:p>
          <w:p w:rsidR="009E4546" w:rsidRPr="006075C2" w:rsidRDefault="009E4546" w:rsidP="00D06D62">
            <w:pPr>
              <w:widowControl w:val="0"/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75C2">
              <w:rPr>
                <w:rFonts w:ascii="Times New Roman" w:hAnsi="Times New Roman" w:cs="Times New Roman"/>
                <w:sz w:val="28"/>
                <w:szCs w:val="28"/>
              </w:rPr>
              <w:t>Содействие в обеспечении социальной поддержки слабозащищенным слоям населения</w:t>
            </w:r>
          </w:p>
        </w:tc>
      </w:tr>
      <w:tr w:rsidR="009E4546" w:rsidRPr="006255CB">
        <w:tc>
          <w:tcPr>
            <w:tcW w:w="3964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Срок и этапы реализации программы</w:t>
            </w:r>
          </w:p>
        </w:tc>
        <w:tc>
          <w:tcPr>
            <w:tcW w:w="5096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2018 – 2027 годы</w:t>
            </w:r>
          </w:p>
        </w:tc>
      </w:tr>
      <w:tr w:rsidR="009E4546" w:rsidRPr="006255CB">
        <w:tc>
          <w:tcPr>
            <w:tcW w:w="3964" w:type="dxa"/>
          </w:tcPr>
          <w:p w:rsidR="009E4546" w:rsidRPr="005238E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38EC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096" w:type="dxa"/>
          </w:tcPr>
          <w:p w:rsidR="009E4546" w:rsidRPr="000E2AB9" w:rsidRDefault="009E4546" w:rsidP="00D06D62">
            <w:pPr>
              <w:widowControl w:val="0"/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AB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 5218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  <w:r w:rsidRPr="000E2AB9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9E4546" w:rsidRPr="000E2AB9" w:rsidRDefault="009E4546" w:rsidP="00D06D62">
            <w:pPr>
              <w:widowControl w:val="0"/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AB9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 52047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E2AB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9E4546" w:rsidRPr="000E2AB9" w:rsidRDefault="009E4546" w:rsidP="00D06D62">
            <w:pPr>
              <w:widowControl w:val="0"/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AB9">
              <w:rPr>
                <w:rFonts w:ascii="Times New Roman" w:hAnsi="Times New Roman" w:cs="Times New Roman"/>
                <w:sz w:val="28"/>
                <w:szCs w:val="28"/>
              </w:rPr>
              <w:t>средства бюджета МО «Ленский муниципальный район» 330,0 тыс. рублей;</w:t>
            </w:r>
          </w:p>
          <w:p w:rsidR="009E4546" w:rsidRPr="002A6837" w:rsidRDefault="009E4546" w:rsidP="00C1297C">
            <w:pPr>
              <w:widowControl w:val="0"/>
              <w:suppressAutoHyphens/>
              <w:ind w:firstLine="25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0E2AB9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финансирования 1000,0 тыс.рублей. </w:t>
            </w:r>
          </w:p>
        </w:tc>
      </w:tr>
      <w:tr w:rsidR="009E4546" w:rsidRPr="006255CB">
        <w:tc>
          <w:tcPr>
            <w:tcW w:w="3964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096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и качества проживания населения;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безопасность, качество и эффективность использования населением объектов социальной инфраструктуры поселения;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территориальная доступность объектов социальной инфраструктуры поселения для населения;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эффективность функционирования действующей социальной инфраструктуры</w:t>
            </w:r>
          </w:p>
        </w:tc>
      </w:tr>
    </w:tbl>
    <w:p w:rsidR="009E4546" w:rsidRDefault="009E4546" w:rsidP="00D06D62">
      <w:pPr>
        <w:widowControl w:val="0"/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E4546" w:rsidRPr="007E5CBB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2.Характеристика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существующего сост</w:t>
      </w:r>
      <w:r>
        <w:rPr>
          <w:rFonts w:ascii="Times New Roman" w:hAnsi="Times New Roman" w:cs="Times New Roman"/>
          <w:b/>
          <w:bCs/>
          <w:sz w:val="28"/>
          <w:szCs w:val="28"/>
        </w:rPr>
        <w:t>ояния социальной инфраструктуры</w:t>
      </w:r>
    </w:p>
    <w:p w:rsidR="009E4546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2.1.О</w:t>
      </w:r>
      <w:r w:rsidRPr="007E5CBB">
        <w:rPr>
          <w:rFonts w:ascii="Times New Roman" w:hAnsi="Times New Roman" w:cs="Times New Roman"/>
          <w:sz w:val="28"/>
          <w:szCs w:val="28"/>
        </w:rPr>
        <w:t>писание социально-экономического состояния поселения</w:t>
      </w:r>
    </w:p>
    <w:p w:rsidR="009E4546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площадь МО «Урдомское» составляет 234 400 га. Численность населения по данным на 01.01.2017 – 5624 человека.</w:t>
      </w:r>
    </w:p>
    <w:p w:rsidR="009E4546" w:rsidRDefault="009E4546" w:rsidP="00D06D62">
      <w:pPr>
        <w:widowControl w:val="0"/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D06D62">
      <w:pPr>
        <w:widowControl w:val="0"/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поселения входят 21 населённых пункта:</w:t>
      </w:r>
    </w:p>
    <w:tbl>
      <w:tblPr>
        <w:tblW w:w="89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0"/>
        <w:gridCol w:w="4177"/>
        <w:gridCol w:w="4078"/>
      </w:tblGrid>
      <w:tr w:rsidR="009E4546" w:rsidRPr="00047FA6">
        <w:trPr>
          <w:trHeight w:val="976"/>
          <w:tblHeader/>
          <w:jc w:val="center"/>
        </w:trPr>
        <w:tc>
          <w:tcPr>
            <w:tcW w:w="710" w:type="dxa"/>
            <w:vAlign w:val="center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№ н.п.</w:t>
            </w:r>
          </w:p>
        </w:tc>
        <w:tc>
          <w:tcPr>
            <w:tcW w:w="4177" w:type="dxa"/>
            <w:noWrap/>
            <w:vAlign w:val="center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населенных пунктов</w:t>
            </w:r>
          </w:p>
        </w:tc>
        <w:tc>
          <w:tcPr>
            <w:tcW w:w="4078" w:type="dxa"/>
            <w:vAlign w:val="center"/>
          </w:tcPr>
          <w:p w:rsidR="009E454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населенных пунктов за последние годы (чел.)</w:t>
            </w:r>
          </w:p>
          <w:p w:rsidR="009E4546" w:rsidRPr="00047FA6" w:rsidRDefault="009E4546" w:rsidP="00D06D62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546" w:rsidRPr="00047FA6">
        <w:trPr>
          <w:trHeight w:val="255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Городское поселение Урдомское 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5624</w:t>
            </w:r>
          </w:p>
        </w:tc>
      </w:tr>
      <w:tr w:rsidR="009E4546" w:rsidRPr="00047FA6">
        <w:trPr>
          <w:trHeight w:val="255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Городское население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4956</w:t>
            </w:r>
          </w:p>
        </w:tc>
      </w:tr>
      <w:tr w:rsidR="009E4546" w:rsidRPr="00047FA6">
        <w:trPr>
          <w:trHeight w:val="255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рп. Урдома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4956</w:t>
            </w:r>
          </w:p>
        </w:tc>
      </w:tr>
      <w:tr w:rsidR="009E4546" w:rsidRPr="00047FA6">
        <w:trPr>
          <w:trHeight w:val="255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население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668</w:t>
            </w:r>
          </w:p>
        </w:tc>
      </w:tr>
      <w:tr w:rsidR="009E4546" w:rsidRPr="00047FA6">
        <w:trPr>
          <w:trHeight w:val="255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ж.д. станция 1180 км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E4546" w:rsidRPr="00047FA6">
        <w:trPr>
          <w:trHeight w:val="70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деревня Большой Мыс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4546" w:rsidRPr="00047FA6">
        <w:trPr>
          <w:trHeight w:val="255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деревня Бор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9E4546" w:rsidRPr="00047FA6">
        <w:trPr>
          <w:trHeight w:val="151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посёлок Вандыш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E4546" w:rsidRPr="00047FA6">
        <w:trPr>
          <w:trHeight w:val="255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деревня Верхний Конец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4546" w:rsidRPr="00047FA6">
        <w:trPr>
          <w:trHeight w:val="255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посёлок Витюнино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9E4546" w:rsidRPr="00047FA6">
        <w:trPr>
          <w:trHeight w:val="255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посёлок Железнодорожный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4546" w:rsidRPr="00047FA6">
        <w:trPr>
          <w:trHeight w:val="255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деревня Загарье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4546" w:rsidRPr="00047FA6">
        <w:trPr>
          <w:trHeight w:val="96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деревня Заречье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E4546" w:rsidRPr="00047FA6">
        <w:trPr>
          <w:trHeight w:val="255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посёлок Лупья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9E4546" w:rsidRPr="00047FA6">
        <w:trPr>
          <w:trHeight w:val="255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деревня Ошлапье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4546" w:rsidRPr="00047FA6">
        <w:trPr>
          <w:trHeight w:val="270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посёлок Пилес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4546" w:rsidRPr="00047FA6">
        <w:trPr>
          <w:trHeight w:val="255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ж.д. станция Светик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E4546" w:rsidRPr="00047FA6">
        <w:trPr>
          <w:trHeight w:val="255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ж.д. станция Слободчиково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4546" w:rsidRPr="00047FA6">
        <w:trPr>
          <w:trHeight w:val="255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деревня Суходол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E4546" w:rsidRPr="00047FA6">
        <w:trPr>
          <w:trHeight w:val="255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ж.д. станция Тыва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E4546" w:rsidRPr="00047FA6">
        <w:trPr>
          <w:trHeight w:val="255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посёлок Тыва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</w:tr>
      <w:tr w:rsidR="009E4546" w:rsidRPr="00047FA6">
        <w:trPr>
          <w:trHeight w:val="255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ж.д. станция Тыла-Иоль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4546" w:rsidRPr="00047FA6">
        <w:trPr>
          <w:trHeight w:val="255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станция Шиес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4546" w:rsidRPr="00047FA6">
        <w:trPr>
          <w:trHeight w:val="255"/>
          <w:jc w:val="center"/>
        </w:trPr>
        <w:tc>
          <w:tcPr>
            <w:tcW w:w="710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77" w:type="dxa"/>
            <w:vAlign w:val="bottom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деревня Берег</w:t>
            </w:r>
          </w:p>
        </w:tc>
        <w:tc>
          <w:tcPr>
            <w:tcW w:w="4078" w:type="dxa"/>
          </w:tcPr>
          <w:p w:rsidR="009E4546" w:rsidRPr="00047FA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E4546" w:rsidRDefault="009E4546" w:rsidP="00D06D62">
      <w:pPr>
        <w:widowControl w:val="0"/>
        <w:suppressAutoHyphens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E4546" w:rsidRPr="00427F17" w:rsidRDefault="009E4546" w:rsidP="00D06D62">
      <w:pPr>
        <w:widowControl w:val="0"/>
        <w:suppressAutoHyphens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27F1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Демографическая ситуация</w:t>
      </w:r>
    </w:p>
    <w:p w:rsidR="009E4546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17">
        <w:rPr>
          <w:rFonts w:ascii="Times New Roman" w:hAnsi="Times New Roman" w:cs="Times New Roman"/>
          <w:sz w:val="28"/>
          <w:szCs w:val="28"/>
        </w:rPr>
        <w:t>Общая численность населения поселения на 01.01.201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27F17">
        <w:rPr>
          <w:rFonts w:ascii="Times New Roman" w:hAnsi="Times New Roman" w:cs="Times New Roman"/>
          <w:sz w:val="28"/>
          <w:szCs w:val="28"/>
        </w:rPr>
        <w:t xml:space="preserve"> составила </w:t>
      </w:r>
      <w:r>
        <w:rPr>
          <w:rFonts w:ascii="Times New Roman" w:hAnsi="Times New Roman" w:cs="Times New Roman"/>
          <w:sz w:val="28"/>
          <w:szCs w:val="28"/>
        </w:rPr>
        <w:t>5624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27F17">
        <w:rPr>
          <w:rFonts w:ascii="Times New Roman" w:hAnsi="Times New Roman" w:cs="Times New Roman"/>
          <w:sz w:val="28"/>
          <w:szCs w:val="28"/>
        </w:rPr>
        <w:t>.</w:t>
      </w:r>
    </w:p>
    <w:p w:rsidR="009E4546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0C4">
        <w:rPr>
          <w:rFonts w:ascii="Times New Roman" w:hAnsi="Times New Roman" w:cs="Times New Roman"/>
          <w:sz w:val="28"/>
          <w:szCs w:val="28"/>
        </w:rPr>
        <w:t>Детей до 7 лет – 451 человек, от 7 до 14 лет – 551 человек, от 15 до 17 лет – 177 человек.</w:t>
      </w:r>
    </w:p>
    <w:p w:rsidR="009E4546" w:rsidRPr="00C1297C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97C">
        <w:rPr>
          <w:rFonts w:ascii="Times New Roman" w:hAnsi="Times New Roman" w:cs="Times New Roman"/>
          <w:sz w:val="28"/>
          <w:szCs w:val="28"/>
        </w:rPr>
        <w:t xml:space="preserve">Численность населения трудоспособного возраста составляет 2622 человек (46,6 % от общей численности населения), старше трудоспособного возраста – 1041 человек (18,5 % от общей численности населения), из них работающие лица пенсионного возраста – 362 человек (6,4 % от общей численности населения). </w:t>
      </w:r>
    </w:p>
    <w:p w:rsidR="009E4546" w:rsidRPr="00F3795F" w:rsidRDefault="009E4546" w:rsidP="00D06D62">
      <w:pPr>
        <w:widowControl w:val="0"/>
        <w:suppressAutoHyphens/>
        <w:jc w:val="center"/>
        <w:rPr>
          <w:rFonts w:ascii="Times New Roman" w:hAnsi="Times New Roman" w:cs="Times New Roman"/>
          <w:i/>
          <w:iCs/>
          <w:sz w:val="28"/>
          <w:szCs w:val="28"/>
          <w:highlight w:val="yellow"/>
        </w:rPr>
      </w:pPr>
      <w:r w:rsidRPr="00C1297C">
        <w:rPr>
          <w:rFonts w:ascii="Times New Roman" w:hAnsi="Times New Roman" w:cs="Times New Roman"/>
          <w:i/>
          <w:iCs/>
          <w:sz w:val="28"/>
          <w:szCs w:val="28"/>
        </w:rPr>
        <w:t>Данные о среднегодовом приросте населения и тенденции его изменения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4678"/>
        <w:gridCol w:w="1276"/>
        <w:gridCol w:w="1276"/>
        <w:gridCol w:w="1268"/>
      </w:tblGrid>
      <w:tr w:rsidR="009E4546" w:rsidRPr="00F3795F">
        <w:tc>
          <w:tcPr>
            <w:tcW w:w="562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9E4546" w:rsidRPr="00F3795F">
        <w:tc>
          <w:tcPr>
            <w:tcW w:w="562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Естественный прирост (убыль)</w:t>
            </w:r>
          </w:p>
        </w:tc>
        <w:tc>
          <w:tcPr>
            <w:tcW w:w="1276" w:type="dxa"/>
          </w:tcPr>
          <w:p w:rsidR="009E4546" w:rsidRPr="00C1297C" w:rsidRDefault="009E4546" w:rsidP="00C129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-32</w:t>
            </w:r>
          </w:p>
        </w:tc>
        <w:tc>
          <w:tcPr>
            <w:tcW w:w="1276" w:type="dxa"/>
          </w:tcPr>
          <w:p w:rsidR="009E4546" w:rsidRPr="00C1297C" w:rsidRDefault="009E4546" w:rsidP="00C129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-35</w:t>
            </w:r>
          </w:p>
        </w:tc>
        <w:tc>
          <w:tcPr>
            <w:tcW w:w="1268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-19</w:t>
            </w:r>
          </w:p>
        </w:tc>
      </w:tr>
      <w:tr w:rsidR="009E4546" w:rsidRPr="00F3795F">
        <w:tc>
          <w:tcPr>
            <w:tcW w:w="562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78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Рождаемость, чел</w:t>
            </w:r>
          </w:p>
        </w:tc>
        <w:tc>
          <w:tcPr>
            <w:tcW w:w="1276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276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268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9E4546" w:rsidRPr="00F3795F">
        <w:tc>
          <w:tcPr>
            <w:tcW w:w="562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78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Смертность, чел.</w:t>
            </w:r>
          </w:p>
        </w:tc>
        <w:tc>
          <w:tcPr>
            <w:tcW w:w="1276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276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268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9E4546" w:rsidRPr="00F3795F">
        <w:tc>
          <w:tcPr>
            <w:tcW w:w="562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Миграционный прирост (убыль)</w:t>
            </w:r>
          </w:p>
        </w:tc>
        <w:tc>
          <w:tcPr>
            <w:tcW w:w="1276" w:type="dxa"/>
          </w:tcPr>
          <w:p w:rsidR="009E4546" w:rsidRPr="00C1297C" w:rsidRDefault="009E4546" w:rsidP="00C129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-13</w:t>
            </w:r>
          </w:p>
        </w:tc>
        <w:tc>
          <w:tcPr>
            <w:tcW w:w="1276" w:type="dxa"/>
          </w:tcPr>
          <w:p w:rsidR="009E4546" w:rsidRPr="00C1297C" w:rsidRDefault="009E4546" w:rsidP="00C129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-102</w:t>
            </w:r>
          </w:p>
        </w:tc>
        <w:tc>
          <w:tcPr>
            <w:tcW w:w="1268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-39</w:t>
            </w:r>
          </w:p>
        </w:tc>
      </w:tr>
      <w:tr w:rsidR="009E4546" w:rsidRPr="00F3795F">
        <w:tc>
          <w:tcPr>
            <w:tcW w:w="562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678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прибыло</w:t>
            </w:r>
          </w:p>
        </w:tc>
        <w:tc>
          <w:tcPr>
            <w:tcW w:w="1276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276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268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</w:tr>
      <w:tr w:rsidR="009E4546" w:rsidRPr="00F3795F">
        <w:tc>
          <w:tcPr>
            <w:tcW w:w="562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678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выбыло</w:t>
            </w:r>
          </w:p>
        </w:tc>
        <w:tc>
          <w:tcPr>
            <w:tcW w:w="1276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276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1268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</w:tr>
      <w:tr w:rsidR="009E4546" w:rsidRPr="006255CB">
        <w:tc>
          <w:tcPr>
            <w:tcW w:w="562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Общая численность населения (среднегодовая)</w:t>
            </w:r>
          </w:p>
        </w:tc>
        <w:tc>
          <w:tcPr>
            <w:tcW w:w="1276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5733</w:t>
            </w:r>
          </w:p>
        </w:tc>
        <w:tc>
          <w:tcPr>
            <w:tcW w:w="1276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5276</w:t>
            </w:r>
          </w:p>
        </w:tc>
        <w:tc>
          <w:tcPr>
            <w:tcW w:w="1268" w:type="dxa"/>
          </w:tcPr>
          <w:p w:rsidR="009E4546" w:rsidRPr="00C1297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97C">
              <w:rPr>
                <w:rFonts w:ascii="Times New Roman" w:hAnsi="Times New Roman" w:cs="Times New Roman"/>
                <w:sz w:val="28"/>
                <w:szCs w:val="28"/>
              </w:rPr>
              <w:t>5624</w:t>
            </w:r>
          </w:p>
        </w:tc>
      </w:tr>
    </w:tbl>
    <w:p w:rsidR="009E4546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97C">
        <w:rPr>
          <w:rFonts w:ascii="Times New Roman" w:hAnsi="Times New Roman" w:cs="Times New Roman"/>
          <w:sz w:val="28"/>
          <w:szCs w:val="28"/>
        </w:rPr>
        <w:t xml:space="preserve">Демографическая ситуация в поселении </w:t>
      </w:r>
      <w:r>
        <w:rPr>
          <w:rFonts w:ascii="Times New Roman" w:hAnsi="Times New Roman" w:cs="Times New Roman"/>
          <w:sz w:val="28"/>
          <w:szCs w:val="28"/>
        </w:rPr>
        <w:t>характеризуется превышением числа</w:t>
      </w:r>
      <w:r w:rsidRPr="00C1297C">
        <w:rPr>
          <w:rFonts w:ascii="Times New Roman" w:hAnsi="Times New Roman" w:cs="Times New Roman"/>
          <w:sz w:val="28"/>
          <w:szCs w:val="28"/>
        </w:rPr>
        <w:t xml:space="preserve"> умерших </w:t>
      </w:r>
      <w:r>
        <w:rPr>
          <w:rFonts w:ascii="Times New Roman" w:hAnsi="Times New Roman" w:cs="Times New Roman"/>
          <w:sz w:val="28"/>
          <w:szCs w:val="28"/>
        </w:rPr>
        <w:t>над</w:t>
      </w:r>
      <w:r w:rsidRPr="00C1297C">
        <w:rPr>
          <w:rFonts w:ascii="Times New Roman" w:hAnsi="Times New Roman" w:cs="Times New Roman"/>
          <w:sz w:val="28"/>
          <w:szCs w:val="28"/>
        </w:rPr>
        <w:t xml:space="preserve"> число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1297C">
        <w:rPr>
          <w:rFonts w:ascii="Times New Roman" w:hAnsi="Times New Roman" w:cs="Times New Roman"/>
          <w:sz w:val="28"/>
          <w:szCs w:val="28"/>
        </w:rPr>
        <w:t xml:space="preserve"> родившихся.</w:t>
      </w:r>
      <w:r w:rsidRPr="00F40A7F">
        <w:rPr>
          <w:rFonts w:ascii="Times New Roman" w:hAnsi="Times New Roman" w:cs="Times New Roman"/>
          <w:sz w:val="28"/>
          <w:szCs w:val="28"/>
        </w:rPr>
        <w:t xml:space="preserve"> Баланс населения также ухудшается, из-за превышения числа убывших с территории, над числом прибывшим на территорию. </w:t>
      </w:r>
      <w:r>
        <w:rPr>
          <w:rFonts w:ascii="Times New Roman" w:hAnsi="Times New Roman" w:cs="Times New Roman"/>
          <w:sz w:val="28"/>
          <w:szCs w:val="28"/>
        </w:rPr>
        <w:t>Невысокая рождаемость</w:t>
      </w:r>
      <w:r w:rsidRPr="00F40A7F">
        <w:rPr>
          <w:rFonts w:ascii="Times New Roman" w:hAnsi="Times New Roman" w:cs="Times New Roman"/>
          <w:sz w:val="28"/>
          <w:szCs w:val="28"/>
        </w:rPr>
        <w:t xml:space="preserve"> объясняется следующими факторами: многократным повышением стоимости самообеспечения (питание, лечение, лекарства, одежда). В </w:t>
      </w:r>
      <w:r>
        <w:rPr>
          <w:rFonts w:ascii="Times New Roman" w:hAnsi="Times New Roman" w:cs="Times New Roman"/>
          <w:sz w:val="28"/>
          <w:szCs w:val="28"/>
        </w:rPr>
        <w:t xml:space="preserve">учреждениях здравоохранения </w:t>
      </w:r>
      <w:r w:rsidRPr="00F40A7F">
        <w:rPr>
          <w:rFonts w:ascii="Times New Roman" w:hAnsi="Times New Roman" w:cs="Times New Roman"/>
          <w:sz w:val="28"/>
          <w:szCs w:val="28"/>
        </w:rPr>
        <w:t xml:space="preserve"> нет достаточного количество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–врачей, среднего медицинского персонала</w:t>
      </w:r>
      <w:r w:rsidRPr="00F40A7F">
        <w:rPr>
          <w:rFonts w:ascii="Times New Roman" w:hAnsi="Times New Roman" w:cs="Times New Roman"/>
          <w:sz w:val="28"/>
          <w:szCs w:val="28"/>
        </w:rPr>
        <w:t xml:space="preserve">, в поселках с малой численностью закрыты школы, клубы. </w:t>
      </w:r>
    </w:p>
    <w:p w:rsidR="009E4546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546" w:rsidRPr="00C1354D" w:rsidRDefault="009E4546" w:rsidP="00F40AE5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35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Инвестиции</w:t>
      </w:r>
    </w:p>
    <w:p w:rsidR="009E4546" w:rsidRDefault="009E4546" w:rsidP="00F40A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Общий объем инвестиций в основной капитал за счет всех источников финансирования (без субъектов малого предпринимательства)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«Ленский муниципальный район»</w:t>
      </w:r>
      <w:r w:rsidRPr="00C1354D">
        <w:rPr>
          <w:rFonts w:ascii="Times New Roman" w:hAnsi="Times New Roman" w:cs="Times New Roman"/>
          <w:sz w:val="28"/>
          <w:szCs w:val="28"/>
        </w:rPr>
        <w:t xml:space="preserve">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</w:t>
      </w:r>
      <w:r>
        <w:rPr>
          <w:rFonts w:ascii="Times New Roman" w:hAnsi="Times New Roman" w:cs="Times New Roman"/>
          <w:sz w:val="28"/>
          <w:szCs w:val="28"/>
        </w:rPr>
        <w:t xml:space="preserve"> по:</w:t>
      </w:r>
    </w:p>
    <w:p w:rsidR="009E4546" w:rsidRPr="00C1354D" w:rsidRDefault="009E4546" w:rsidP="00F40A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OLE_LINK3"/>
      <w:bookmarkStart w:id="1" w:name="OLE_LINK4"/>
      <w:r w:rsidRPr="00FC52D4">
        <w:rPr>
          <w:rFonts w:ascii="Times New Roman" w:hAnsi="Times New Roman" w:cs="Times New Roman"/>
          <w:sz w:val="28"/>
          <w:szCs w:val="28"/>
        </w:rPr>
        <w:t>МО «Урдомское» - 1,3 млн</w:t>
      </w:r>
      <w:r>
        <w:rPr>
          <w:rFonts w:ascii="Times New Roman" w:hAnsi="Times New Roman" w:cs="Times New Roman"/>
          <w:sz w:val="28"/>
          <w:szCs w:val="28"/>
        </w:rPr>
        <w:t xml:space="preserve">. руб., что составляет 6% к уровню 2015 года, так как в 2015 году  осуществлялось переселение из аварийного жилого фонда. </w:t>
      </w:r>
    </w:p>
    <w:bookmarkEnd w:id="0"/>
    <w:bookmarkEnd w:id="1"/>
    <w:p w:rsidR="009E4546" w:rsidRPr="00C1354D" w:rsidRDefault="009E4546" w:rsidP="00D06D62">
      <w:pPr>
        <w:widowControl w:val="0"/>
        <w:suppressAutoHyphens/>
        <w:spacing w:before="120" w:after="12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35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Финансы</w:t>
      </w:r>
    </w:p>
    <w:p w:rsidR="009E4546" w:rsidRPr="00415A73" w:rsidRDefault="009E4546" w:rsidP="00D06D62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A73">
        <w:rPr>
          <w:rFonts w:ascii="Times New Roman" w:hAnsi="Times New Roman" w:cs="Times New Roman"/>
          <w:sz w:val="28"/>
          <w:szCs w:val="28"/>
        </w:rPr>
        <w:t>Бюджет муниципального образования «Урдомское» формируется большей частью за счет собственных доходов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4546" w:rsidRPr="00B214BF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4BF">
        <w:rPr>
          <w:rFonts w:ascii="Times New Roman" w:hAnsi="Times New Roman" w:cs="Times New Roman"/>
          <w:sz w:val="28"/>
          <w:szCs w:val="28"/>
        </w:rPr>
        <w:t>Бюджет муниципального образования «Урдомское» за 2016 год по доходам составил 30096,0 тыс. рублей, что на 34 % меньше, чем в 2015 году (45685,0 тыс. рублей в связи с завершением программы по Переселению из аварийного жилья).</w:t>
      </w:r>
    </w:p>
    <w:p w:rsidR="009E4546" w:rsidRPr="009072C4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2C4">
        <w:rPr>
          <w:rFonts w:ascii="Times New Roman" w:hAnsi="Times New Roman" w:cs="Times New Roman"/>
          <w:sz w:val="28"/>
          <w:szCs w:val="28"/>
        </w:rPr>
        <w:t>Всего поступило налоговых и неналоговых доходов за 2016 год 25069,0 тыс. рублей, что на 6% больше, чем в 2015 году (23531,0 тыс. рублей, в связи с изменением Бюджетного кодекса РФ). Так, удельный вес налоговых и неналоговых доходов в общем объеме доходов бюджета в 2016 году составил 83%, удельный вес безвозмездных поступлений от других бюджетов составил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072C4">
        <w:rPr>
          <w:rFonts w:ascii="Times New Roman" w:hAnsi="Times New Roman" w:cs="Times New Roman"/>
          <w:sz w:val="28"/>
          <w:szCs w:val="28"/>
        </w:rPr>
        <w:t>%.</w:t>
      </w:r>
    </w:p>
    <w:p w:rsidR="009E4546" w:rsidRPr="00C1354D" w:rsidRDefault="009E4546" w:rsidP="00D06D62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882">
        <w:rPr>
          <w:rFonts w:ascii="Times New Roman" w:hAnsi="Times New Roman" w:cs="Times New Roman"/>
          <w:sz w:val="28"/>
          <w:szCs w:val="28"/>
        </w:rPr>
        <w:t xml:space="preserve"> Бюджет муниципального образования «Урдомское» в 2016 году по расходам исполнен в сумме 31257,0 тыс.  рублей или на 86,9% от </w:t>
      </w:r>
      <w:r>
        <w:rPr>
          <w:rFonts w:ascii="Times New Roman" w:hAnsi="Times New Roman" w:cs="Times New Roman"/>
          <w:sz w:val="28"/>
          <w:szCs w:val="28"/>
        </w:rPr>
        <w:t>запланированных</w:t>
      </w:r>
      <w:r w:rsidRPr="00C82882">
        <w:rPr>
          <w:rFonts w:ascii="Times New Roman" w:hAnsi="Times New Roman" w:cs="Times New Roman"/>
          <w:sz w:val="28"/>
          <w:szCs w:val="28"/>
        </w:rPr>
        <w:t xml:space="preserve"> расходов, в 2015 году - в сумме 64090,0 тыс.  рублей или на 89,5% от запланированных расходов.</w:t>
      </w:r>
    </w:p>
    <w:p w:rsidR="009E4546" w:rsidRDefault="009E4546" w:rsidP="00D06D62">
      <w:pPr>
        <w:widowControl w:val="0"/>
        <w:suppressAutoHyphens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E4546" w:rsidRPr="00C1354D" w:rsidRDefault="009E4546" w:rsidP="00D06D62">
      <w:pPr>
        <w:widowControl w:val="0"/>
        <w:suppressAutoHyphens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35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Социальная сфера</w:t>
      </w:r>
    </w:p>
    <w:p w:rsidR="009E4546" w:rsidRPr="00537023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023">
        <w:rPr>
          <w:rFonts w:ascii="Times New Roman" w:hAnsi="Times New Roman" w:cs="Times New Roman"/>
          <w:sz w:val="28"/>
          <w:szCs w:val="28"/>
        </w:rPr>
        <w:t>По состоянию на 01 сентября 2017 года, численность безработных граждан, официально зарегистрированных в государственных учреждениях службы занятости населения, составила 80 человек.</w:t>
      </w:r>
    </w:p>
    <w:p w:rsidR="009E4546" w:rsidRPr="000D5642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023">
        <w:rPr>
          <w:rFonts w:ascii="Times New Roman" w:hAnsi="Times New Roman" w:cs="Times New Roman"/>
          <w:sz w:val="28"/>
          <w:szCs w:val="28"/>
        </w:rPr>
        <w:t xml:space="preserve"> 2</w:t>
      </w:r>
      <w:r w:rsidRPr="000D5642">
        <w:rPr>
          <w:rFonts w:ascii="Times New Roman" w:hAnsi="Times New Roman" w:cs="Times New Roman"/>
          <w:sz w:val="28"/>
          <w:szCs w:val="28"/>
        </w:rPr>
        <w:t>.2.Сведения о градостроительной деятельности на территории поселения</w:t>
      </w:r>
    </w:p>
    <w:p w:rsidR="009E4546" w:rsidRPr="00A46E2D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D5642">
        <w:rPr>
          <w:rFonts w:ascii="Times New Roman" w:hAnsi="Times New Roman" w:cs="Times New Roman"/>
          <w:sz w:val="28"/>
          <w:szCs w:val="28"/>
        </w:rPr>
        <w:t>С 2014 по 2016 годы на территории поселения введено:</w:t>
      </w:r>
    </w:p>
    <w:p w:rsidR="009E4546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642">
        <w:rPr>
          <w:rFonts w:ascii="Times New Roman" w:hAnsi="Times New Roman" w:cs="Times New Roman"/>
          <w:sz w:val="28"/>
          <w:szCs w:val="28"/>
          <w:u w:val="single"/>
        </w:rPr>
        <w:t>2,225</w:t>
      </w:r>
      <w:r w:rsidRPr="000D5642">
        <w:rPr>
          <w:rFonts w:ascii="Times New Roman" w:hAnsi="Times New Roman" w:cs="Times New Roman"/>
          <w:sz w:val="28"/>
          <w:szCs w:val="28"/>
        </w:rPr>
        <w:t xml:space="preserve"> тыс. м</w:t>
      </w:r>
      <w:r w:rsidRPr="000D564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D5642">
        <w:rPr>
          <w:rFonts w:ascii="Times New Roman" w:hAnsi="Times New Roman" w:cs="Times New Roman"/>
          <w:sz w:val="28"/>
          <w:szCs w:val="28"/>
        </w:rPr>
        <w:t xml:space="preserve"> объектов жилого назначения;</w:t>
      </w:r>
    </w:p>
    <w:p w:rsidR="009E4546" w:rsidRPr="000D5642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642">
        <w:rPr>
          <w:rFonts w:ascii="Times New Roman" w:hAnsi="Times New Roman" w:cs="Times New Roman"/>
          <w:sz w:val="28"/>
          <w:szCs w:val="28"/>
          <w:u w:val="single"/>
        </w:rPr>
        <w:t>1,831</w:t>
      </w:r>
      <w:r>
        <w:rPr>
          <w:rFonts w:ascii="Times New Roman" w:hAnsi="Times New Roman" w:cs="Times New Roman"/>
          <w:sz w:val="28"/>
          <w:szCs w:val="28"/>
        </w:rPr>
        <w:t xml:space="preserve"> тыс.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реконструировано объектов жилого назначения;</w:t>
      </w:r>
    </w:p>
    <w:p w:rsidR="009E4546" w:rsidRPr="000D5642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2,192</w:t>
      </w:r>
      <w:r w:rsidRPr="000D5642">
        <w:rPr>
          <w:rFonts w:ascii="Times New Roman" w:hAnsi="Times New Roman" w:cs="Times New Roman"/>
          <w:sz w:val="28"/>
          <w:szCs w:val="28"/>
        </w:rPr>
        <w:t xml:space="preserve"> тыс. м</w:t>
      </w:r>
      <w:r w:rsidRPr="000D564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D5642">
        <w:rPr>
          <w:rFonts w:ascii="Times New Roman" w:hAnsi="Times New Roman" w:cs="Times New Roman"/>
          <w:sz w:val="28"/>
          <w:szCs w:val="28"/>
        </w:rPr>
        <w:t xml:space="preserve"> объектов общественно-делового назначения;</w:t>
      </w:r>
    </w:p>
    <w:p w:rsidR="009E4546" w:rsidRPr="000D5642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642">
        <w:rPr>
          <w:rFonts w:ascii="Times New Roman" w:hAnsi="Times New Roman" w:cs="Times New Roman"/>
          <w:sz w:val="28"/>
          <w:szCs w:val="28"/>
          <w:u w:val="single"/>
        </w:rPr>
        <w:t>19,</w:t>
      </w:r>
      <w:r>
        <w:rPr>
          <w:rFonts w:ascii="Times New Roman" w:hAnsi="Times New Roman" w:cs="Times New Roman"/>
          <w:sz w:val="28"/>
          <w:szCs w:val="28"/>
          <w:u w:val="single"/>
        </w:rPr>
        <w:t>439</w:t>
      </w:r>
      <w:r w:rsidRPr="000D5642">
        <w:rPr>
          <w:rFonts w:ascii="Times New Roman" w:hAnsi="Times New Roman" w:cs="Times New Roman"/>
          <w:sz w:val="28"/>
          <w:szCs w:val="28"/>
        </w:rPr>
        <w:t xml:space="preserve"> тыс. м</w:t>
      </w:r>
      <w:r w:rsidRPr="000D564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D5642">
        <w:rPr>
          <w:rFonts w:ascii="Times New Roman" w:hAnsi="Times New Roman" w:cs="Times New Roman"/>
          <w:sz w:val="28"/>
          <w:szCs w:val="28"/>
        </w:rPr>
        <w:t xml:space="preserve"> объектов социального назначения;</w:t>
      </w:r>
    </w:p>
    <w:p w:rsidR="009E4546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37">
        <w:rPr>
          <w:rFonts w:ascii="Times New Roman" w:hAnsi="Times New Roman" w:cs="Times New Roman"/>
          <w:sz w:val="28"/>
          <w:szCs w:val="28"/>
          <w:u w:val="single"/>
        </w:rPr>
        <w:t>101</w:t>
      </w:r>
      <w:r w:rsidRPr="00335937">
        <w:rPr>
          <w:rFonts w:ascii="Times New Roman" w:hAnsi="Times New Roman" w:cs="Times New Roman"/>
          <w:sz w:val="28"/>
          <w:szCs w:val="28"/>
        </w:rPr>
        <w:t xml:space="preserve"> объект производственного назначения.</w:t>
      </w:r>
    </w:p>
    <w:p w:rsidR="009E4546" w:rsidRPr="00605DBD" w:rsidRDefault="009E4546" w:rsidP="00D06D62">
      <w:pPr>
        <w:widowControl w:val="0"/>
        <w:suppressAutoHyphens/>
        <w:spacing w:line="312" w:lineRule="auto"/>
        <w:ind w:firstLine="54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2.3.Т</w:t>
      </w:r>
      <w:r w:rsidRPr="007E5CBB">
        <w:rPr>
          <w:rFonts w:ascii="Times New Roman" w:hAnsi="Times New Roman" w:cs="Times New Roman"/>
          <w:sz w:val="28"/>
          <w:szCs w:val="28"/>
        </w:rPr>
        <w:t>ехнико-экономические параметры существующих объектов социальной инфраструктуры посел</w:t>
      </w:r>
      <w:r w:rsidRPr="00605DBD">
        <w:rPr>
          <w:rFonts w:ascii="Times New Roman" w:hAnsi="Times New Roman" w:cs="Times New Roman"/>
          <w:sz w:val="28"/>
          <w:szCs w:val="28"/>
        </w:rPr>
        <w:t>ения, сложившийся уровень обеспеченности населения поселения услугами в областях</w:t>
      </w:r>
      <w:r w:rsidRPr="00605DBD">
        <w:rPr>
          <w:rFonts w:ascii="Times New Roman" w:hAnsi="Times New Roman" w:cs="Times New Roman"/>
          <w:sz w:val="28"/>
          <w:szCs w:val="28"/>
          <w:lang w:eastAsia="ru-RU"/>
        </w:rPr>
        <w:t>образования, здравоохранения, физической культуры и массового спорта и культуры</w:t>
      </w:r>
    </w:p>
    <w:p w:rsidR="009E4546" w:rsidRDefault="009E4546" w:rsidP="00D06D62">
      <w:pPr>
        <w:widowControl w:val="0"/>
        <w:suppressAutoHyphens/>
        <w:spacing w:line="312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Образование</w:t>
      </w:r>
    </w:p>
    <w:p w:rsidR="009E4546" w:rsidRPr="00605DBD" w:rsidRDefault="009E4546" w:rsidP="00D06D62">
      <w:pPr>
        <w:widowControl w:val="0"/>
        <w:suppressAutoHyphens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поселения находится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 школ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5 детских 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>сад</w:t>
      </w:r>
      <w:r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>. Численность учащихся составляет</w:t>
      </w:r>
      <w:r w:rsidRPr="00023A7B">
        <w:rPr>
          <w:rFonts w:ascii="Times New Roman" w:hAnsi="Times New Roman" w:cs="Times New Roman"/>
          <w:sz w:val="28"/>
          <w:szCs w:val="28"/>
          <w:lang w:eastAsia="ru-RU"/>
        </w:rPr>
        <w:t>685 человек и 389 человек, посещающих детский сад.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5"/>
        <w:gridCol w:w="1522"/>
        <w:gridCol w:w="1807"/>
        <w:gridCol w:w="1178"/>
        <w:gridCol w:w="1164"/>
        <w:gridCol w:w="3200"/>
      </w:tblGrid>
      <w:tr w:rsidR="009E4546" w:rsidRPr="006255CB">
        <w:tc>
          <w:tcPr>
            <w:tcW w:w="419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39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28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191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1176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3239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9E4546" w:rsidRPr="006255CB">
        <w:tc>
          <w:tcPr>
            <w:tcW w:w="419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</w:tcPr>
          <w:p w:rsidR="009E4546" w:rsidRPr="00A46E2D" w:rsidRDefault="009E4546" w:rsidP="00D06D6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"</w:t>
            </w:r>
            <w:r w:rsidRPr="00A46E2D">
              <w:rPr>
                <w:rFonts w:ascii="Times New Roman" w:hAnsi="Times New Roman" w:cs="Times New Roman"/>
                <w:sz w:val="24"/>
                <w:szCs w:val="24"/>
              </w:rPr>
              <w:t>Урдомская средняя школа"</w:t>
            </w:r>
          </w:p>
          <w:p w:rsidR="009E4546" w:rsidRPr="00A46E2D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</w:tcPr>
          <w:p w:rsidR="009E4546" w:rsidRPr="00C7159E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r w:rsidRPr="00C715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Урдома</w:t>
            </w:r>
            <w:r w:rsidRPr="00C7159E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Вычегодская</w:t>
            </w:r>
            <w:r w:rsidRPr="00C715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43А</w:t>
            </w:r>
          </w:p>
        </w:tc>
        <w:tc>
          <w:tcPr>
            <w:tcW w:w="1191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6" w:type="dxa"/>
          </w:tcPr>
          <w:p w:rsidR="009E4546" w:rsidRPr="00023A7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7B"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3239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E4546" w:rsidRPr="006255CB">
        <w:tc>
          <w:tcPr>
            <w:tcW w:w="419" w:type="dxa"/>
          </w:tcPr>
          <w:p w:rsidR="009E4546" w:rsidRPr="006255CB" w:rsidRDefault="009E4546" w:rsidP="002D6C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9" w:type="dxa"/>
          </w:tcPr>
          <w:p w:rsidR="009E4546" w:rsidRPr="006255CB" w:rsidRDefault="009E4546" w:rsidP="002D6C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F61">
              <w:rPr>
                <w:rFonts w:ascii="Times New Roman" w:hAnsi="Times New Roman" w:cs="Times New Roman"/>
                <w:sz w:val="24"/>
                <w:szCs w:val="24"/>
              </w:rPr>
              <w:t>МБОУ " Ошлапецкая основная школа "</w:t>
            </w:r>
          </w:p>
        </w:tc>
        <w:tc>
          <w:tcPr>
            <w:tcW w:w="1828" w:type="dxa"/>
          </w:tcPr>
          <w:p w:rsidR="009E4546" w:rsidRPr="00507233" w:rsidRDefault="009E4546" w:rsidP="002D6C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Суходол</w:t>
            </w:r>
          </w:p>
        </w:tc>
        <w:tc>
          <w:tcPr>
            <w:tcW w:w="1191" w:type="dxa"/>
          </w:tcPr>
          <w:p w:rsidR="009E4546" w:rsidRPr="006255CB" w:rsidRDefault="009E4546" w:rsidP="002D6C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</w:tcPr>
          <w:p w:rsidR="009E4546" w:rsidRPr="00A46E2D" w:rsidRDefault="009E4546" w:rsidP="002D6C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39" w:type="dxa"/>
          </w:tcPr>
          <w:p w:rsidR="009E4546" w:rsidRPr="006255CB" w:rsidRDefault="009E4546" w:rsidP="002D6C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проведения капитального ремонта</w:t>
            </w:r>
          </w:p>
        </w:tc>
      </w:tr>
      <w:tr w:rsidR="009E4546" w:rsidRPr="006255CB">
        <w:tc>
          <w:tcPr>
            <w:tcW w:w="419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9" w:type="dxa"/>
          </w:tcPr>
          <w:p w:rsidR="009E4546" w:rsidRPr="004D3F61" w:rsidRDefault="009E4546" w:rsidP="00D06D6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F61">
              <w:rPr>
                <w:rFonts w:ascii="Times New Roman" w:hAnsi="Times New Roman" w:cs="Times New Roman"/>
                <w:sz w:val="24"/>
                <w:szCs w:val="24"/>
              </w:rPr>
              <w:t>МБДОУ "Детский сад "Малышок" ОРВ п. Урдома</w:t>
            </w:r>
          </w:p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</w:tcPr>
          <w:p w:rsidR="009E4546" w:rsidRPr="00C7159E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r w:rsidRPr="00C715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Урдома</w:t>
            </w:r>
            <w:r w:rsidRPr="00C7159E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Карла Либкнехта</w:t>
            </w:r>
            <w:r w:rsidRPr="00C715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91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9E4546" w:rsidRPr="00023A7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7B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239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проведения капитального ремонта</w:t>
            </w:r>
          </w:p>
        </w:tc>
      </w:tr>
      <w:tr w:rsidR="009E4546" w:rsidRPr="006255CB">
        <w:tc>
          <w:tcPr>
            <w:tcW w:w="419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9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4A7">
              <w:rPr>
                <w:rFonts w:ascii="Times New Roman" w:hAnsi="Times New Roman" w:cs="Times New Roman"/>
                <w:sz w:val="24"/>
                <w:szCs w:val="24"/>
              </w:rPr>
              <w:t>МБДОУ "Детский сад "Ласточка" ОРВ п. Урдома</w:t>
            </w:r>
          </w:p>
        </w:tc>
        <w:tc>
          <w:tcPr>
            <w:tcW w:w="1828" w:type="dxa"/>
          </w:tcPr>
          <w:p w:rsidR="009E4546" w:rsidRPr="00507233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r w:rsidRPr="00C715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Урдома</w:t>
            </w:r>
            <w:r w:rsidRPr="00C7159E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Водная</w:t>
            </w:r>
            <w:r w:rsidRPr="00C715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</w:tcPr>
          <w:p w:rsidR="009E4546" w:rsidRPr="00023A7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239" w:type="dxa"/>
          </w:tcPr>
          <w:p w:rsidR="009E4546" w:rsidRPr="006255CB" w:rsidRDefault="009E4546" w:rsidP="00FB374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довлетворительное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,требуется строительство нового детского сада</w:t>
            </w:r>
          </w:p>
        </w:tc>
      </w:tr>
      <w:tr w:rsidR="009E4546" w:rsidRPr="006255CB">
        <w:tc>
          <w:tcPr>
            <w:tcW w:w="419" w:type="dxa"/>
          </w:tcPr>
          <w:p w:rsidR="009E454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9" w:type="dxa"/>
          </w:tcPr>
          <w:p w:rsidR="009E4546" w:rsidRPr="00873F8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8C">
              <w:rPr>
                <w:rFonts w:ascii="Times New Roman" w:hAnsi="Times New Roman" w:cs="Times New Roman"/>
                <w:sz w:val="24"/>
                <w:szCs w:val="24"/>
              </w:rPr>
              <w:t xml:space="preserve">Няндский детский сад №21 "Рябинка" </w:t>
            </w:r>
          </w:p>
          <w:p w:rsidR="009E4546" w:rsidRPr="006624A7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8C">
              <w:rPr>
                <w:rFonts w:ascii="Times New Roman" w:hAnsi="Times New Roman" w:cs="Times New Roman"/>
                <w:sz w:val="24"/>
                <w:szCs w:val="24"/>
              </w:rPr>
              <w:t>МБДОУ "Детский сад №4 "Ласточка" ОРВ рп.Урдома"</w:t>
            </w:r>
          </w:p>
        </w:tc>
        <w:tc>
          <w:tcPr>
            <w:tcW w:w="1828" w:type="dxa"/>
          </w:tcPr>
          <w:p w:rsidR="009E454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F8C">
              <w:rPr>
                <w:rFonts w:ascii="Times New Roman" w:hAnsi="Times New Roman" w:cs="Times New Roman"/>
                <w:sz w:val="24"/>
                <w:szCs w:val="24"/>
              </w:rPr>
              <w:t>рп.Урдома, ул.Нянда, д.26</w:t>
            </w:r>
          </w:p>
        </w:tc>
        <w:tc>
          <w:tcPr>
            <w:tcW w:w="1191" w:type="dxa"/>
          </w:tcPr>
          <w:p w:rsidR="009E454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</w:tcPr>
          <w:p w:rsidR="009E4546" w:rsidRPr="00A46E2D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71E4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39" w:type="dxa"/>
          </w:tcPr>
          <w:p w:rsidR="009E454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проведения капитального ремонта</w:t>
            </w:r>
          </w:p>
        </w:tc>
      </w:tr>
      <w:tr w:rsidR="009E4546" w:rsidRPr="006255CB">
        <w:tc>
          <w:tcPr>
            <w:tcW w:w="419" w:type="dxa"/>
          </w:tcPr>
          <w:p w:rsidR="009E454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9" w:type="dxa"/>
          </w:tcPr>
          <w:p w:rsidR="009E4546" w:rsidRPr="00873F8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8C">
              <w:rPr>
                <w:rFonts w:ascii="Times New Roman" w:hAnsi="Times New Roman" w:cs="Times New Roman"/>
                <w:sz w:val="24"/>
                <w:szCs w:val="24"/>
              </w:rPr>
              <w:t xml:space="preserve">Урдомский детский сад №22 "Росинка" </w:t>
            </w:r>
          </w:p>
          <w:p w:rsidR="009E4546" w:rsidRPr="00873F8C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8C">
              <w:rPr>
                <w:rFonts w:ascii="Times New Roman" w:hAnsi="Times New Roman" w:cs="Times New Roman"/>
                <w:sz w:val="24"/>
                <w:szCs w:val="24"/>
              </w:rPr>
              <w:t>МБДОУ "Детский сад №4 "Ласточка" ОРВ рп.Урдома"</w:t>
            </w:r>
          </w:p>
        </w:tc>
        <w:tc>
          <w:tcPr>
            <w:tcW w:w="1828" w:type="dxa"/>
          </w:tcPr>
          <w:p w:rsidR="009E4546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F8C">
              <w:rPr>
                <w:rFonts w:ascii="Times New Roman" w:hAnsi="Times New Roman" w:cs="Times New Roman"/>
                <w:sz w:val="24"/>
                <w:szCs w:val="24"/>
              </w:rPr>
              <w:t>рп.Урдома, ул.Гагарина, д..12/1 корпус 1</w:t>
            </w:r>
          </w:p>
        </w:tc>
        <w:tc>
          <w:tcPr>
            <w:tcW w:w="1191" w:type="dxa"/>
          </w:tcPr>
          <w:p w:rsidR="009E454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</w:tcPr>
          <w:p w:rsidR="009E4546" w:rsidRPr="00A46E2D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B1F2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39" w:type="dxa"/>
          </w:tcPr>
          <w:p w:rsidR="009E454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проведения капитального ремонта</w:t>
            </w:r>
          </w:p>
        </w:tc>
      </w:tr>
      <w:tr w:rsidR="009E4546" w:rsidRPr="006255CB">
        <w:tc>
          <w:tcPr>
            <w:tcW w:w="419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9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Суходольский детский сад №11 «Сосенка»</w:t>
            </w:r>
          </w:p>
        </w:tc>
        <w:tc>
          <w:tcPr>
            <w:tcW w:w="1828" w:type="dxa"/>
          </w:tcPr>
          <w:p w:rsidR="009E4546" w:rsidRPr="00507233" w:rsidRDefault="009E4546" w:rsidP="002D6C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Суходол</w:t>
            </w:r>
          </w:p>
        </w:tc>
        <w:tc>
          <w:tcPr>
            <w:tcW w:w="1191" w:type="dxa"/>
          </w:tcPr>
          <w:p w:rsidR="009E4546" w:rsidRPr="006255CB" w:rsidRDefault="009E4546" w:rsidP="002D6C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</w:tcPr>
          <w:p w:rsidR="009E4546" w:rsidRPr="00A46E2D" w:rsidRDefault="009E4546" w:rsidP="00271E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9" w:type="dxa"/>
          </w:tcPr>
          <w:p w:rsidR="009E4546" w:rsidRPr="006255CB" w:rsidRDefault="009E4546" w:rsidP="002D6C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проведения капитального ремонта</w:t>
            </w:r>
          </w:p>
        </w:tc>
      </w:tr>
    </w:tbl>
    <w:p w:rsidR="009E4546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0"/>
        <w:gridCol w:w="1276"/>
        <w:gridCol w:w="1276"/>
        <w:gridCol w:w="1268"/>
      </w:tblGrid>
      <w:tr w:rsidR="009E4546" w:rsidRPr="006255CB">
        <w:tc>
          <w:tcPr>
            <w:tcW w:w="5240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9E4546" w:rsidRPr="006255CB">
        <w:tc>
          <w:tcPr>
            <w:tcW w:w="5240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Кол-во образовательных учреждений</w:t>
            </w:r>
          </w:p>
        </w:tc>
        <w:tc>
          <w:tcPr>
            <w:tcW w:w="1276" w:type="dxa"/>
          </w:tcPr>
          <w:p w:rsidR="009E4546" w:rsidRPr="00460952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9E4546" w:rsidRPr="00460952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68" w:type="dxa"/>
          </w:tcPr>
          <w:p w:rsidR="009E4546" w:rsidRPr="00460952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E4546" w:rsidRPr="006255CB">
        <w:tc>
          <w:tcPr>
            <w:tcW w:w="5240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Кол-во учащихся</w:t>
            </w:r>
          </w:p>
        </w:tc>
        <w:tc>
          <w:tcPr>
            <w:tcW w:w="1276" w:type="dxa"/>
          </w:tcPr>
          <w:p w:rsidR="009E4546" w:rsidRPr="003B1F2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618</w:t>
            </w:r>
          </w:p>
        </w:tc>
        <w:tc>
          <w:tcPr>
            <w:tcW w:w="1276" w:type="dxa"/>
          </w:tcPr>
          <w:p w:rsidR="009E4546" w:rsidRPr="003B1F2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653</w:t>
            </w:r>
          </w:p>
        </w:tc>
        <w:tc>
          <w:tcPr>
            <w:tcW w:w="1268" w:type="dxa"/>
          </w:tcPr>
          <w:p w:rsidR="009E4546" w:rsidRPr="003B1F2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674</w:t>
            </w:r>
          </w:p>
        </w:tc>
      </w:tr>
      <w:tr w:rsidR="009E4546" w:rsidRPr="006255CB">
        <w:tc>
          <w:tcPr>
            <w:tcW w:w="5240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Кол-во детей дошкольного возраста</w:t>
            </w:r>
          </w:p>
        </w:tc>
        <w:tc>
          <w:tcPr>
            <w:tcW w:w="1276" w:type="dxa"/>
          </w:tcPr>
          <w:p w:rsidR="009E4546" w:rsidRPr="003B1F2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336</w:t>
            </w:r>
          </w:p>
        </w:tc>
        <w:tc>
          <w:tcPr>
            <w:tcW w:w="1276" w:type="dxa"/>
          </w:tcPr>
          <w:p w:rsidR="009E4546" w:rsidRPr="003B1F2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</w:t>
            </w:r>
          </w:p>
        </w:tc>
        <w:tc>
          <w:tcPr>
            <w:tcW w:w="1268" w:type="dxa"/>
          </w:tcPr>
          <w:p w:rsidR="009E4546" w:rsidRPr="003B1F2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</w:t>
            </w:r>
          </w:p>
        </w:tc>
      </w:tr>
      <w:tr w:rsidR="009E4546" w:rsidRPr="006255CB">
        <w:tc>
          <w:tcPr>
            <w:tcW w:w="5240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Кол-во педагогических работников</w:t>
            </w:r>
          </w:p>
        </w:tc>
        <w:tc>
          <w:tcPr>
            <w:tcW w:w="1276" w:type="dxa"/>
          </w:tcPr>
          <w:p w:rsidR="009E4546" w:rsidRPr="003B1F2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276" w:type="dxa"/>
          </w:tcPr>
          <w:p w:rsidR="009E4546" w:rsidRPr="003B1F2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268" w:type="dxa"/>
          </w:tcPr>
          <w:p w:rsidR="009E4546" w:rsidRPr="003B1F2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</w:tr>
      <w:tr w:rsidR="009E4546" w:rsidRPr="006255CB">
        <w:tc>
          <w:tcPr>
            <w:tcW w:w="5240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 высшим образованием</w:t>
            </w:r>
          </w:p>
        </w:tc>
        <w:tc>
          <w:tcPr>
            <w:tcW w:w="1276" w:type="dxa"/>
          </w:tcPr>
          <w:p w:rsidR="009E4546" w:rsidRPr="003B1F2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276" w:type="dxa"/>
          </w:tcPr>
          <w:p w:rsidR="009E4546" w:rsidRPr="003B1F2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268" w:type="dxa"/>
          </w:tcPr>
          <w:p w:rsidR="009E4546" w:rsidRPr="003B1F2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9E4546" w:rsidRPr="006255CB">
        <w:tc>
          <w:tcPr>
            <w:tcW w:w="5240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со средне-специальным образованием</w:t>
            </w:r>
          </w:p>
        </w:tc>
        <w:tc>
          <w:tcPr>
            <w:tcW w:w="1276" w:type="dxa"/>
          </w:tcPr>
          <w:p w:rsidR="009E4546" w:rsidRPr="003B1F2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276" w:type="dxa"/>
          </w:tcPr>
          <w:p w:rsidR="009E4546" w:rsidRPr="003B1F2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268" w:type="dxa"/>
          </w:tcPr>
          <w:p w:rsidR="009E4546" w:rsidRPr="003B1F2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</w:tbl>
    <w:p w:rsidR="009E4546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9E9">
        <w:rPr>
          <w:rFonts w:ascii="Times New Roman" w:hAnsi="Times New Roman" w:cs="Times New Roman"/>
          <w:sz w:val="28"/>
          <w:szCs w:val="28"/>
        </w:rPr>
        <w:t>Педагогический состав. В школах и детских садах трудится 114 педагогических работника. Средний возраст педагогических работников более 40 лет, на лицо старение кадрового состава педагогов в поселении, почти нет молодых специалистов. Основными причинами данной ситуации является  отсутствие благоустроенного жилья в поселении.</w:t>
      </w:r>
    </w:p>
    <w:p w:rsidR="009E4546" w:rsidRDefault="009E4546" w:rsidP="00D06D62">
      <w:pPr>
        <w:widowControl w:val="0"/>
        <w:suppressAutoHyphens/>
        <w:spacing w:line="312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Здравоохранение</w:t>
      </w:r>
    </w:p>
    <w:p w:rsidR="009E4546" w:rsidRPr="00605DBD" w:rsidRDefault="009E4546" w:rsidP="000C48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96F50">
        <w:rPr>
          <w:rFonts w:ascii="Times New Roman" w:hAnsi="Times New Roman" w:cs="Times New Roman"/>
          <w:sz w:val="28"/>
          <w:szCs w:val="28"/>
          <w:lang w:eastAsia="ru-RU"/>
        </w:rPr>
        <w:t>На территории поселения находится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Урдомская больница подразделение</w:t>
      </w:r>
      <w:r w:rsidRPr="00DF537C">
        <w:rPr>
          <w:rFonts w:ascii="Times New Roman" w:hAnsi="Times New Roman" w:cs="Times New Roman"/>
          <w:sz w:val="28"/>
          <w:szCs w:val="28"/>
          <w:lang w:eastAsia="ru-RU"/>
        </w:rPr>
        <w:t>ГБУЗ «Яренская центральная районная больница» (ЦРБ)</w:t>
      </w:r>
      <w:r>
        <w:rPr>
          <w:rFonts w:ascii="Times New Roman" w:hAnsi="Times New Roman" w:cs="Times New Roman"/>
          <w:sz w:val="28"/>
          <w:szCs w:val="28"/>
          <w:lang w:eastAsia="ru-RU"/>
        </w:rPr>
        <w:t>, 1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 xml:space="preserve"> фельдшерско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>акушерски</w:t>
      </w: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 xml:space="preserve"> пункта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>Жителям оказывается первая медицинская помощь.</w:t>
      </w:r>
    </w:p>
    <w:tbl>
      <w:tblPr>
        <w:tblW w:w="90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9"/>
        <w:gridCol w:w="2478"/>
        <w:gridCol w:w="2119"/>
        <w:gridCol w:w="1321"/>
        <w:gridCol w:w="2640"/>
      </w:tblGrid>
      <w:tr w:rsidR="009E4546" w:rsidRPr="006255CB">
        <w:tc>
          <w:tcPr>
            <w:tcW w:w="509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78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19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321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2640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9E4546" w:rsidRPr="006255CB">
        <w:tc>
          <w:tcPr>
            <w:tcW w:w="509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8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Урдомская больница подразделение </w:t>
            </w:r>
            <w:r w:rsidRPr="008D32C0">
              <w:rPr>
                <w:rFonts w:ascii="Times New Roman" w:hAnsi="Times New Roman" w:cs="Times New Roman"/>
                <w:sz w:val="24"/>
                <w:szCs w:val="24"/>
              </w:rPr>
              <w:t>ГБУЗ «Яренская центральная районная больница» (ЦРБ)</w:t>
            </w:r>
          </w:p>
        </w:tc>
        <w:tc>
          <w:tcPr>
            <w:tcW w:w="2119" w:type="dxa"/>
          </w:tcPr>
          <w:p w:rsidR="009E4546" w:rsidRPr="008D32C0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3F8C">
              <w:rPr>
                <w:rFonts w:ascii="Times New Roman" w:hAnsi="Times New Roman" w:cs="Times New Roman"/>
                <w:sz w:val="24"/>
                <w:szCs w:val="24"/>
              </w:rPr>
              <w:t>п. Урдома, ул. Молодежная, д. 35</w:t>
            </w:r>
          </w:p>
        </w:tc>
        <w:tc>
          <w:tcPr>
            <w:tcW w:w="1321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0" w:type="dxa"/>
          </w:tcPr>
          <w:p w:rsidR="009E4546" w:rsidRPr="00C71715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довлетворительное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требуется строительство новой больницы</w:t>
            </w:r>
          </w:p>
        </w:tc>
      </w:tr>
      <w:tr w:rsidR="009E4546" w:rsidRPr="006255CB">
        <w:tc>
          <w:tcPr>
            <w:tcW w:w="509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8" w:type="dxa"/>
          </w:tcPr>
          <w:p w:rsidR="009E454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119" w:type="dxa"/>
          </w:tcPr>
          <w:p w:rsidR="009E454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Бор, ул. Центральная, д. 5</w:t>
            </w:r>
          </w:p>
        </w:tc>
        <w:tc>
          <w:tcPr>
            <w:tcW w:w="1321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</w:tcPr>
          <w:p w:rsidR="009E454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9E4546" w:rsidRPr="007E5CBB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0"/>
        <w:gridCol w:w="1276"/>
        <w:gridCol w:w="1276"/>
        <w:gridCol w:w="1268"/>
      </w:tblGrid>
      <w:tr w:rsidR="009E4546" w:rsidRPr="006255CB">
        <w:tc>
          <w:tcPr>
            <w:tcW w:w="5240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9E4546" w:rsidRPr="00873F8C">
        <w:tc>
          <w:tcPr>
            <w:tcW w:w="5240" w:type="dxa"/>
          </w:tcPr>
          <w:p w:rsidR="009E4546" w:rsidRPr="0010211A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11A">
              <w:rPr>
                <w:rFonts w:ascii="Times New Roman" w:hAnsi="Times New Roman" w:cs="Times New Roman"/>
                <w:sz w:val="28"/>
                <w:szCs w:val="28"/>
              </w:rPr>
              <w:t>Численность врачей с высшим образованием</w:t>
            </w:r>
          </w:p>
        </w:tc>
        <w:tc>
          <w:tcPr>
            <w:tcW w:w="1276" w:type="dxa"/>
          </w:tcPr>
          <w:p w:rsidR="009E4546" w:rsidRPr="0010211A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11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276" w:type="dxa"/>
          </w:tcPr>
          <w:p w:rsidR="009E4546" w:rsidRPr="0010211A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11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268" w:type="dxa"/>
          </w:tcPr>
          <w:p w:rsidR="009E4546" w:rsidRPr="0010211A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11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9E4546" w:rsidRPr="00873F8C">
        <w:tc>
          <w:tcPr>
            <w:tcW w:w="5240" w:type="dxa"/>
          </w:tcPr>
          <w:p w:rsidR="009E4546" w:rsidRPr="0010211A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11A">
              <w:rPr>
                <w:rFonts w:ascii="Times New Roman" w:hAnsi="Times New Roman" w:cs="Times New Roman"/>
                <w:sz w:val="28"/>
                <w:szCs w:val="28"/>
              </w:rPr>
              <w:t>Численность фельдшеров</w:t>
            </w:r>
          </w:p>
        </w:tc>
        <w:tc>
          <w:tcPr>
            <w:tcW w:w="1276" w:type="dxa"/>
          </w:tcPr>
          <w:p w:rsidR="009E4546" w:rsidRPr="0010211A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11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9E4546" w:rsidRPr="0010211A" w:rsidRDefault="009E4546" w:rsidP="0010211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11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8" w:type="dxa"/>
          </w:tcPr>
          <w:p w:rsidR="009E4546" w:rsidRPr="0010211A" w:rsidRDefault="009E4546" w:rsidP="0010211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11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E4546" w:rsidRPr="00873F8C">
        <w:tc>
          <w:tcPr>
            <w:tcW w:w="5240" w:type="dxa"/>
          </w:tcPr>
          <w:p w:rsidR="009E4546" w:rsidRPr="0010211A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11A">
              <w:rPr>
                <w:rFonts w:ascii="Times New Roman" w:hAnsi="Times New Roman" w:cs="Times New Roman"/>
                <w:sz w:val="28"/>
                <w:szCs w:val="28"/>
              </w:rPr>
              <w:t>Численность среднего медицинского персонала</w:t>
            </w:r>
          </w:p>
        </w:tc>
        <w:tc>
          <w:tcPr>
            <w:tcW w:w="1276" w:type="dxa"/>
          </w:tcPr>
          <w:p w:rsidR="009E4546" w:rsidRPr="0010211A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11A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276" w:type="dxa"/>
          </w:tcPr>
          <w:p w:rsidR="009E4546" w:rsidRPr="0010211A" w:rsidRDefault="009E4546" w:rsidP="0010211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11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268" w:type="dxa"/>
          </w:tcPr>
          <w:p w:rsidR="009E4546" w:rsidRPr="0010211A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11A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9E4546" w:rsidRPr="006255CB">
        <w:tc>
          <w:tcPr>
            <w:tcW w:w="5240" w:type="dxa"/>
          </w:tcPr>
          <w:p w:rsidR="009E4546" w:rsidRPr="0010211A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11A">
              <w:rPr>
                <w:rFonts w:ascii="Times New Roman" w:hAnsi="Times New Roman" w:cs="Times New Roman"/>
                <w:sz w:val="28"/>
                <w:szCs w:val="28"/>
              </w:rPr>
              <w:t>Кол-во медицинских учреждений</w:t>
            </w:r>
          </w:p>
        </w:tc>
        <w:tc>
          <w:tcPr>
            <w:tcW w:w="1276" w:type="dxa"/>
          </w:tcPr>
          <w:p w:rsidR="009E4546" w:rsidRPr="0010211A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1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9E4546" w:rsidRPr="0010211A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1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9E4546" w:rsidRPr="0010211A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1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9E4546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546" w:rsidRPr="008717ED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Специфика потери здоровья сельскими жителями определяется, прежде всего, условиями жизни и труда. Сельские жители практически лишены элементарных коммунальных удобств, труд чаще носит физический характер.</w:t>
      </w:r>
    </w:p>
    <w:p w:rsidR="009E4546" w:rsidRPr="008717ED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Причина высокой заболеваемости населения кроется в т.ч. и в особенностях проживания на селе:</w:t>
      </w:r>
    </w:p>
    <w:p w:rsidR="009E4546" w:rsidRPr="008717ED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низкий уровень</w:t>
      </w:r>
      <w:r>
        <w:rPr>
          <w:rFonts w:ascii="Times New Roman" w:hAnsi="Times New Roman" w:cs="Times New Roman"/>
          <w:sz w:val="28"/>
          <w:szCs w:val="28"/>
        </w:rPr>
        <w:t xml:space="preserve"> жизни</w:t>
      </w:r>
      <w:r w:rsidRPr="008717ED">
        <w:rPr>
          <w:rFonts w:ascii="Times New Roman" w:hAnsi="Times New Roman" w:cs="Times New Roman"/>
          <w:sz w:val="28"/>
          <w:szCs w:val="28"/>
        </w:rPr>
        <w:t>,</w:t>
      </w:r>
    </w:p>
    <w:p w:rsidR="009E4546" w:rsidRPr="008717ED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отсутствие средств на приобретение лекарств,</w:t>
      </w:r>
    </w:p>
    <w:p w:rsidR="009E4546" w:rsidRPr="008717ED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низкая социальная культура,</w:t>
      </w:r>
    </w:p>
    <w:p w:rsidR="009E4546" w:rsidRPr="008717ED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малая плотность населения,</w:t>
      </w:r>
    </w:p>
    <w:p w:rsidR="009E4546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</w:p>
    <w:p w:rsidR="009E4546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D06D62">
      <w:pPr>
        <w:widowControl w:val="0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Физическая культура и массовый спорт</w:t>
      </w:r>
    </w:p>
    <w:tbl>
      <w:tblPr>
        <w:tblW w:w="98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"/>
        <w:gridCol w:w="2559"/>
        <w:gridCol w:w="2867"/>
        <w:gridCol w:w="1304"/>
        <w:gridCol w:w="2580"/>
      </w:tblGrid>
      <w:tr w:rsidR="009E4546" w:rsidRPr="006255CB">
        <w:tc>
          <w:tcPr>
            <w:tcW w:w="512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9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867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304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Мощность (м</w:t>
            </w:r>
            <w:r w:rsidRPr="006255C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пола)</w:t>
            </w:r>
          </w:p>
        </w:tc>
        <w:tc>
          <w:tcPr>
            <w:tcW w:w="2580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9E4546" w:rsidRPr="006255CB">
        <w:tc>
          <w:tcPr>
            <w:tcW w:w="512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9" w:type="dxa"/>
          </w:tcPr>
          <w:p w:rsidR="009E4546" w:rsidRPr="00595EF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зал МБОУ «Урдомской СШ»</w:t>
            </w:r>
          </w:p>
        </w:tc>
        <w:tc>
          <w:tcPr>
            <w:tcW w:w="2867" w:type="dxa"/>
          </w:tcPr>
          <w:p w:rsidR="009E4546" w:rsidRPr="00595EF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ул. Вычегодская, д. 43А</w:t>
            </w:r>
          </w:p>
        </w:tc>
        <w:tc>
          <w:tcPr>
            <w:tcW w:w="1304" w:type="dxa"/>
            <w:vAlign w:val="center"/>
          </w:tcPr>
          <w:p w:rsidR="009E4546" w:rsidRPr="00822E18" w:rsidRDefault="009E4546" w:rsidP="00F40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2580" w:type="dxa"/>
            <w:vAlign w:val="center"/>
          </w:tcPr>
          <w:p w:rsidR="009E4546" w:rsidRPr="00595EF6" w:rsidRDefault="009E4546" w:rsidP="00F40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E4546" w:rsidRPr="006255CB">
        <w:tc>
          <w:tcPr>
            <w:tcW w:w="512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9" w:type="dxa"/>
          </w:tcPr>
          <w:p w:rsidR="009E4546" w:rsidRPr="00595EF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зал МБОУ «Урдомская СШ»</w:t>
            </w:r>
          </w:p>
        </w:tc>
        <w:tc>
          <w:tcPr>
            <w:tcW w:w="2867" w:type="dxa"/>
          </w:tcPr>
          <w:p w:rsidR="009E4546" w:rsidRPr="00595EF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ул. Вычегодская, д. 43А</w:t>
            </w:r>
          </w:p>
        </w:tc>
        <w:tc>
          <w:tcPr>
            <w:tcW w:w="1304" w:type="dxa"/>
            <w:vAlign w:val="center"/>
          </w:tcPr>
          <w:p w:rsidR="009E4546" w:rsidRPr="00822E18" w:rsidRDefault="009E4546" w:rsidP="00F40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159,2</w:t>
            </w:r>
          </w:p>
        </w:tc>
        <w:tc>
          <w:tcPr>
            <w:tcW w:w="2580" w:type="dxa"/>
            <w:vAlign w:val="center"/>
          </w:tcPr>
          <w:p w:rsidR="009E4546" w:rsidRPr="00595EF6" w:rsidRDefault="009E4546" w:rsidP="00F40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E4546" w:rsidRPr="006255CB">
        <w:tc>
          <w:tcPr>
            <w:tcW w:w="512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9" w:type="dxa"/>
          </w:tcPr>
          <w:p w:rsidR="009E4546" w:rsidRPr="00595EF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зал МБОУ «Урдомская СШ»</w:t>
            </w:r>
          </w:p>
        </w:tc>
        <w:tc>
          <w:tcPr>
            <w:tcW w:w="2867" w:type="dxa"/>
          </w:tcPr>
          <w:p w:rsidR="009E4546" w:rsidRPr="00595EF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ул. Вычегодская, д. 44</w:t>
            </w:r>
          </w:p>
        </w:tc>
        <w:tc>
          <w:tcPr>
            <w:tcW w:w="1304" w:type="dxa"/>
            <w:vAlign w:val="center"/>
          </w:tcPr>
          <w:p w:rsidR="009E4546" w:rsidRPr="00822E18" w:rsidRDefault="009E4546" w:rsidP="00F40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580" w:type="dxa"/>
            <w:vAlign w:val="center"/>
          </w:tcPr>
          <w:p w:rsidR="009E4546" w:rsidRPr="00595EF6" w:rsidRDefault="009E4546" w:rsidP="00F40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9E4546" w:rsidRPr="006255CB">
        <w:tc>
          <w:tcPr>
            <w:tcW w:w="512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9" w:type="dxa"/>
          </w:tcPr>
          <w:p w:rsidR="009E4546" w:rsidRPr="00595EF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зал МБОУ «Урдомская СШ»</w:t>
            </w:r>
          </w:p>
        </w:tc>
        <w:tc>
          <w:tcPr>
            <w:tcW w:w="2867" w:type="dxa"/>
          </w:tcPr>
          <w:p w:rsidR="009E4546" w:rsidRPr="00595EF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ул. Ленина, д. 7</w:t>
            </w:r>
          </w:p>
        </w:tc>
        <w:tc>
          <w:tcPr>
            <w:tcW w:w="1304" w:type="dxa"/>
            <w:vAlign w:val="center"/>
          </w:tcPr>
          <w:p w:rsidR="009E4546" w:rsidRPr="00822E18" w:rsidRDefault="009E4546" w:rsidP="00F40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2580" w:type="dxa"/>
            <w:vAlign w:val="center"/>
          </w:tcPr>
          <w:p w:rsidR="009E4546" w:rsidRPr="00595EF6" w:rsidRDefault="009E4546" w:rsidP="00F40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9E4546" w:rsidRPr="006255CB">
        <w:tc>
          <w:tcPr>
            <w:tcW w:w="512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9" w:type="dxa"/>
          </w:tcPr>
          <w:p w:rsidR="009E4546" w:rsidRPr="00595EF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 МБОУ «Ошлапецкая СШ»</w:t>
            </w:r>
          </w:p>
        </w:tc>
        <w:tc>
          <w:tcPr>
            <w:tcW w:w="2867" w:type="dxa"/>
          </w:tcPr>
          <w:p w:rsidR="009E4546" w:rsidRPr="00595EF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Бор, ул. Центральная, д. 1</w:t>
            </w:r>
          </w:p>
        </w:tc>
        <w:tc>
          <w:tcPr>
            <w:tcW w:w="1304" w:type="dxa"/>
            <w:vAlign w:val="center"/>
          </w:tcPr>
          <w:p w:rsidR="009E4546" w:rsidRPr="00822E18" w:rsidRDefault="009E4546" w:rsidP="00F40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580" w:type="dxa"/>
            <w:vAlign w:val="center"/>
          </w:tcPr>
          <w:p w:rsidR="009E4546" w:rsidRPr="00595EF6" w:rsidRDefault="009E4546" w:rsidP="00F40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Требуется проведение капитального ремонта</w:t>
            </w:r>
          </w:p>
        </w:tc>
      </w:tr>
      <w:tr w:rsidR="009E4546" w:rsidRPr="006255CB">
        <w:tc>
          <w:tcPr>
            <w:tcW w:w="512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9" w:type="dxa"/>
          </w:tcPr>
          <w:p w:rsidR="009E4546" w:rsidRPr="00595EF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 МБОУ «Урдомская СШ»</w:t>
            </w:r>
          </w:p>
        </w:tc>
        <w:tc>
          <w:tcPr>
            <w:tcW w:w="2867" w:type="dxa"/>
          </w:tcPr>
          <w:p w:rsidR="009E4546" w:rsidRPr="00595EF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ул. Вычегодская, д. 44</w:t>
            </w:r>
          </w:p>
        </w:tc>
        <w:tc>
          <w:tcPr>
            <w:tcW w:w="1304" w:type="dxa"/>
            <w:vAlign w:val="center"/>
          </w:tcPr>
          <w:p w:rsidR="009E4546" w:rsidRPr="00822E18" w:rsidRDefault="009E4546" w:rsidP="00F40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2580" w:type="dxa"/>
            <w:vAlign w:val="center"/>
          </w:tcPr>
          <w:p w:rsidR="009E4546" w:rsidRPr="00595EF6" w:rsidRDefault="009E4546" w:rsidP="00F40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9E4546" w:rsidRPr="006255CB">
        <w:tc>
          <w:tcPr>
            <w:tcW w:w="512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9" w:type="dxa"/>
          </w:tcPr>
          <w:p w:rsidR="009E4546" w:rsidRPr="00595EF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 МБОУ «Урдомская СШ»</w:t>
            </w:r>
          </w:p>
        </w:tc>
        <w:tc>
          <w:tcPr>
            <w:tcW w:w="2867" w:type="dxa"/>
          </w:tcPr>
          <w:p w:rsidR="009E4546" w:rsidRPr="00595EF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ул. Вычегодская, д. 43А</w:t>
            </w:r>
          </w:p>
        </w:tc>
        <w:tc>
          <w:tcPr>
            <w:tcW w:w="1304" w:type="dxa"/>
            <w:vAlign w:val="center"/>
          </w:tcPr>
          <w:p w:rsidR="009E4546" w:rsidRPr="00822E18" w:rsidRDefault="009E4546" w:rsidP="00F40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2580" w:type="dxa"/>
            <w:vAlign w:val="center"/>
          </w:tcPr>
          <w:p w:rsidR="009E4546" w:rsidRPr="00595EF6" w:rsidRDefault="009E4546" w:rsidP="00F40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E4546" w:rsidRPr="006255CB">
        <w:tc>
          <w:tcPr>
            <w:tcW w:w="512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9" w:type="dxa"/>
          </w:tcPr>
          <w:p w:rsidR="009E4546" w:rsidRPr="00595EF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 МБОУ «Урдомская СШ»</w:t>
            </w:r>
          </w:p>
        </w:tc>
        <w:tc>
          <w:tcPr>
            <w:tcW w:w="2867" w:type="dxa"/>
          </w:tcPr>
          <w:p w:rsidR="009E4546" w:rsidRPr="00595EF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ул. Ленина, д. 7</w:t>
            </w:r>
          </w:p>
        </w:tc>
        <w:tc>
          <w:tcPr>
            <w:tcW w:w="1304" w:type="dxa"/>
            <w:vAlign w:val="center"/>
          </w:tcPr>
          <w:p w:rsidR="009E4546" w:rsidRPr="00822E18" w:rsidRDefault="009E4546" w:rsidP="00F40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2580" w:type="dxa"/>
          </w:tcPr>
          <w:p w:rsidR="009E4546" w:rsidRDefault="009E4546" w:rsidP="00F40AE5">
            <w:r w:rsidRPr="00997D7D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9E4546" w:rsidRPr="006255CB">
        <w:tc>
          <w:tcPr>
            <w:tcW w:w="512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9" w:type="dxa"/>
          </w:tcPr>
          <w:p w:rsidR="009E454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Мини-футбольное поле</w:t>
            </w:r>
          </w:p>
        </w:tc>
        <w:tc>
          <w:tcPr>
            <w:tcW w:w="2867" w:type="dxa"/>
          </w:tcPr>
          <w:p w:rsidR="009E454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 ДК</w:t>
            </w:r>
          </w:p>
        </w:tc>
        <w:tc>
          <w:tcPr>
            <w:tcW w:w="1304" w:type="dxa"/>
            <w:vAlign w:val="center"/>
          </w:tcPr>
          <w:p w:rsidR="009E4546" w:rsidRDefault="009E4546" w:rsidP="00F40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580" w:type="dxa"/>
          </w:tcPr>
          <w:p w:rsidR="009E4546" w:rsidRDefault="009E4546" w:rsidP="00F40AE5">
            <w:r w:rsidRPr="00997D7D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9E4546" w:rsidRPr="006255CB">
        <w:tc>
          <w:tcPr>
            <w:tcW w:w="512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9" w:type="dxa"/>
          </w:tcPr>
          <w:p w:rsidR="009E454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</w:tc>
        <w:tc>
          <w:tcPr>
            <w:tcW w:w="2867" w:type="dxa"/>
          </w:tcPr>
          <w:p w:rsidR="009E4546" w:rsidRPr="00595EF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ул. К. Либкнехта</w:t>
            </w:r>
          </w:p>
        </w:tc>
        <w:tc>
          <w:tcPr>
            <w:tcW w:w="1304" w:type="dxa"/>
            <w:vAlign w:val="center"/>
          </w:tcPr>
          <w:p w:rsidR="009E4546" w:rsidRDefault="009E4546" w:rsidP="00F40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2580" w:type="dxa"/>
          </w:tcPr>
          <w:p w:rsidR="009E4546" w:rsidRDefault="009E4546" w:rsidP="00F40AE5">
            <w:r w:rsidRPr="00997D7D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9E4546" w:rsidRPr="006255CB">
        <w:tc>
          <w:tcPr>
            <w:tcW w:w="512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9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Физкультурно-оздоровительный комплекс (здание бассейна)</w:t>
            </w:r>
          </w:p>
        </w:tc>
        <w:tc>
          <w:tcPr>
            <w:tcW w:w="2867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рп. Урдома ул. Архангельская д. 22</w:t>
            </w:r>
          </w:p>
        </w:tc>
        <w:tc>
          <w:tcPr>
            <w:tcW w:w="1304" w:type="dxa"/>
            <w:vAlign w:val="center"/>
          </w:tcPr>
          <w:p w:rsidR="009E4546" w:rsidRPr="006023CD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</w:p>
        </w:tc>
        <w:tc>
          <w:tcPr>
            <w:tcW w:w="2580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E4546" w:rsidRPr="006255CB">
        <w:tc>
          <w:tcPr>
            <w:tcW w:w="512" w:type="dxa"/>
          </w:tcPr>
          <w:p w:rsidR="009E454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9" w:type="dxa"/>
          </w:tcPr>
          <w:p w:rsidR="009E454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</w:tc>
        <w:tc>
          <w:tcPr>
            <w:tcW w:w="2867" w:type="dxa"/>
          </w:tcPr>
          <w:p w:rsidR="009E4546" w:rsidRPr="00595EF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ул. К. Либкнехта</w:t>
            </w:r>
          </w:p>
        </w:tc>
        <w:tc>
          <w:tcPr>
            <w:tcW w:w="1304" w:type="dxa"/>
            <w:vAlign w:val="center"/>
          </w:tcPr>
          <w:p w:rsidR="009E4546" w:rsidRDefault="009E4546" w:rsidP="00F40A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580" w:type="dxa"/>
          </w:tcPr>
          <w:p w:rsidR="009E4546" w:rsidRDefault="009E4546" w:rsidP="00F40AE5">
            <w:r w:rsidRPr="00997D7D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9E4546" w:rsidRPr="006255CB">
        <w:tc>
          <w:tcPr>
            <w:tcW w:w="512" w:type="dxa"/>
          </w:tcPr>
          <w:p w:rsidR="009E454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9" w:type="dxa"/>
          </w:tcPr>
          <w:p w:rsidR="009E454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Тренажерный зал</w:t>
            </w:r>
          </w:p>
        </w:tc>
        <w:tc>
          <w:tcPr>
            <w:tcW w:w="2867" w:type="dxa"/>
          </w:tcPr>
          <w:p w:rsidR="009E4546" w:rsidRPr="00595EF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ул. К. Либкнехта</w:t>
            </w:r>
          </w:p>
        </w:tc>
        <w:tc>
          <w:tcPr>
            <w:tcW w:w="1304" w:type="dxa"/>
            <w:vAlign w:val="center"/>
          </w:tcPr>
          <w:p w:rsidR="009E4546" w:rsidRDefault="009E4546" w:rsidP="00F40A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80" w:type="dxa"/>
          </w:tcPr>
          <w:p w:rsidR="009E4546" w:rsidRDefault="009E4546" w:rsidP="00F40AE5">
            <w:r w:rsidRPr="00997D7D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9E4546" w:rsidRPr="006255CB">
        <w:tc>
          <w:tcPr>
            <w:tcW w:w="512" w:type="dxa"/>
          </w:tcPr>
          <w:p w:rsidR="009E4546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9" w:type="dxa"/>
          </w:tcPr>
          <w:p w:rsidR="009E454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Стрелковый тир</w:t>
            </w:r>
          </w:p>
        </w:tc>
        <w:tc>
          <w:tcPr>
            <w:tcW w:w="2867" w:type="dxa"/>
          </w:tcPr>
          <w:p w:rsidR="009E4546" w:rsidRPr="00595EF6" w:rsidRDefault="009E4546" w:rsidP="00F40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ул. Вычегодская, д. 43А</w:t>
            </w:r>
          </w:p>
        </w:tc>
        <w:tc>
          <w:tcPr>
            <w:tcW w:w="1304" w:type="dxa"/>
            <w:vAlign w:val="center"/>
          </w:tcPr>
          <w:p w:rsidR="009E4546" w:rsidRDefault="009E4546" w:rsidP="00F40A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303,8</w:t>
            </w:r>
          </w:p>
        </w:tc>
        <w:tc>
          <w:tcPr>
            <w:tcW w:w="2580" w:type="dxa"/>
          </w:tcPr>
          <w:p w:rsidR="009E4546" w:rsidRDefault="009E4546" w:rsidP="00F40A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</w:tbl>
    <w:p w:rsidR="009E4546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546" w:rsidRPr="005701C1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701C1">
        <w:rPr>
          <w:rFonts w:ascii="Times New Roman" w:hAnsi="Times New Roman" w:cs="Times New Roman"/>
          <w:sz w:val="28"/>
          <w:szCs w:val="28"/>
        </w:rPr>
        <w:t xml:space="preserve"> поселении ведется спортивная работа:</w:t>
      </w:r>
    </w:p>
    <w:p w:rsidR="009E4546" w:rsidRPr="005701C1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В зимний период молодежь поселения катается на коньках, на лыжах, играют в хоккей.</w:t>
      </w:r>
    </w:p>
    <w:p w:rsidR="009E4546" w:rsidRPr="005701C1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Поселение достойно представляет многие виды спорта на районных соревнованиях, спартакиадах.</w:t>
      </w:r>
    </w:p>
    <w:p w:rsidR="009E4546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Проблемы в области развития физкультуры и спо</w:t>
      </w:r>
      <w:r>
        <w:rPr>
          <w:rFonts w:ascii="Times New Roman" w:hAnsi="Times New Roman" w:cs="Times New Roman"/>
          <w:sz w:val="28"/>
          <w:szCs w:val="28"/>
        </w:rPr>
        <w:t>рта: необходимо строительство новых спортивных объектов.</w:t>
      </w:r>
    </w:p>
    <w:p w:rsidR="009E4546" w:rsidRDefault="009E4546" w:rsidP="00D06D6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D06D6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</w:t>
      </w:r>
    </w:p>
    <w:p w:rsidR="009E4546" w:rsidRPr="0079318F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18F">
        <w:rPr>
          <w:rFonts w:ascii="Times New Roman" w:hAnsi="Times New Roman" w:cs="Times New Roman"/>
          <w:sz w:val="28"/>
          <w:szCs w:val="28"/>
        </w:rPr>
        <w:t>Предоставление услуг населению в области культуры в поселении осуществляют:</w:t>
      </w:r>
    </w:p>
    <w:p w:rsidR="009E4546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1"/>
        <w:gridCol w:w="2031"/>
        <w:gridCol w:w="3346"/>
        <w:gridCol w:w="1984"/>
        <w:gridCol w:w="2049"/>
      </w:tblGrid>
      <w:tr w:rsidR="009E4546" w:rsidRPr="006255CB">
        <w:tc>
          <w:tcPr>
            <w:tcW w:w="451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31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46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984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(число посадочных мест)</w:t>
            </w:r>
          </w:p>
        </w:tc>
        <w:tc>
          <w:tcPr>
            <w:tcW w:w="2049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9E4546" w:rsidRPr="006255CB">
        <w:tc>
          <w:tcPr>
            <w:tcW w:w="451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 культуры</w:t>
            </w:r>
          </w:p>
        </w:tc>
        <w:tc>
          <w:tcPr>
            <w:tcW w:w="3346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049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546" w:rsidRPr="006255CB">
        <w:tc>
          <w:tcPr>
            <w:tcW w:w="451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1" w:type="dxa"/>
          </w:tcPr>
          <w:p w:rsidR="009E4546" w:rsidRPr="00FF3113" w:rsidRDefault="009E4546" w:rsidP="00D06D62">
            <w:pPr>
              <w:pStyle w:val="ListParagraph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EB5">
              <w:rPr>
                <w:rFonts w:ascii="Times New Roman" w:hAnsi="Times New Roman" w:cs="Times New Roman"/>
                <w:sz w:val="24"/>
                <w:szCs w:val="24"/>
              </w:rPr>
              <w:t>МБУ "Центр культуры и досуга"</w:t>
            </w:r>
          </w:p>
        </w:tc>
        <w:tc>
          <w:tcPr>
            <w:tcW w:w="3346" w:type="dxa"/>
          </w:tcPr>
          <w:p w:rsidR="009E4546" w:rsidRPr="00FF3113" w:rsidRDefault="009E4546" w:rsidP="00D06D62">
            <w:pPr>
              <w:pStyle w:val="ListParagraph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1657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 xml:space="preserve">0, Архангельская обл, Ленский район,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рп. Урдома</w:t>
            </w: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 xml:space="preserve">, ул,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9E4546" w:rsidRPr="00FF3113" w:rsidRDefault="009E4546" w:rsidP="00D06D62">
            <w:pPr>
              <w:pStyle w:val="ListParagraph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2049" w:type="dxa"/>
          </w:tcPr>
          <w:p w:rsidR="009E4546" w:rsidRPr="00FF3113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9E4546" w:rsidRPr="006255CB">
        <w:tc>
          <w:tcPr>
            <w:tcW w:w="451" w:type="dxa"/>
          </w:tcPr>
          <w:p w:rsidR="009E454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:rsidR="009E4546" w:rsidRPr="00371EB5" w:rsidRDefault="009E4546" w:rsidP="00D06D62">
            <w:pPr>
              <w:pStyle w:val="ListParagraph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6D62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3346" w:type="dxa"/>
          </w:tcPr>
          <w:p w:rsidR="009E4546" w:rsidRPr="00FF3113" w:rsidRDefault="009E4546" w:rsidP="00D06D62">
            <w:pPr>
              <w:pStyle w:val="ListParagraph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1657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 xml:space="preserve">0, Архангельская обл, Ленский район,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рп. Урдома</w:t>
            </w: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 xml:space="preserve">, ул,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Вычегодская 45</w:t>
            </w: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984" w:type="dxa"/>
          </w:tcPr>
          <w:p w:rsidR="009E4546" w:rsidRPr="00371EB5" w:rsidRDefault="009E4546" w:rsidP="00D06D62">
            <w:pPr>
              <w:pStyle w:val="ListParagraph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8038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049" w:type="dxa"/>
          </w:tcPr>
          <w:p w:rsidR="009E4546" w:rsidRPr="00FF3113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 ремонт</w:t>
            </w:r>
          </w:p>
        </w:tc>
      </w:tr>
      <w:tr w:rsidR="009E4546" w:rsidRPr="006255CB">
        <w:tc>
          <w:tcPr>
            <w:tcW w:w="451" w:type="dxa"/>
          </w:tcPr>
          <w:p w:rsidR="009E454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:rsidR="009E4546" w:rsidRPr="00FF3113" w:rsidRDefault="009E4546" w:rsidP="00D06D62">
            <w:pPr>
              <w:pStyle w:val="ListParagraph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Клубы</w:t>
            </w:r>
          </w:p>
        </w:tc>
        <w:tc>
          <w:tcPr>
            <w:tcW w:w="3346" w:type="dxa"/>
          </w:tcPr>
          <w:p w:rsidR="009E4546" w:rsidRPr="00FF3113" w:rsidRDefault="009E4546" w:rsidP="00D06D62">
            <w:pPr>
              <w:pStyle w:val="ListParagraph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4546" w:rsidRPr="00FF3113" w:rsidRDefault="009E4546" w:rsidP="00D06D62">
            <w:pPr>
              <w:pStyle w:val="ListParagraph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049" w:type="dxa"/>
          </w:tcPr>
          <w:p w:rsidR="009E4546" w:rsidRPr="00FF3113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546" w:rsidRPr="006255CB">
        <w:tc>
          <w:tcPr>
            <w:tcW w:w="451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1" w:type="dxa"/>
          </w:tcPr>
          <w:p w:rsidR="009E4546" w:rsidRPr="00FF3113" w:rsidRDefault="009E4546" w:rsidP="00D06D62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«Суходольский»</w:t>
            </w:r>
          </w:p>
        </w:tc>
        <w:tc>
          <w:tcPr>
            <w:tcW w:w="3346" w:type="dxa"/>
          </w:tcPr>
          <w:p w:rsidR="009E4546" w:rsidRPr="00FF3113" w:rsidRDefault="009E4546" w:rsidP="00D06D62">
            <w:pPr>
              <w:pStyle w:val="ListParagraph"/>
              <w:widowControl w:val="0"/>
              <w:suppressAutoHyphens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1657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9E4546" w:rsidRPr="00FF3113" w:rsidRDefault="009E4546" w:rsidP="00D06D62">
            <w:pPr>
              <w:pStyle w:val="ListParagraph"/>
              <w:widowControl w:val="0"/>
              <w:suppressAutoHyphens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Суходол</w:t>
            </w:r>
          </w:p>
        </w:tc>
        <w:tc>
          <w:tcPr>
            <w:tcW w:w="1984" w:type="dxa"/>
          </w:tcPr>
          <w:p w:rsidR="009E4546" w:rsidRPr="00FF3113" w:rsidRDefault="009E4546" w:rsidP="00D06D62">
            <w:pPr>
              <w:pStyle w:val="ListParagraph"/>
              <w:widowControl w:val="0"/>
              <w:suppressAutoHyphens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49" w:type="dxa"/>
          </w:tcPr>
          <w:p w:rsidR="009E4546" w:rsidRDefault="009E4546" w:rsidP="00D06D62">
            <w:pPr>
              <w:widowControl w:val="0"/>
              <w:suppressAutoHyphens/>
            </w:pPr>
            <w:r w:rsidRPr="0046669B">
              <w:rPr>
                <w:rFonts w:ascii="Times New Roman" w:hAnsi="Times New Roman" w:cs="Times New Roman"/>
                <w:sz w:val="24"/>
                <w:szCs w:val="24"/>
              </w:rPr>
              <w:t>Требуется ремонт</w:t>
            </w:r>
          </w:p>
        </w:tc>
      </w:tr>
      <w:tr w:rsidR="009E4546" w:rsidRPr="006255CB">
        <w:tc>
          <w:tcPr>
            <w:tcW w:w="451" w:type="dxa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1" w:type="dxa"/>
          </w:tcPr>
          <w:p w:rsidR="009E4546" w:rsidRPr="00FF3113" w:rsidRDefault="009E4546" w:rsidP="00D06D62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«Витюнинский»</w:t>
            </w:r>
          </w:p>
        </w:tc>
        <w:tc>
          <w:tcPr>
            <w:tcW w:w="3346" w:type="dxa"/>
          </w:tcPr>
          <w:p w:rsidR="009E4546" w:rsidRPr="00FF3113" w:rsidRDefault="009E4546" w:rsidP="00D06D62">
            <w:pPr>
              <w:pStyle w:val="ListParagraph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Витюнино</w:t>
            </w:r>
          </w:p>
        </w:tc>
        <w:tc>
          <w:tcPr>
            <w:tcW w:w="1984" w:type="dxa"/>
          </w:tcPr>
          <w:p w:rsidR="009E4546" w:rsidRPr="00FF3113" w:rsidRDefault="009E4546" w:rsidP="00D06D62">
            <w:pPr>
              <w:pStyle w:val="ListParagraph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49" w:type="dxa"/>
          </w:tcPr>
          <w:p w:rsidR="009E4546" w:rsidRDefault="009E4546" w:rsidP="00D06D62">
            <w:pPr>
              <w:widowControl w:val="0"/>
              <w:suppressAutoHyphens/>
            </w:pPr>
            <w:r w:rsidRPr="0046669B">
              <w:rPr>
                <w:rFonts w:ascii="Times New Roman" w:hAnsi="Times New Roman" w:cs="Times New Roman"/>
                <w:sz w:val="24"/>
                <w:szCs w:val="24"/>
              </w:rPr>
              <w:t>Требуется ремонт</w:t>
            </w:r>
          </w:p>
        </w:tc>
      </w:tr>
    </w:tbl>
    <w:p w:rsidR="009E4546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546" w:rsidRPr="00826D90" w:rsidRDefault="009E4546" w:rsidP="00D06D62">
      <w:pPr>
        <w:pStyle w:val="Default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D90">
        <w:rPr>
          <w:rFonts w:ascii="Times New Roman" w:hAnsi="Times New Roman" w:cs="Times New Roman"/>
          <w:sz w:val="28"/>
          <w:szCs w:val="28"/>
        </w:rPr>
        <w:t xml:space="preserve">В Доме культуры поселения созданы взрослые и детские коллективы, работают кружки для взрослых и детей различных направлений: танцевальные, музыкальные и т.д. </w:t>
      </w:r>
    </w:p>
    <w:p w:rsidR="009E4546" w:rsidRPr="00826D90" w:rsidRDefault="009E4546" w:rsidP="00D06D62">
      <w:pPr>
        <w:pStyle w:val="Default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D90">
        <w:rPr>
          <w:rFonts w:ascii="Times New Roman" w:hAnsi="Times New Roman" w:cs="Times New Roman"/>
          <w:sz w:val="28"/>
          <w:szCs w:val="28"/>
        </w:rPr>
        <w:t>Одним из основных направлений работы является работа по организации досуга детей и подростков.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D90">
        <w:rPr>
          <w:rFonts w:ascii="Times New Roman" w:hAnsi="Times New Roman" w:cs="Times New Roman"/>
          <w:sz w:val="28"/>
          <w:szCs w:val="28"/>
        </w:rPr>
        <w:t xml:space="preserve">Это проведение интеллектуальных игр, дней молодежи, праздников, уличных и настольных игр, различных спартакиад, соревнований по разным видам спорта. </w:t>
      </w:r>
    </w:p>
    <w:p w:rsidR="009E4546" w:rsidRPr="00826D90" w:rsidRDefault="009E4546" w:rsidP="00D06D62">
      <w:pPr>
        <w:pStyle w:val="Default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D90">
        <w:rPr>
          <w:rFonts w:ascii="Times New Roman" w:hAnsi="Times New Roman" w:cs="Times New Roman"/>
          <w:sz w:val="28"/>
          <w:szCs w:val="28"/>
        </w:rPr>
        <w:t xml:space="preserve">Задача в культурно-досуговых учреждениях – вводить инновационные формы организации досуга населения и увеличить процент охвата населения </w:t>
      </w:r>
    </w:p>
    <w:p w:rsidR="009E4546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648">
        <w:rPr>
          <w:rFonts w:ascii="Times New Roman" w:hAnsi="Times New Roman" w:cs="Times New Roman"/>
          <w:sz w:val="28"/>
          <w:szCs w:val="28"/>
        </w:rPr>
        <w:t xml:space="preserve">Проведение этих мероприятий позволит увеличить обеспеченность населения </w:t>
      </w:r>
      <w:r>
        <w:rPr>
          <w:rFonts w:ascii="Times New Roman" w:hAnsi="Times New Roman" w:cs="Times New Roman"/>
          <w:sz w:val="28"/>
          <w:szCs w:val="28"/>
        </w:rPr>
        <w:t>городского</w:t>
      </w:r>
      <w:r w:rsidRPr="00325648">
        <w:rPr>
          <w:rFonts w:ascii="Times New Roman" w:hAnsi="Times New Roman" w:cs="Times New Roman"/>
          <w:sz w:val="28"/>
          <w:szCs w:val="28"/>
        </w:rPr>
        <w:t xml:space="preserve"> поселения культурно-досуговыми учреждениями и качеством услуг.</w:t>
      </w:r>
    </w:p>
    <w:p w:rsidR="009E4546" w:rsidRPr="00826D90" w:rsidRDefault="009E4546" w:rsidP="00D06D62">
      <w:pPr>
        <w:pStyle w:val="Default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1612AE">
      <w:pPr>
        <w:widowControl w:val="0"/>
        <w:suppressAutoHyphens/>
        <w:jc w:val="both"/>
        <w:rPr>
          <w:rFonts w:ascii="Times New Roman" w:hAnsi="Times New Roman" w:cs="Times New Roman"/>
          <w:sz w:val="28"/>
          <w:szCs w:val="28"/>
        </w:rPr>
        <w:sectPr w:rsidR="009E4546" w:rsidSect="005A4853">
          <w:headerReference w:type="default" r:id="rId6"/>
          <w:headerReference w:type="first" r:id="rId7"/>
          <w:pgSz w:w="11906" w:h="16838" w:code="9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9E4546" w:rsidRPr="00615FA9" w:rsidRDefault="009E4546" w:rsidP="001612AE">
      <w:pPr>
        <w:widowControl w:val="0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615FA9">
        <w:rPr>
          <w:rFonts w:ascii="Times New Roman" w:hAnsi="Times New Roman" w:cs="Times New Roman"/>
          <w:sz w:val="28"/>
          <w:szCs w:val="28"/>
        </w:rPr>
        <w:t>Таблица 2.4.1. Уровень обеспеченности социальными объектами и доступности социальных объектов</w:t>
      </w:r>
    </w:p>
    <w:tbl>
      <w:tblPr>
        <w:tblW w:w="150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7"/>
        <w:gridCol w:w="3353"/>
        <w:gridCol w:w="3178"/>
        <w:gridCol w:w="1984"/>
        <w:gridCol w:w="3545"/>
        <w:gridCol w:w="2410"/>
      </w:tblGrid>
      <w:tr w:rsidR="009E4546" w:rsidRPr="00E80382">
        <w:tc>
          <w:tcPr>
            <w:tcW w:w="547" w:type="dxa"/>
          </w:tcPr>
          <w:p w:rsidR="009E4546" w:rsidRPr="00615FA9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5FA9">
              <w:rPr>
                <w:rFonts w:ascii="Times New Roman" w:hAnsi="Times New Roman" w:cs="Times New Roman"/>
                <w:sz w:val="24"/>
                <w:szCs w:val="24"/>
              </w:rPr>
              <w:br w:type="page"/>
              <w:t>№</w:t>
            </w:r>
          </w:p>
        </w:tc>
        <w:tc>
          <w:tcPr>
            <w:tcW w:w="3353" w:type="dxa"/>
          </w:tcPr>
          <w:p w:rsidR="009E4546" w:rsidRPr="00615FA9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5FA9">
              <w:rPr>
                <w:rFonts w:ascii="Times New Roman" w:hAnsi="Times New Roman" w:cs="Times New Roman"/>
                <w:sz w:val="24"/>
                <w:szCs w:val="24"/>
              </w:rPr>
              <w:t>Тип социального объекта</w:t>
            </w:r>
          </w:p>
        </w:tc>
        <w:tc>
          <w:tcPr>
            <w:tcW w:w="3178" w:type="dxa"/>
          </w:tcPr>
          <w:p w:rsidR="009E4546" w:rsidRPr="00615FA9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5FA9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 объектами в соответствии с МНГП</w:t>
            </w:r>
          </w:p>
        </w:tc>
        <w:tc>
          <w:tcPr>
            <w:tcW w:w="1984" w:type="dxa"/>
          </w:tcPr>
          <w:p w:rsidR="009E4546" w:rsidRPr="00615FA9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5FA9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доступности объектов в соответствии с МНГП</w:t>
            </w:r>
          </w:p>
        </w:tc>
        <w:tc>
          <w:tcPr>
            <w:tcW w:w="3545" w:type="dxa"/>
          </w:tcPr>
          <w:p w:rsidR="009E4546" w:rsidRPr="00615FA9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5FA9">
              <w:rPr>
                <w:rFonts w:ascii="Times New Roman" w:hAnsi="Times New Roman" w:cs="Times New Roman"/>
                <w:sz w:val="24"/>
                <w:szCs w:val="24"/>
              </w:rPr>
              <w:t>Фактический уровень обеспеченности социальными объектами</w:t>
            </w:r>
          </w:p>
        </w:tc>
        <w:tc>
          <w:tcPr>
            <w:tcW w:w="2410" w:type="dxa"/>
          </w:tcPr>
          <w:p w:rsidR="009E4546" w:rsidRPr="00615FA9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5FA9">
              <w:rPr>
                <w:rFonts w:ascii="Times New Roman" w:hAnsi="Times New Roman" w:cs="Times New Roman"/>
                <w:sz w:val="24"/>
                <w:szCs w:val="24"/>
              </w:rPr>
              <w:t>Фактический максимальный уровень доступности социальных объектов</w:t>
            </w:r>
          </w:p>
        </w:tc>
      </w:tr>
      <w:tr w:rsidR="009E4546" w:rsidRPr="00E80382">
        <w:tc>
          <w:tcPr>
            <w:tcW w:w="547" w:type="dxa"/>
          </w:tcPr>
          <w:p w:rsidR="009E4546" w:rsidRPr="000142BB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353" w:type="dxa"/>
          </w:tcPr>
          <w:p w:rsidR="009E4546" w:rsidRPr="000142BB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сфере образования</w:t>
            </w: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178" w:type="dxa"/>
          </w:tcPr>
          <w:p w:rsidR="009E4546" w:rsidRPr="000142BB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4546" w:rsidRPr="000142BB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9E4546" w:rsidRPr="000142BB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4546" w:rsidRPr="000142BB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546" w:rsidRPr="00E80382">
        <w:tc>
          <w:tcPr>
            <w:tcW w:w="547" w:type="dxa"/>
          </w:tcPr>
          <w:p w:rsidR="009E4546" w:rsidRPr="000142BB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3" w:type="dxa"/>
          </w:tcPr>
          <w:p w:rsidR="009E4546" w:rsidRPr="000142BB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3178" w:type="dxa"/>
          </w:tcPr>
          <w:p w:rsidR="009E4546" w:rsidRPr="000142BB" w:rsidRDefault="009E4546" w:rsidP="000142B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</w:rPr>
              <w:t>95% охват детей в возрасте от 3 до 7 лет</w:t>
            </w:r>
          </w:p>
        </w:tc>
        <w:tc>
          <w:tcPr>
            <w:tcW w:w="1984" w:type="dxa"/>
          </w:tcPr>
          <w:p w:rsidR="009E4546" w:rsidRPr="000142BB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>500 метров</w:t>
            </w:r>
          </w:p>
        </w:tc>
        <w:tc>
          <w:tcPr>
            <w:tcW w:w="3545" w:type="dxa"/>
          </w:tcPr>
          <w:p w:rsidR="009E4546" w:rsidRPr="000142BB" w:rsidRDefault="009E4546" w:rsidP="000142B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 xml:space="preserve">382 мест на  389 детей </w:t>
            </w:r>
            <w:r w:rsidRPr="000142BB">
              <w:rPr>
                <w:rFonts w:ascii="Times New Roman" w:hAnsi="Times New Roman" w:cs="Times New Roman"/>
              </w:rPr>
              <w:t>в возрасте от 3 до 7 лет (93,5% охват)</w:t>
            </w:r>
          </w:p>
        </w:tc>
        <w:tc>
          <w:tcPr>
            <w:tcW w:w="2410" w:type="dxa"/>
          </w:tcPr>
          <w:p w:rsidR="009E4546" w:rsidRPr="000142BB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>500 метров</w:t>
            </w:r>
          </w:p>
        </w:tc>
      </w:tr>
      <w:tr w:rsidR="009E4546" w:rsidRPr="00E80382">
        <w:tc>
          <w:tcPr>
            <w:tcW w:w="547" w:type="dxa"/>
          </w:tcPr>
          <w:p w:rsidR="009E4546" w:rsidRPr="000142BB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3" w:type="dxa"/>
          </w:tcPr>
          <w:p w:rsidR="009E4546" w:rsidRPr="000142BB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3178" w:type="dxa"/>
          </w:tcPr>
          <w:p w:rsidR="009E4546" w:rsidRPr="000142BB" w:rsidRDefault="009E4546" w:rsidP="00615FA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</w:rPr>
              <w:t>100% охват основным общим средним образованием детей (1 - 9 классы); 75% охват детей средним образованием (10 - 11 классы)</w:t>
            </w:r>
          </w:p>
        </w:tc>
        <w:tc>
          <w:tcPr>
            <w:tcW w:w="1984" w:type="dxa"/>
          </w:tcPr>
          <w:p w:rsidR="009E4546" w:rsidRPr="000142BB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 xml:space="preserve">2000 метров или 15 мин. транспортная доступность </w:t>
            </w:r>
          </w:p>
        </w:tc>
        <w:tc>
          <w:tcPr>
            <w:tcW w:w="3545" w:type="dxa"/>
          </w:tcPr>
          <w:p w:rsidR="009E4546" w:rsidRPr="00015E67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7">
              <w:rPr>
                <w:rFonts w:ascii="Times New Roman" w:hAnsi="Times New Roman" w:cs="Times New Roman"/>
                <w:sz w:val="24"/>
                <w:szCs w:val="24"/>
              </w:rPr>
              <w:t>890 мест на 685 учеников</w:t>
            </w:r>
          </w:p>
          <w:p w:rsidR="009E4546" w:rsidRPr="00E80382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5E67">
              <w:rPr>
                <w:rFonts w:ascii="Times New Roman" w:hAnsi="Times New Roman" w:cs="Times New Roman"/>
                <w:sz w:val="24"/>
                <w:szCs w:val="24"/>
              </w:rPr>
              <w:t>(100% охват)</w:t>
            </w:r>
          </w:p>
        </w:tc>
        <w:tc>
          <w:tcPr>
            <w:tcW w:w="2410" w:type="dxa"/>
          </w:tcPr>
          <w:p w:rsidR="009E4546" w:rsidRPr="00E80382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>2000 метров или 15 мин. транспортная доступность</w:t>
            </w:r>
          </w:p>
        </w:tc>
      </w:tr>
      <w:tr w:rsidR="009E4546" w:rsidRPr="00E80382">
        <w:tc>
          <w:tcPr>
            <w:tcW w:w="547" w:type="dxa"/>
          </w:tcPr>
          <w:p w:rsidR="009E4546" w:rsidRPr="000142BB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3" w:type="dxa"/>
            <w:vAlign w:val="center"/>
          </w:tcPr>
          <w:p w:rsidR="009E4546" w:rsidRPr="000142BB" w:rsidRDefault="009E4546" w:rsidP="00D06D62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3178" w:type="dxa"/>
          </w:tcPr>
          <w:p w:rsidR="009E4546" w:rsidRPr="000142BB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>1 объект  на 3-10 тыс. жителей</w:t>
            </w:r>
          </w:p>
        </w:tc>
        <w:tc>
          <w:tcPr>
            <w:tcW w:w="1984" w:type="dxa"/>
          </w:tcPr>
          <w:p w:rsidR="009E4546" w:rsidRPr="000142BB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</w:rPr>
              <w:t>10 км транспортная доступность</w:t>
            </w:r>
          </w:p>
        </w:tc>
        <w:tc>
          <w:tcPr>
            <w:tcW w:w="3545" w:type="dxa"/>
          </w:tcPr>
          <w:p w:rsidR="009E4546" w:rsidRPr="000142BB" w:rsidRDefault="009E4546" w:rsidP="001612A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 xml:space="preserve">1 объект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 xml:space="preserve">а 5,6 тыс.жителей </w:t>
            </w:r>
          </w:p>
        </w:tc>
        <w:tc>
          <w:tcPr>
            <w:tcW w:w="2410" w:type="dxa"/>
          </w:tcPr>
          <w:p w:rsidR="009E4546" w:rsidRPr="000142BB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</w:rPr>
              <w:t>10 км транспортная доступность</w:t>
            </w:r>
          </w:p>
        </w:tc>
      </w:tr>
      <w:tr w:rsidR="009E4546" w:rsidRPr="00E80382">
        <w:tc>
          <w:tcPr>
            <w:tcW w:w="547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353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сфере здравоохранения</w:t>
            </w: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178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546" w:rsidRPr="00E80382">
        <w:tc>
          <w:tcPr>
            <w:tcW w:w="547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3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Стационары</w:t>
            </w:r>
          </w:p>
        </w:tc>
        <w:tc>
          <w:tcPr>
            <w:tcW w:w="3178" w:type="dxa"/>
          </w:tcPr>
          <w:p w:rsidR="009E4546" w:rsidRPr="00A14A01" w:rsidRDefault="009E4546" w:rsidP="00A14A0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</w:rPr>
              <w:t>12,5 коек на 1 тыс. жителей</w:t>
            </w:r>
          </w:p>
        </w:tc>
        <w:tc>
          <w:tcPr>
            <w:tcW w:w="1984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</w:rPr>
              <w:t>30-минутная транспортная  доступность</w:t>
            </w:r>
          </w:p>
        </w:tc>
        <w:tc>
          <w:tcPr>
            <w:tcW w:w="3545" w:type="dxa"/>
          </w:tcPr>
          <w:p w:rsidR="009E4546" w:rsidRPr="00A14A01" w:rsidRDefault="009E4546" w:rsidP="00A14A0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5,6 коек на 1 тыс. жителей (43,2% охват)</w:t>
            </w:r>
          </w:p>
        </w:tc>
        <w:tc>
          <w:tcPr>
            <w:tcW w:w="2410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</w:rPr>
              <w:t>30-минутная транспортная  доступность</w:t>
            </w:r>
          </w:p>
        </w:tc>
      </w:tr>
      <w:tr w:rsidR="009E4546" w:rsidRPr="00E80382">
        <w:tc>
          <w:tcPr>
            <w:tcW w:w="547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3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Поликлиники, амбулатории</w:t>
            </w:r>
          </w:p>
        </w:tc>
        <w:tc>
          <w:tcPr>
            <w:tcW w:w="3178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</w:rPr>
              <w:t>20 посещений в смену на 1 тыс. жителей</w:t>
            </w:r>
          </w:p>
        </w:tc>
        <w:tc>
          <w:tcPr>
            <w:tcW w:w="1984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</w:rPr>
              <w:t>30-минутная транспортная  доступность</w:t>
            </w:r>
          </w:p>
        </w:tc>
        <w:tc>
          <w:tcPr>
            <w:tcW w:w="3545" w:type="dxa"/>
          </w:tcPr>
          <w:p w:rsidR="009E4546" w:rsidRPr="00A14A01" w:rsidRDefault="009E4546" w:rsidP="00A14A0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  <w:r w:rsidRPr="00A14A01">
              <w:rPr>
                <w:rFonts w:ascii="Times New Roman" w:hAnsi="Times New Roman" w:cs="Times New Roman"/>
              </w:rPr>
              <w:t xml:space="preserve"> посещений в смену на 1 тыс. жителей (78,2 % охват)</w:t>
            </w:r>
          </w:p>
        </w:tc>
        <w:tc>
          <w:tcPr>
            <w:tcW w:w="2410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</w:rPr>
              <w:t>30-минутная транспортная  доступность</w:t>
            </w:r>
          </w:p>
        </w:tc>
      </w:tr>
      <w:tr w:rsidR="009E4546" w:rsidRPr="00E80382">
        <w:tc>
          <w:tcPr>
            <w:tcW w:w="547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3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Пункт скорой медицинской помощи</w:t>
            </w:r>
          </w:p>
        </w:tc>
        <w:tc>
          <w:tcPr>
            <w:tcW w:w="3178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 xml:space="preserve">1 автомобиль  на 5 тыс. </w:t>
            </w:r>
            <w:r w:rsidRPr="00A14A01">
              <w:rPr>
                <w:rFonts w:ascii="Times New Roman" w:hAnsi="Times New Roman" w:cs="Times New Roman"/>
              </w:rPr>
              <w:t>жителей</w:t>
            </w:r>
          </w:p>
        </w:tc>
        <w:tc>
          <w:tcPr>
            <w:tcW w:w="1984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</w:rPr>
              <w:t>30-минутная доступность на специальном автомобиле</w:t>
            </w:r>
          </w:p>
        </w:tc>
        <w:tc>
          <w:tcPr>
            <w:tcW w:w="3545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 xml:space="preserve">1 автомобиль  на 5 тыс. </w:t>
            </w:r>
            <w:r w:rsidRPr="00A14A01">
              <w:rPr>
                <w:rFonts w:ascii="Times New Roman" w:hAnsi="Times New Roman" w:cs="Times New Roman"/>
              </w:rPr>
              <w:t>жителей</w:t>
            </w:r>
          </w:p>
        </w:tc>
        <w:tc>
          <w:tcPr>
            <w:tcW w:w="2410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</w:rPr>
              <w:t>30-минутная доступность на специальном автомобиле</w:t>
            </w:r>
          </w:p>
        </w:tc>
      </w:tr>
      <w:tr w:rsidR="009E4546" w:rsidRPr="00E80382">
        <w:tc>
          <w:tcPr>
            <w:tcW w:w="547" w:type="dxa"/>
          </w:tcPr>
          <w:p w:rsidR="009E4546" w:rsidRPr="000142BB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353" w:type="dxa"/>
          </w:tcPr>
          <w:p w:rsidR="009E4546" w:rsidRPr="000142BB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сфере физической культуры и массового спорта</w:t>
            </w:r>
          </w:p>
        </w:tc>
        <w:tc>
          <w:tcPr>
            <w:tcW w:w="3178" w:type="dxa"/>
          </w:tcPr>
          <w:p w:rsidR="009E4546" w:rsidRPr="00E80382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</w:tcPr>
          <w:p w:rsidR="009E4546" w:rsidRPr="00E80382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45" w:type="dxa"/>
          </w:tcPr>
          <w:p w:rsidR="009E4546" w:rsidRPr="00E80382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9E4546" w:rsidRPr="00E80382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E4546" w:rsidRPr="00E80382">
        <w:tc>
          <w:tcPr>
            <w:tcW w:w="547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3" w:type="dxa"/>
            <w:vAlign w:val="center"/>
          </w:tcPr>
          <w:p w:rsidR="009E4546" w:rsidRPr="00A14A01" w:rsidRDefault="009E4546" w:rsidP="00D06D62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Плоскостные сооружения</w:t>
            </w:r>
          </w:p>
        </w:tc>
        <w:tc>
          <w:tcPr>
            <w:tcW w:w="3178" w:type="dxa"/>
          </w:tcPr>
          <w:p w:rsidR="009E4546" w:rsidRPr="00A14A01" w:rsidRDefault="009E4546" w:rsidP="00D06D62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A14A01">
              <w:rPr>
                <w:rFonts w:ascii="Times New Roman" w:hAnsi="Times New Roman" w:cs="Times New Roman"/>
              </w:rPr>
              <w:t>1,95 тыс. кв. м  на 1 тыс. человек</w:t>
            </w:r>
          </w:p>
        </w:tc>
        <w:tc>
          <w:tcPr>
            <w:tcW w:w="1984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700 м</w:t>
            </w:r>
          </w:p>
        </w:tc>
        <w:tc>
          <w:tcPr>
            <w:tcW w:w="3545" w:type="dxa"/>
          </w:tcPr>
          <w:p w:rsidR="009E4546" w:rsidRPr="00A14A01" w:rsidRDefault="009E4546" w:rsidP="00A14A0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0,8 тыс. кв. м. на 1 тыс. жителей</w:t>
            </w:r>
          </w:p>
        </w:tc>
        <w:tc>
          <w:tcPr>
            <w:tcW w:w="2410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700 м</w:t>
            </w:r>
          </w:p>
        </w:tc>
      </w:tr>
      <w:tr w:rsidR="009E4546" w:rsidRPr="00E80382">
        <w:tc>
          <w:tcPr>
            <w:tcW w:w="547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3" w:type="dxa"/>
            <w:vAlign w:val="center"/>
          </w:tcPr>
          <w:p w:rsidR="009E4546" w:rsidRPr="00A14A01" w:rsidRDefault="009E4546" w:rsidP="00D06D62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Спортивные залы *</w:t>
            </w:r>
          </w:p>
        </w:tc>
        <w:tc>
          <w:tcPr>
            <w:tcW w:w="3178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0,35 тыс. кв.м на 1тыс. жителей</w:t>
            </w:r>
          </w:p>
        </w:tc>
        <w:tc>
          <w:tcPr>
            <w:tcW w:w="1984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1500 м</w:t>
            </w:r>
          </w:p>
        </w:tc>
        <w:tc>
          <w:tcPr>
            <w:tcW w:w="3545" w:type="dxa"/>
          </w:tcPr>
          <w:p w:rsidR="009E4546" w:rsidRPr="00A14A01" w:rsidRDefault="009E4546" w:rsidP="00A14A0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0,3 тыс. кв.м. на 1 тыс. жителей</w:t>
            </w:r>
          </w:p>
        </w:tc>
        <w:tc>
          <w:tcPr>
            <w:tcW w:w="2410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1500 м</w:t>
            </w:r>
          </w:p>
        </w:tc>
      </w:tr>
      <w:tr w:rsidR="009E4546" w:rsidRPr="00E80382">
        <w:tc>
          <w:tcPr>
            <w:tcW w:w="547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3353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сфере культуры</w:t>
            </w:r>
          </w:p>
        </w:tc>
        <w:tc>
          <w:tcPr>
            <w:tcW w:w="3178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4546" w:rsidRPr="00E80382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E4546" w:rsidRPr="00E80382">
        <w:tc>
          <w:tcPr>
            <w:tcW w:w="547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3" w:type="dxa"/>
            <w:vAlign w:val="center"/>
          </w:tcPr>
          <w:p w:rsidR="009E4546" w:rsidRPr="00A14A01" w:rsidRDefault="009E4546" w:rsidP="00D06D62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</w:rPr>
              <w:t>Библиотека</w:t>
            </w:r>
          </w:p>
        </w:tc>
        <w:tc>
          <w:tcPr>
            <w:tcW w:w="3178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4,5-5 тыс. ед. экз. на 1 тыс. жителей</w:t>
            </w:r>
          </w:p>
        </w:tc>
        <w:tc>
          <w:tcPr>
            <w:tcW w:w="1984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5,3 тыс ед. экз. на 1 тыс. жителей</w:t>
            </w:r>
          </w:p>
        </w:tc>
        <w:tc>
          <w:tcPr>
            <w:tcW w:w="2410" w:type="dxa"/>
          </w:tcPr>
          <w:p w:rsidR="009E4546" w:rsidRPr="00E80382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E4546" w:rsidRPr="00A14A01">
        <w:tc>
          <w:tcPr>
            <w:tcW w:w="547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3" w:type="dxa"/>
            <w:vAlign w:val="center"/>
          </w:tcPr>
          <w:p w:rsidR="009E4546" w:rsidRPr="00A14A01" w:rsidRDefault="009E4546" w:rsidP="00D06D62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Клубы  и учреждения культуры</w:t>
            </w:r>
          </w:p>
        </w:tc>
        <w:tc>
          <w:tcPr>
            <w:tcW w:w="3178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80 мест на 1 тыс. жителей</w:t>
            </w:r>
          </w:p>
        </w:tc>
        <w:tc>
          <w:tcPr>
            <w:tcW w:w="1984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9E4546" w:rsidRPr="00A14A01" w:rsidRDefault="009E4546" w:rsidP="00A14A0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 xml:space="preserve">113,2  мест на 1 тыс. жителей </w:t>
            </w:r>
          </w:p>
        </w:tc>
        <w:tc>
          <w:tcPr>
            <w:tcW w:w="2410" w:type="dxa"/>
          </w:tcPr>
          <w:p w:rsidR="009E4546" w:rsidRPr="00A14A01" w:rsidRDefault="009E4546" w:rsidP="00D06D6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4546" w:rsidRPr="00337A99" w:rsidRDefault="009E4546" w:rsidP="00D06D62">
      <w:pPr>
        <w:widowControl w:val="0"/>
        <w:suppressAutoHyphens/>
        <w:ind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A14A01">
        <w:rPr>
          <w:rFonts w:ascii="Times New Roman" w:hAnsi="Times New Roman" w:cs="Times New Roman"/>
          <w:i/>
          <w:iCs/>
          <w:sz w:val="20"/>
          <w:szCs w:val="20"/>
        </w:rPr>
        <w:t>* с учетом объектов при общеобразовательных школах.</w:t>
      </w:r>
    </w:p>
    <w:p w:rsidR="009E4546" w:rsidRPr="00325648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0142BB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9E4546" w:rsidSect="004572C3">
          <w:pgSz w:w="16838" w:h="11906" w:orient="landscape" w:code="9"/>
          <w:pgMar w:top="1985" w:right="1134" w:bottom="851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Исходя из данных таблицы 2.4.1 существует недостаточность обеспечения населения  МО «Урдомское» следующими объектами социального назначения: детский сад, поликлиника/стационар, плоскостные сооружения.</w:t>
      </w:r>
    </w:p>
    <w:p w:rsidR="009E4546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</w:t>
      </w:r>
      <w:r w:rsidRPr="007E5CBB">
        <w:rPr>
          <w:rFonts w:ascii="Times New Roman" w:hAnsi="Times New Roman" w:cs="Times New Roman"/>
          <w:sz w:val="28"/>
          <w:szCs w:val="28"/>
        </w:rPr>
        <w:t>рогнозируемый спрос на услуги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605DBD">
        <w:rPr>
          <w:rFonts w:ascii="Times New Roman" w:hAnsi="Times New Roman" w:cs="Times New Roman"/>
          <w:sz w:val="28"/>
          <w:szCs w:val="28"/>
          <w:lang w:eastAsia="ru-RU"/>
        </w:rPr>
        <w:t>бразования, здравоохранения, физической культуры и массового спорта и культуры</w:t>
      </w:r>
    </w:p>
    <w:p w:rsidR="009E4546" w:rsidRPr="00CD71F2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D71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D71F2">
        <w:rPr>
          <w:rFonts w:ascii="Times New Roman" w:hAnsi="Times New Roman" w:cs="Times New Roman"/>
          <w:sz w:val="28"/>
          <w:szCs w:val="28"/>
        </w:rPr>
        <w:t xml:space="preserve">.1. Прогноз изменения численности населения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9E4546" w:rsidRPr="00FB374B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В существующем генеральном плане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CD71F2">
        <w:rPr>
          <w:rFonts w:ascii="Times New Roman" w:hAnsi="Times New Roman" w:cs="Times New Roman"/>
          <w:sz w:val="28"/>
          <w:szCs w:val="28"/>
        </w:rPr>
        <w:t xml:space="preserve">, предлагается следующее проектное решение по демографической ситуации </w:t>
      </w:r>
      <w:r>
        <w:rPr>
          <w:rFonts w:ascii="Times New Roman" w:hAnsi="Times New Roman" w:cs="Times New Roman"/>
          <w:sz w:val="28"/>
          <w:szCs w:val="28"/>
        </w:rPr>
        <w:t>поселении</w:t>
      </w:r>
      <w:r w:rsidRPr="00CD71F2">
        <w:rPr>
          <w:rFonts w:ascii="Times New Roman" w:hAnsi="Times New Roman" w:cs="Times New Roman"/>
          <w:sz w:val="28"/>
          <w:szCs w:val="28"/>
        </w:rPr>
        <w:t xml:space="preserve">: численность населения на расчетный период </w:t>
      </w:r>
      <w:r>
        <w:rPr>
          <w:rFonts w:ascii="Times New Roman" w:hAnsi="Times New Roman" w:cs="Times New Roman"/>
          <w:sz w:val="28"/>
          <w:szCs w:val="28"/>
        </w:rPr>
        <w:t xml:space="preserve">по генеральному </w:t>
      </w:r>
      <w:r w:rsidRPr="00D46198">
        <w:rPr>
          <w:rFonts w:ascii="Times New Roman" w:hAnsi="Times New Roman" w:cs="Times New Roman"/>
          <w:color w:val="000000"/>
          <w:sz w:val="28"/>
          <w:szCs w:val="28"/>
        </w:rPr>
        <w:t>плану (2032 г.) составит 5000 человек, на первую очередь строительства (2022 г.) – 5100 человек.</w:t>
      </w:r>
    </w:p>
    <w:p w:rsidR="009E4546" w:rsidRPr="00CD71F2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Прогноз изменения численности населения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CD71F2">
        <w:rPr>
          <w:rFonts w:ascii="Times New Roman" w:hAnsi="Times New Roman" w:cs="Times New Roman"/>
          <w:sz w:val="28"/>
          <w:szCs w:val="28"/>
        </w:rPr>
        <w:t>на период до 2028 года построен на основе фактических данных о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 xml:space="preserve">населения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«Урдомское» Ленского района Архангельской области</w:t>
      </w:r>
      <w:r w:rsidRPr="00CD71F2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на основе сведений о распределении населения по полу и возрасту. Прогноз изменения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 xml:space="preserve">численности населения </w:t>
      </w:r>
      <w:r>
        <w:rPr>
          <w:rFonts w:ascii="Times New Roman" w:hAnsi="Times New Roman" w:cs="Times New Roman"/>
          <w:sz w:val="28"/>
          <w:szCs w:val="28"/>
        </w:rPr>
        <w:t>поселения представлен в таблице</w:t>
      </w:r>
      <w:r w:rsidRPr="00CD71F2">
        <w:rPr>
          <w:rFonts w:ascii="Times New Roman" w:hAnsi="Times New Roman" w:cs="Times New Roman"/>
          <w:sz w:val="28"/>
          <w:szCs w:val="28"/>
        </w:rPr>
        <w:t>.</w:t>
      </w:r>
    </w:p>
    <w:p w:rsidR="009E4546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В период реализации Программы прогнозируется тенденция небольшого </w:t>
      </w:r>
      <w:r>
        <w:rPr>
          <w:rFonts w:ascii="Times New Roman" w:hAnsi="Times New Roman" w:cs="Times New Roman"/>
          <w:sz w:val="28"/>
          <w:szCs w:val="28"/>
        </w:rPr>
        <w:t xml:space="preserve">оттока </w:t>
      </w:r>
      <w:r w:rsidRPr="00CD71F2">
        <w:rPr>
          <w:rFonts w:ascii="Times New Roman" w:hAnsi="Times New Roman" w:cs="Times New Roman"/>
          <w:sz w:val="28"/>
          <w:szCs w:val="28"/>
        </w:rPr>
        <w:t xml:space="preserve">численности населения, </w:t>
      </w:r>
      <w:r>
        <w:rPr>
          <w:rFonts w:ascii="Times New Roman" w:hAnsi="Times New Roman" w:cs="Times New Roman"/>
          <w:sz w:val="28"/>
          <w:szCs w:val="28"/>
        </w:rPr>
        <w:t>связанная с нехваткой рабочих мест.</w:t>
      </w:r>
    </w:p>
    <w:p w:rsidR="009E4546" w:rsidRDefault="009E4546" w:rsidP="00D06D62">
      <w:pPr>
        <w:widowControl w:val="0"/>
        <w:suppressAutoHyphens/>
        <w:rPr>
          <w:rFonts w:ascii="Times New Roman" w:hAnsi="Times New Roman" w:cs="Times New Roman"/>
          <w:sz w:val="28"/>
          <w:szCs w:val="28"/>
        </w:rPr>
        <w:sectPr w:rsidR="009E4546" w:rsidSect="005A4853">
          <w:pgSz w:w="11906" w:h="16838" w:code="9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9E4546" w:rsidRPr="00A439EE" w:rsidRDefault="009E4546" w:rsidP="00D06D62">
      <w:pPr>
        <w:widowControl w:val="0"/>
        <w:suppressAutoHyphens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8"/>
        <w:gridCol w:w="1974"/>
        <w:gridCol w:w="1218"/>
        <w:gridCol w:w="1217"/>
        <w:gridCol w:w="1217"/>
        <w:gridCol w:w="1218"/>
        <w:gridCol w:w="1218"/>
        <w:gridCol w:w="1218"/>
        <w:gridCol w:w="1218"/>
        <w:gridCol w:w="1218"/>
        <w:gridCol w:w="1157"/>
        <w:gridCol w:w="1218"/>
      </w:tblGrid>
      <w:tr w:rsidR="009E4546" w:rsidRPr="00A439EE">
        <w:tc>
          <w:tcPr>
            <w:tcW w:w="548" w:type="dxa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74" w:type="dxa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18" w:type="dxa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17" w:type="dxa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17" w:type="dxa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18" w:type="dxa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18" w:type="dxa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18" w:type="dxa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18" w:type="dxa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18" w:type="dxa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57" w:type="dxa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18" w:type="dxa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9E4546" w:rsidRPr="00A439EE">
        <w:tc>
          <w:tcPr>
            <w:tcW w:w="548" w:type="dxa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Общая численность поселения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5624</w:t>
            </w:r>
          </w:p>
        </w:tc>
        <w:tc>
          <w:tcPr>
            <w:tcW w:w="1217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5590</w:t>
            </w:r>
          </w:p>
        </w:tc>
        <w:tc>
          <w:tcPr>
            <w:tcW w:w="1217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5350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5220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4980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4950</w:t>
            </w:r>
          </w:p>
        </w:tc>
        <w:tc>
          <w:tcPr>
            <w:tcW w:w="1157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</w:t>
            </w:r>
          </w:p>
        </w:tc>
      </w:tr>
      <w:tr w:rsidR="009E4546" w:rsidRPr="00A439EE">
        <w:tc>
          <w:tcPr>
            <w:tcW w:w="548" w:type="dxa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74" w:type="dxa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Моложе трудоспособного возраста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1599</w:t>
            </w:r>
          </w:p>
        </w:tc>
        <w:tc>
          <w:tcPr>
            <w:tcW w:w="1217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1582</w:t>
            </w:r>
          </w:p>
        </w:tc>
        <w:tc>
          <w:tcPr>
            <w:tcW w:w="1217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1573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8B71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1765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</w:t>
            </w:r>
          </w:p>
        </w:tc>
        <w:tc>
          <w:tcPr>
            <w:tcW w:w="1157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1670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</w:tr>
      <w:tr w:rsidR="009E4546" w:rsidRPr="00A439EE">
        <w:tc>
          <w:tcPr>
            <w:tcW w:w="548" w:type="dxa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74" w:type="dxa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В трудоспособном возрасте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2622</w:t>
            </w:r>
          </w:p>
        </w:tc>
        <w:tc>
          <w:tcPr>
            <w:tcW w:w="1217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2608</w:t>
            </w:r>
          </w:p>
        </w:tc>
        <w:tc>
          <w:tcPr>
            <w:tcW w:w="1217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2373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2252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1880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1820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1880</w:t>
            </w:r>
          </w:p>
        </w:tc>
        <w:tc>
          <w:tcPr>
            <w:tcW w:w="1157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</w:tr>
      <w:tr w:rsidR="009E4546" w:rsidRPr="006255CB">
        <w:tc>
          <w:tcPr>
            <w:tcW w:w="548" w:type="dxa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974" w:type="dxa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217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217" w:type="dxa"/>
            <w:vAlign w:val="center"/>
          </w:tcPr>
          <w:p w:rsidR="009E4546" w:rsidRPr="00A439EE" w:rsidRDefault="009E4546" w:rsidP="00093E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1397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093E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1395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1405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</w:t>
            </w:r>
          </w:p>
        </w:tc>
        <w:tc>
          <w:tcPr>
            <w:tcW w:w="1218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157" w:type="dxa"/>
            <w:vAlign w:val="center"/>
          </w:tcPr>
          <w:p w:rsidR="009E4546" w:rsidRPr="00A439EE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</w:t>
            </w:r>
          </w:p>
        </w:tc>
        <w:tc>
          <w:tcPr>
            <w:tcW w:w="1218" w:type="dxa"/>
            <w:vAlign w:val="center"/>
          </w:tcPr>
          <w:p w:rsidR="009E4546" w:rsidRPr="006255CB" w:rsidRDefault="009E4546" w:rsidP="00D06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</w:tbl>
    <w:p w:rsidR="009E4546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9E4546" w:rsidSect="00CD71F2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9E4546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D09">
        <w:rPr>
          <w:rFonts w:ascii="Times New Roman" w:hAnsi="Times New Roman" w:cs="Times New Roman"/>
          <w:sz w:val="28"/>
          <w:szCs w:val="28"/>
        </w:rPr>
        <w:t>2.4.2. Объемы планируемого жилищного строительства (в том числе в соответствии с выданными разрешениями на строительство)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E4546" w:rsidRDefault="009E4546" w:rsidP="00E56ABD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МО «Урдомское» общая площадь ветхого жилищного фонда составляет 6025,5 кв.м. Переселение жильцов, проживающих в домах с высоким износом, планируется в жилой фонд нового строительства. Для нового строительства предусмотрена следующая территория: </w:t>
      </w:r>
    </w:p>
    <w:p w:rsidR="009E4546" w:rsidRDefault="009E4546" w:rsidP="00E56ABD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земельный участок по ул. Железнодорожная, 14. Площадь земельного участка 1753 кв.м.;</w:t>
      </w:r>
    </w:p>
    <w:p w:rsidR="009E4546" w:rsidRDefault="009E4546" w:rsidP="00005505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 зона малоэтажной жилой застройки в кадастровом квартале 010111. Общая площадь 20000 кв.м.</w:t>
      </w:r>
    </w:p>
    <w:p w:rsidR="009E4546" w:rsidRPr="00CD3D09" w:rsidRDefault="009E4546" w:rsidP="00005505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 причине ветхого состояния жилых домов в кадастровом квартале 010107 предусмотрен снос жилищного фонда площадью 2026,6 кв.м., 010108 – 501,7 кв.м. Общая площадь территории планируемого жилищного фонда в кадастровом квартале 010107 должна составить 6900 кв.м., в 010108 – 4900 кв.м.</w:t>
      </w:r>
    </w:p>
    <w:p w:rsidR="009E4546" w:rsidRDefault="009E4546" w:rsidP="007D7B5B">
      <w:pPr>
        <w:widowControl w:val="0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7D7B5B">
      <w:pPr>
        <w:widowControl w:val="0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7D7B5B">
      <w:pPr>
        <w:widowControl w:val="0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7D7B5B">
      <w:pPr>
        <w:widowControl w:val="0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7D7B5B">
      <w:pPr>
        <w:widowControl w:val="0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7D7B5B">
      <w:pPr>
        <w:widowControl w:val="0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7D7B5B">
      <w:pPr>
        <w:widowControl w:val="0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7D7B5B">
      <w:pPr>
        <w:widowControl w:val="0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7D7B5B">
      <w:pPr>
        <w:widowControl w:val="0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7D7B5B">
      <w:pPr>
        <w:widowControl w:val="0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7D7B5B">
      <w:pPr>
        <w:widowControl w:val="0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7D7B5B">
      <w:pPr>
        <w:widowControl w:val="0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7D7B5B">
      <w:pPr>
        <w:widowControl w:val="0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7D7B5B">
      <w:pPr>
        <w:widowControl w:val="0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7D7B5B">
      <w:pPr>
        <w:widowControl w:val="0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9E4546" w:rsidRDefault="009E4546" w:rsidP="007D7B5B">
      <w:pPr>
        <w:widowControl w:val="0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9E4546" w:rsidRPr="005C7BD7" w:rsidRDefault="009E4546" w:rsidP="007D7B5B">
      <w:pPr>
        <w:widowControl w:val="0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5C7BD7">
        <w:rPr>
          <w:rFonts w:ascii="Times New Roman" w:hAnsi="Times New Roman" w:cs="Times New Roman"/>
          <w:sz w:val="28"/>
          <w:szCs w:val="28"/>
        </w:rPr>
        <w:t>Данные об объеме планируемого жилищного фонда в соответствии с выданными разрешениями на строительство за 2014 – 2016 годы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7"/>
        <w:gridCol w:w="1922"/>
        <w:gridCol w:w="2294"/>
        <w:gridCol w:w="2244"/>
        <w:gridCol w:w="1832"/>
        <w:gridCol w:w="3904"/>
        <w:gridCol w:w="2073"/>
      </w:tblGrid>
      <w:tr w:rsidR="009E4546" w:rsidRPr="00C01878">
        <w:tc>
          <w:tcPr>
            <w:tcW w:w="516" w:type="dxa"/>
          </w:tcPr>
          <w:p w:rsidR="009E4546" w:rsidRPr="005C7BD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BD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22" w:type="dxa"/>
          </w:tcPr>
          <w:p w:rsidR="009E4546" w:rsidRPr="005C7BD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BD7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2310" w:type="dxa"/>
          </w:tcPr>
          <w:p w:rsidR="009E4546" w:rsidRPr="005C7BD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BD7">
              <w:rPr>
                <w:rFonts w:ascii="Times New Roman" w:hAnsi="Times New Roman" w:cs="Times New Roman"/>
                <w:sz w:val="20"/>
                <w:szCs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2263" w:type="dxa"/>
          </w:tcPr>
          <w:p w:rsidR="009E4546" w:rsidRPr="005C7BD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BD7">
              <w:rPr>
                <w:rFonts w:ascii="Times New Roman" w:hAnsi="Times New Roman" w:cs="Times New Roman"/>
                <w:sz w:val="20"/>
                <w:szCs w:val="20"/>
              </w:rPr>
              <w:t>Реквизиты разрешения на строительство (номер, дата)</w:t>
            </w:r>
          </w:p>
        </w:tc>
        <w:tc>
          <w:tcPr>
            <w:tcW w:w="1840" w:type="dxa"/>
          </w:tcPr>
          <w:p w:rsidR="009E4546" w:rsidRPr="005C7BD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BD7">
              <w:rPr>
                <w:rFonts w:ascii="Times New Roman" w:hAnsi="Times New Roman" w:cs="Times New Roman"/>
                <w:sz w:val="20"/>
                <w:szCs w:val="20"/>
              </w:rPr>
              <w:t>Срок действия разрешения на строительство, дата</w:t>
            </w:r>
          </w:p>
        </w:tc>
        <w:tc>
          <w:tcPr>
            <w:tcW w:w="3954" w:type="dxa"/>
          </w:tcPr>
          <w:p w:rsidR="009E4546" w:rsidRPr="005C7BD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BD7"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объекта по проекту (для ИЖС – при наличии, либо ориентировочно), м</w:t>
            </w:r>
            <w:r w:rsidRPr="005C7B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87" w:type="dxa"/>
          </w:tcPr>
          <w:p w:rsidR="009E4546" w:rsidRPr="005C7BD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BD7">
              <w:rPr>
                <w:rFonts w:ascii="Times New Roman" w:hAnsi="Times New Roman" w:cs="Times New Roman"/>
                <w:sz w:val="20"/>
                <w:szCs w:val="20"/>
              </w:rPr>
              <w:t>Ожидаемая дата ввода в эксплуатацию, месяц, год</w:t>
            </w:r>
          </w:p>
        </w:tc>
      </w:tr>
      <w:tr w:rsidR="009E4546" w:rsidRPr="00C01878">
        <w:tc>
          <w:tcPr>
            <w:tcW w:w="516" w:type="dxa"/>
          </w:tcPr>
          <w:p w:rsidR="009E4546" w:rsidRPr="005C7BD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BD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29516104-01 от 20.01.2014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28.10.2023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99,0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28.10.2023</w:t>
            </w:r>
          </w:p>
        </w:tc>
      </w:tr>
      <w:tr w:rsidR="009E4546" w:rsidRPr="00C01878">
        <w:tc>
          <w:tcPr>
            <w:tcW w:w="516" w:type="dxa"/>
          </w:tcPr>
          <w:p w:rsidR="009E4546" w:rsidRPr="005C7BD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B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29516104-03 от 29.01.2014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29.07.2023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80,0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29.07.2023</w:t>
            </w:r>
          </w:p>
        </w:tc>
      </w:tr>
      <w:tr w:rsidR="009E4546" w:rsidRPr="00C01878">
        <w:trPr>
          <w:trHeight w:val="499"/>
        </w:trPr>
        <w:tc>
          <w:tcPr>
            <w:tcW w:w="516" w:type="dxa"/>
          </w:tcPr>
          <w:p w:rsidR="009E4546" w:rsidRPr="005C7BD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B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29516104-04 от 04.02.2014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28.10.2018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28.10.2018</w:t>
            </w:r>
          </w:p>
        </w:tc>
      </w:tr>
      <w:tr w:rsidR="009E4546" w:rsidRPr="00C01878">
        <w:tc>
          <w:tcPr>
            <w:tcW w:w="516" w:type="dxa"/>
          </w:tcPr>
          <w:p w:rsidR="009E4546" w:rsidRPr="005C7BD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BD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29516104-01 от 02.03.2015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02.03.2025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120,0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02.03.2025</w:t>
            </w:r>
          </w:p>
        </w:tc>
      </w:tr>
      <w:tr w:rsidR="009E4546" w:rsidRPr="00C01878">
        <w:tc>
          <w:tcPr>
            <w:tcW w:w="516" w:type="dxa"/>
          </w:tcPr>
          <w:p w:rsidR="009E4546" w:rsidRPr="005C7BD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B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Индивидуальный жилой дом 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29516104-02 от 02.03.2015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02.03.2025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02.03.2025</w:t>
            </w:r>
          </w:p>
        </w:tc>
      </w:tr>
      <w:tr w:rsidR="009E4546" w:rsidRPr="00C01878">
        <w:tc>
          <w:tcPr>
            <w:tcW w:w="516" w:type="dxa"/>
          </w:tcPr>
          <w:p w:rsidR="009E4546" w:rsidRPr="005C7BD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BD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Индивидуальный жилой дом 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29516104-03 от 02.03.2015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02.03.2025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140,0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02.03.2025</w:t>
            </w:r>
          </w:p>
        </w:tc>
      </w:tr>
      <w:tr w:rsidR="009E4546" w:rsidRPr="00C01878">
        <w:tc>
          <w:tcPr>
            <w:tcW w:w="516" w:type="dxa"/>
          </w:tcPr>
          <w:p w:rsidR="009E4546" w:rsidRPr="005C7BD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BD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Индивидуальный жилой дом 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29516104-04 от 03.03.2015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03.03.2025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03.03.2025</w:t>
            </w:r>
          </w:p>
        </w:tc>
      </w:tr>
      <w:tr w:rsidR="009E4546" w:rsidRPr="00C01878">
        <w:tc>
          <w:tcPr>
            <w:tcW w:w="516" w:type="dxa"/>
          </w:tcPr>
          <w:p w:rsidR="009E4546" w:rsidRPr="009B174E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74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29516104-05 от 03.03.2015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03.03.2025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03.03.2025</w:t>
            </w:r>
          </w:p>
        </w:tc>
      </w:tr>
      <w:tr w:rsidR="009E4546" w:rsidRPr="00C01878">
        <w:tc>
          <w:tcPr>
            <w:tcW w:w="516" w:type="dxa"/>
          </w:tcPr>
          <w:p w:rsidR="009E4546" w:rsidRPr="009B174E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74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29516104-06 от 03.03.2015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03.03.2025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03.03.2025</w:t>
            </w:r>
          </w:p>
        </w:tc>
      </w:tr>
      <w:tr w:rsidR="009E4546" w:rsidRPr="00C01878">
        <w:tc>
          <w:tcPr>
            <w:tcW w:w="516" w:type="dxa"/>
          </w:tcPr>
          <w:p w:rsidR="009E4546" w:rsidRPr="009B174E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74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29516104-07 от 03.03.2015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03.03.2025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03.03.2025</w:t>
            </w:r>
          </w:p>
        </w:tc>
      </w:tr>
      <w:tr w:rsidR="009E4546" w:rsidRPr="00C01878">
        <w:tc>
          <w:tcPr>
            <w:tcW w:w="516" w:type="dxa"/>
          </w:tcPr>
          <w:p w:rsidR="009E4546" w:rsidRPr="009B174E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74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29516104-08 от 03.03.2015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03.03.2025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03.03.2025</w:t>
            </w:r>
          </w:p>
        </w:tc>
      </w:tr>
      <w:tr w:rsidR="009E4546" w:rsidRPr="00C01878">
        <w:tc>
          <w:tcPr>
            <w:tcW w:w="516" w:type="dxa"/>
          </w:tcPr>
          <w:p w:rsidR="009E4546" w:rsidRPr="00A91E64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1E6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Индивидуальный жилой дом 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29516104-10 от 06.03.2015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06.03.2025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110,0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06.03.2025</w:t>
            </w:r>
          </w:p>
        </w:tc>
      </w:tr>
      <w:tr w:rsidR="009E4546" w:rsidRPr="00C01878">
        <w:tc>
          <w:tcPr>
            <w:tcW w:w="516" w:type="dxa"/>
          </w:tcPr>
          <w:p w:rsidR="009E4546" w:rsidRPr="00A91E64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1E6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квартира № 2 в многоквартирном жилом доме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29516101-12 от 12.03.2015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12.03.2020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47,7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12.03.2020</w:t>
            </w:r>
          </w:p>
        </w:tc>
      </w:tr>
      <w:tr w:rsidR="009E4546" w:rsidRPr="00C01878">
        <w:tc>
          <w:tcPr>
            <w:tcW w:w="516" w:type="dxa"/>
          </w:tcPr>
          <w:p w:rsidR="009E4546" w:rsidRPr="00A91E64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1E6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29516104-13 от 12.03.2015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12.03.2025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12.03.2025</w:t>
            </w:r>
          </w:p>
        </w:tc>
      </w:tr>
      <w:tr w:rsidR="009E4546" w:rsidRPr="00C01878">
        <w:tc>
          <w:tcPr>
            <w:tcW w:w="516" w:type="dxa"/>
          </w:tcPr>
          <w:p w:rsidR="009E4546" w:rsidRPr="00A91E64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1E6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29516104-14 от 20.03.2015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20.03.2025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112,0 м 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20.03.2025</w:t>
            </w:r>
          </w:p>
        </w:tc>
      </w:tr>
      <w:tr w:rsidR="009E4546" w:rsidRPr="00C01878">
        <w:tc>
          <w:tcPr>
            <w:tcW w:w="516" w:type="dxa"/>
          </w:tcPr>
          <w:p w:rsidR="009E4546" w:rsidRPr="00A91E64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1E6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29516104-15 от 03.04.2015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03.04.2025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 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03.04.2025</w:t>
            </w:r>
          </w:p>
        </w:tc>
      </w:tr>
      <w:tr w:rsidR="009E4546" w:rsidRPr="00C01878">
        <w:tc>
          <w:tcPr>
            <w:tcW w:w="516" w:type="dxa"/>
          </w:tcPr>
          <w:p w:rsidR="009E4546" w:rsidRPr="00A91E64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1E6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29516104-16 от 03.04.2015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03.04.2025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 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03.04.2025</w:t>
            </w:r>
          </w:p>
        </w:tc>
      </w:tr>
      <w:tr w:rsidR="009E4546" w:rsidRPr="00C01878">
        <w:tc>
          <w:tcPr>
            <w:tcW w:w="516" w:type="dxa"/>
          </w:tcPr>
          <w:p w:rsidR="009E4546" w:rsidRPr="00A91E64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1E6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29516104-17 от 09.04.2015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09.04.2025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 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09.04.2025</w:t>
            </w:r>
          </w:p>
        </w:tc>
      </w:tr>
      <w:tr w:rsidR="009E4546" w:rsidRPr="00C01878">
        <w:tc>
          <w:tcPr>
            <w:tcW w:w="516" w:type="dxa"/>
          </w:tcPr>
          <w:p w:rsidR="009E4546" w:rsidRPr="00A91E64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1E6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многоквартирный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29516101-18 от 10.04.2015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10.04.2017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23,3 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10.04.2017</w:t>
            </w:r>
          </w:p>
        </w:tc>
      </w:tr>
      <w:tr w:rsidR="009E4546" w:rsidRPr="00C01878">
        <w:tc>
          <w:tcPr>
            <w:tcW w:w="516" w:type="dxa"/>
          </w:tcPr>
          <w:p w:rsidR="009E4546" w:rsidRPr="00A91E64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1E6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29516104-20 от 17.04.2015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17.04.2025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600,0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17.04.2025</w:t>
            </w:r>
          </w:p>
        </w:tc>
      </w:tr>
      <w:tr w:rsidR="009E4546" w:rsidRPr="00C01878">
        <w:tc>
          <w:tcPr>
            <w:tcW w:w="516" w:type="dxa"/>
          </w:tcPr>
          <w:p w:rsidR="009E4546" w:rsidRPr="00A91E64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1E6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29516104-21 от 17.04.2015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17.04.2025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600,0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17.04.2025</w:t>
            </w:r>
          </w:p>
        </w:tc>
      </w:tr>
      <w:tr w:rsidR="009E4546" w:rsidRPr="00C01878">
        <w:tc>
          <w:tcPr>
            <w:tcW w:w="516" w:type="dxa"/>
          </w:tcPr>
          <w:p w:rsidR="009E4546" w:rsidRPr="009A624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24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29516104-22 от 22.04.2015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22.04.2025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22.04.2025</w:t>
            </w:r>
          </w:p>
        </w:tc>
      </w:tr>
      <w:tr w:rsidR="009E4546" w:rsidRPr="00C01878">
        <w:tc>
          <w:tcPr>
            <w:tcW w:w="516" w:type="dxa"/>
          </w:tcPr>
          <w:p w:rsidR="009E4546" w:rsidRPr="009A624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492473177"/>
            <w:r w:rsidRPr="009A624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29516104-23 от 22.04.2015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22.04.2025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50,0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22.04.2025</w:t>
            </w:r>
          </w:p>
        </w:tc>
      </w:tr>
      <w:bookmarkEnd w:id="2"/>
      <w:tr w:rsidR="009E4546" w:rsidRPr="00C01878">
        <w:tc>
          <w:tcPr>
            <w:tcW w:w="516" w:type="dxa"/>
          </w:tcPr>
          <w:p w:rsidR="009E4546" w:rsidRPr="009A624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24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29516104-24 от 23.04.2015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23.04.2025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 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23.04.2025</w:t>
            </w:r>
          </w:p>
        </w:tc>
      </w:tr>
      <w:tr w:rsidR="009E4546" w:rsidRPr="00C01878">
        <w:tc>
          <w:tcPr>
            <w:tcW w:w="516" w:type="dxa"/>
          </w:tcPr>
          <w:p w:rsidR="009E4546" w:rsidRPr="009A624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24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29516104-25 от 23.04.2015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23.04.2025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 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23.04.2025</w:t>
            </w:r>
          </w:p>
        </w:tc>
      </w:tr>
      <w:tr w:rsidR="009E4546" w:rsidRPr="00C01878">
        <w:tc>
          <w:tcPr>
            <w:tcW w:w="516" w:type="dxa"/>
          </w:tcPr>
          <w:p w:rsidR="009E4546" w:rsidRPr="009A624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24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29516104-26 от 27.04.2015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27.04.2025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 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27.04.2025</w:t>
            </w:r>
          </w:p>
        </w:tc>
      </w:tr>
      <w:tr w:rsidR="009E4546" w:rsidRPr="00C01878">
        <w:tc>
          <w:tcPr>
            <w:tcW w:w="516" w:type="dxa"/>
          </w:tcPr>
          <w:p w:rsidR="009E4546" w:rsidRPr="009A624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24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29516104-27 от 27.04.2015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27.04.2025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 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27.04.2025</w:t>
            </w:r>
          </w:p>
        </w:tc>
      </w:tr>
      <w:tr w:rsidR="009E4546" w:rsidRPr="00C01878">
        <w:tc>
          <w:tcPr>
            <w:tcW w:w="516" w:type="dxa"/>
          </w:tcPr>
          <w:p w:rsidR="009E4546" w:rsidRPr="009A624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24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29516104-28 от 05.05.2015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05.05.2025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05.05.2025</w:t>
            </w:r>
          </w:p>
        </w:tc>
      </w:tr>
      <w:tr w:rsidR="009E4546" w:rsidRPr="00C01878">
        <w:tc>
          <w:tcPr>
            <w:tcW w:w="516" w:type="dxa"/>
          </w:tcPr>
          <w:p w:rsidR="009E4546" w:rsidRPr="009A624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24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29516104-29 от 06.05.2015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06.05.2025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06.05.2025</w:t>
            </w:r>
          </w:p>
        </w:tc>
      </w:tr>
      <w:tr w:rsidR="009E4546" w:rsidRPr="00C01878">
        <w:tc>
          <w:tcPr>
            <w:tcW w:w="516" w:type="dxa"/>
          </w:tcPr>
          <w:p w:rsidR="009E4546" w:rsidRPr="009A624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24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29516104-30 от 06.05.2015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06.05.2025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06.05.2025</w:t>
            </w:r>
          </w:p>
        </w:tc>
      </w:tr>
      <w:tr w:rsidR="009E4546" w:rsidRPr="00C01878">
        <w:tc>
          <w:tcPr>
            <w:tcW w:w="516" w:type="dxa"/>
          </w:tcPr>
          <w:p w:rsidR="009E4546" w:rsidRPr="009A624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24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29516104-31 от 12.05.2015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12.05.2025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96,0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12.05.2025</w:t>
            </w:r>
          </w:p>
        </w:tc>
      </w:tr>
      <w:tr w:rsidR="009E4546" w:rsidRPr="00C01878">
        <w:tc>
          <w:tcPr>
            <w:tcW w:w="516" w:type="dxa"/>
          </w:tcPr>
          <w:p w:rsidR="009E4546" w:rsidRPr="009A624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24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29516104-32 от 14.05.2015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14.05.2025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90,0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14.05.2025</w:t>
            </w:r>
          </w:p>
        </w:tc>
      </w:tr>
      <w:tr w:rsidR="009E4546" w:rsidRPr="00C01878">
        <w:tc>
          <w:tcPr>
            <w:tcW w:w="516" w:type="dxa"/>
          </w:tcPr>
          <w:p w:rsidR="009E4546" w:rsidRPr="00C01878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A624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29516104-33 от 14.05.2015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14.05.2025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14.05.2025</w:t>
            </w:r>
          </w:p>
        </w:tc>
      </w:tr>
      <w:tr w:rsidR="009E4546" w:rsidRPr="00C01878">
        <w:tc>
          <w:tcPr>
            <w:tcW w:w="516" w:type="dxa"/>
          </w:tcPr>
          <w:p w:rsidR="009E4546" w:rsidRPr="00CC403B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03B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29516104-34 от 20.05.2015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20.05.2025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20.05.2025</w:t>
            </w:r>
          </w:p>
        </w:tc>
      </w:tr>
      <w:tr w:rsidR="009E4546" w:rsidRPr="00C01878">
        <w:tc>
          <w:tcPr>
            <w:tcW w:w="516" w:type="dxa"/>
          </w:tcPr>
          <w:p w:rsidR="009E4546" w:rsidRPr="00CC403B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03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29516104-35 от 20.05.2015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20.05.2025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20.05.2025</w:t>
            </w:r>
          </w:p>
        </w:tc>
      </w:tr>
      <w:tr w:rsidR="009E4546" w:rsidRPr="00C01878">
        <w:tc>
          <w:tcPr>
            <w:tcW w:w="516" w:type="dxa"/>
          </w:tcPr>
          <w:p w:rsidR="009E4546" w:rsidRPr="00CC403B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03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29516104-36 от 22.05.2015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22.05.2025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22.05.2025</w:t>
            </w:r>
          </w:p>
        </w:tc>
      </w:tr>
      <w:tr w:rsidR="009E4546" w:rsidRPr="00C01878">
        <w:tc>
          <w:tcPr>
            <w:tcW w:w="516" w:type="dxa"/>
          </w:tcPr>
          <w:p w:rsidR="009E4546" w:rsidRPr="00CC403B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03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29516104-37 от 22.05.2015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22.05.2025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22.05.2025</w:t>
            </w:r>
          </w:p>
        </w:tc>
      </w:tr>
      <w:tr w:rsidR="009E4546" w:rsidRPr="00C01878">
        <w:tc>
          <w:tcPr>
            <w:tcW w:w="516" w:type="dxa"/>
          </w:tcPr>
          <w:p w:rsidR="009E4546" w:rsidRPr="00CC403B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03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29516104-38 от 22.05.2015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22.05.2025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22.05.2025</w:t>
            </w:r>
          </w:p>
        </w:tc>
      </w:tr>
      <w:tr w:rsidR="009E4546" w:rsidRPr="00C01878">
        <w:tc>
          <w:tcPr>
            <w:tcW w:w="516" w:type="dxa"/>
          </w:tcPr>
          <w:p w:rsidR="009E4546" w:rsidRPr="00CC403B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03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29516104-39 от 29.05.2015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29.05.2025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 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29.05.2025</w:t>
            </w:r>
          </w:p>
        </w:tc>
      </w:tr>
      <w:tr w:rsidR="009E4546" w:rsidRPr="00C01878">
        <w:tc>
          <w:tcPr>
            <w:tcW w:w="516" w:type="dxa"/>
          </w:tcPr>
          <w:p w:rsidR="009E4546" w:rsidRPr="00CC403B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03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квартира № 2 в многоквартирном жилом доме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29516101-42 от 02.06.2015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02.06.2025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77,6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02.06.2025</w:t>
            </w:r>
          </w:p>
        </w:tc>
      </w:tr>
      <w:tr w:rsidR="009E4546" w:rsidRPr="00C01878">
        <w:tc>
          <w:tcPr>
            <w:tcW w:w="516" w:type="dxa"/>
          </w:tcPr>
          <w:p w:rsidR="009E4546" w:rsidRPr="00CC403B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03B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многоквартирный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29516101-43 от 09.06.2015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09.09.2015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720,0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09.09.2015</w:t>
            </w:r>
          </w:p>
        </w:tc>
      </w:tr>
      <w:tr w:rsidR="009E4546" w:rsidRPr="00C01878">
        <w:tc>
          <w:tcPr>
            <w:tcW w:w="516" w:type="dxa"/>
          </w:tcPr>
          <w:p w:rsidR="009E4546" w:rsidRPr="00CC403B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03B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многоквартирный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29516101-44 от 15.06.2015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15.06.2025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90,6 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15.06.2025</w:t>
            </w:r>
          </w:p>
        </w:tc>
      </w:tr>
      <w:tr w:rsidR="009E4546" w:rsidRPr="00C01878">
        <w:tc>
          <w:tcPr>
            <w:tcW w:w="516" w:type="dxa"/>
          </w:tcPr>
          <w:p w:rsidR="009E4546" w:rsidRPr="00CC403B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03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 xml:space="preserve">  многоквартирный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29516101-46 от 15.06.2015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15.06.2020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158,8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15.06.2020</w:t>
            </w:r>
          </w:p>
        </w:tc>
      </w:tr>
      <w:tr w:rsidR="009E4546" w:rsidRPr="00C01878">
        <w:tc>
          <w:tcPr>
            <w:tcW w:w="516" w:type="dxa"/>
          </w:tcPr>
          <w:p w:rsidR="009E4546" w:rsidRPr="00CC403B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03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29516104-49 от 15.06.2015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15.06.2025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15.06.2025</w:t>
            </w:r>
          </w:p>
        </w:tc>
      </w:tr>
      <w:tr w:rsidR="009E4546" w:rsidRPr="00C01878">
        <w:tc>
          <w:tcPr>
            <w:tcW w:w="516" w:type="dxa"/>
          </w:tcPr>
          <w:p w:rsidR="009E4546" w:rsidRPr="00CC403B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03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29516104-50 от 28.07.2015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28.07.2025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637,0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28.07.2025</w:t>
            </w:r>
          </w:p>
        </w:tc>
      </w:tr>
      <w:tr w:rsidR="009E4546" w:rsidRPr="00C01878">
        <w:tc>
          <w:tcPr>
            <w:tcW w:w="516" w:type="dxa"/>
          </w:tcPr>
          <w:p w:rsidR="009E4546" w:rsidRPr="00781406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40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29516104-51 от 28.07.2015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28.07.2025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28.07.2025</w:t>
            </w:r>
          </w:p>
        </w:tc>
      </w:tr>
      <w:tr w:rsidR="009E4546" w:rsidRPr="00C01878">
        <w:tc>
          <w:tcPr>
            <w:tcW w:w="516" w:type="dxa"/>
          </w:tcPr>
          <w:p w:rsidR="009E4546" w:rsidRPr="00781406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40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29516101-52 от 28.07.2015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28.07.2025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59,0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28.07.2025</w:t>
            </w:r>
          </w:p>
        </w:tc>
      </w:tr>
      <w:tr w:rsidR="009E4546" w:rsidRPr="00C01878">
        <w:tc>
          <w:tcPr>
            <w:tcW w:w="516" w:type="dxa"/>
          </w:tcPr>
          <w:p w:rsidR="009E4546" w:rsidRPr="00781406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40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квартира № 1 в многоквартирном жилом доме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29516104-53 от 20.08.2015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20.08.2020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104,2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20.08.2020</w:t>
            </w:r>
          </w:p>
        </w:tc>
      </w:tr>
      <w:tr w:rsidR="009E4546" w:rsidRPr="00C01878">
        <w:tc>
          <w:tcPr>
            <w:tcW w:w="516" w:type="dxa"/>
          </w:tcPr>
          <w:p w:rsidR="009E4546" w:rsidRPr="00781406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40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квартира № 1 в многоквартирном жилом доме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29516101-54 от 20.08.2015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20.08.2020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72,25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20.08.2020</w:t>
            </w:r>
          </w:p>
        </w:tc>
      </w:tr>
      <w:tr w:rsidR="009E4546" w:rsidRPr="00C01878">
        <w:tc>
          <w:tcPr>
            <w:tcW w:w="516" w:type="dxa"/>
          </w:tcPr>
          <w:p w:rsidR="009E4546" w:rsidRPr="00781406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40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квартира  в многоквартирном жилом доме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29516101-55 от 20.08.2015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20.08.2016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50,7 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20.08.2016</w:t>
            </w:r>
          </w:p>
        </w:tc>
      </w:tr>
      <w:tr w:rsidR="009E4546" w:rsidRPr="00C01878">
        <w:tc>
          <w:tcPr>
            <w:tcW w:w="516" w:type="dxa"/>
          </w:tcPr>
          <w:p w:rsidR="009E4546" w:rsidRPr="00781406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40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29516104-58 от 31.08.2015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31.08.2025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31.08.2025</w:t>
            </w:r>
          </w:p>
        </w:tc>
      </w:tr>
      <w:tr w:rsidR="009E4546" w:rsidRPr="00C01878">
        <w:tc>
          <w:tcPr>
            <w:tcW w:w="516" w:type="dxa"/>
          </w:tcPr>
          <w:p w:rsidR="009E4546" w:rsidRPr="00781406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40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29516104-59 от 10.09.2015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10.09.2025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10.09.2025</w:t>
            </w:r>
          </w:p>
        </w:tc>
      </w:tr>
      <w:tr w:rsidR="009E4546" w:rsidRPr="00C01878">
        <w:tc>
          <w:tcPr>
            <w:tcW w:w="516" w:type="dxa"/>
          </w:tcPr>
          <w:p w:rsidR="009E4546" w:rsidRPr="00781406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40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многоквартирный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29516104-60 от 10.09.2015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03.12.2015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720,0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03.12.2015</w:t>
            </w:r>
          </w:p>
        </w:tc>
      </w:tr>
      <w:tr w:rsidR="009E4546" w:rsidRPr="00C01878">
        <w:tc>
          <w:tcPr>
            <w:tcW w:w="516" w:type="dxa"/>
          </w:tcPr>
          <w:p w:rsidR="009E4546" w:rsidRPr="00781406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40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29516104-61 от 16.09.2015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16.09.2025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16.09.2025</w:t>
            </w:r>
          </w:p>
        </w:tc>
      </w:tr>
      <w:tr w:rsidR="009E4546" w:rsidRPr="00C01878">
        <w:tc>
          <w:tcPr>
            <w:tcW w:w="516" w:type="dxa"/>
          </w:tcPr>
          <w:p w:rsidR="009E4546" w:rsidRPr="00781406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40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квартира № 2 в многоквартирном жилом доме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29516101-63от 01.10.2015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01.10.2020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83,0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01.10.2020</w:t>
            </w:r>
          </w:p>
        </w:tc>
      </w:tr>
      <w:tr w:rsidR="009E4546" w:rsidRPr="00C01878">
        <w:tc>
          <w:tcPr>
            <w:tcW w:w="516" w:type="dxa"/>
          </w:tcPr>
          <w:p w:rsidR="009E4546" w:rsidRPr="00781406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40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квартира № 1 в многоквартирном жилом доме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29516101-65 от 01.10.2015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01.10.2020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117,4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01.10.2020</w:t>
            </w:r>
          </w:p>
        </w:tc>
      </w:tr>
      <w:tr w:rsidR="009E4546" w:rsidRPr="00C01878">
        <w:tc>
          <w:tcPr>
            <w:tcW w:w="516" w:type="dxa"/>
          </w:tcPr>
          <w:p w:rsidR="009E4546" w:rsidRPr="00781406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40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29516104-66 от 02.10.2015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01.10.2025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01.10.2025</w:t>
            </w:r>
          </w:p>
        </w:tc>
      </w:tr>
      <w:tr w:rsidR="009E4546" w:rsidRPr="00C01878">
        <w:tc>
          <w:tcPr>
            <w:tcW w:w="516" w:type="dxa"/>
          </w:tcPr>
          <w:p w:rsidR="009E4546" w:rsidRPr="00781406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40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29516104-67 от 09.10.2015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08.10.2025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08.10.2025</w:t>
            </w:r>
          </w:p>
        </w:tc>
      </w:tr>
      <w:tr w:rsidR="009E4546" w:rsidRPr="00C01878">
        <w:tc>
          <w:tcPr>
            <w:tcW w:w="516" w:type="dxa"/>
          </w:tcPr>
          <w:p w:rsidR="009E4546" w:rsidRPr="00781406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40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29516101-68 от 19.10.2015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18.10.2020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44,0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18.10.2020</w:t>
            </w:r>
          </w:p>
        </w:tc>
      </w:tr>
      <w:tr w:rsidR="009E4546" w:rsidRPr="00C01878">
        <w:tc>
          <w:tcPr>
            <w:tcW w:w="516" w:type="dxa"/>
          </w:tcPr>
          <w:p w:rsidR="009E4546" w:rsidRPr="00781406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40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29516104-69 от 12.11.2015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11.11.2025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11.11.2025</w:t>
            </w:r>
          </w:p>
        </w:tc>
      </w:tr>
      <w:tr w:rsidR="009E4546" w:rsidRPr="00C01878">
        <w:tc>
          <w:tcPr>
            <w:tcW w:w="516" w:type="dxa"/>
          </w:tcPr>
          <w:p w:rsidR="009E4546" w:rsidRPr="00781406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40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многоквартирный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29516101-70 от 12.11.2015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11.11.2016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80,0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11.11.2016</w:t>
            </w:r>
          </w:p>
        </w:tc>
      </w:tr>
      <w:tr w:rsidR="009E4546" w:rsidRPr="00C01878">
        <w:tc>
          <w:tcPr>
            <w:tcW w:w="516" w:type="dxa"/>
          </w:tcPr>
          <w:p w:rsidR="009E4546" w:rsidRPr="00BD5A8A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A8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29516104-72 от 12.11.2015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11.11.2025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11.11.2025</w:t>
            </w:r>
          </w:p>
        </w:tc>
      </w:tr>
      <w:tr w:rsidR="009E4546" w:rsidRPr="00C01878">
        <w:tc>
          <w:tcPr>
            <w:tcW w:w="516" w:type="dxa"/>
          </w:tcPr>
          <w:p w:rsidR="009E4546" w:rsidRPr="00BD5A8A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A8A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29516104-73 от 20.11.2015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19.11.2025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19.11.2025</w:t>
            </w:r>
          </w:p>
        </w:tc>
      </w:tr>
      <w:tr w:rsidR="009E4546" w:rsidRPr="00C01878">
        <w:tc>
          <w:tcPr>
            <w:tcW w:w="516" w:type="dxa"/>
          </w:tcPr>
          <w:p w:rsidR="009E4546" w:rsidRPr="00BD5A8A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A8A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29516104-74 от 20.11.2015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19.11.2025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19.11.2025</w:t>
            </w:r>
          </w:p>
        </w:tc>
      </w:tr>
      <w:tr w:rsidR="009E4546" w:rsidRPr="00C01878">
        <w:tc>
          <w:tcPr>
            <w:tcW w:w="516" w:type="dxa"/>
          </w:tcPr>
          <w:p w:rsidR="009E4546" w:rsidRPr="00BD5A8A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A8A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29516104-75 от 20.11.2015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19.11.2025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19.11.2025</w:t>
            </w:r>
          </w:p>
        </w:tc>
      </w:tr>
      <w:tr w:rsidR="009E4546" w:rsidRPr="00C01878">
        <w:tc>
          <w:tcPr>
            <w:tcW w:w="516" w:type="dxa"/>
          </w:tcPr>
          <w:p w:rsidR="009E4546" w:rsidRPr="00BD5A8A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A8A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29516104-76 от 23.11.2015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22.11.2025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480,0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22.11.2025</w:t>
            </w:r>
          </w:p>
        </w:tc>
      </w:tr>
      <w:tr w:rsidR="009E4546" w:rsidRPr="00C01878">
        <w:tc>
          <w:tcPr>
            <w:tcW w:w="516" w:type="dxa"/>
          </w:tcPr>
          <w:p w:rsidR="009E4546" w:rsidRPr="00070DA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0DA7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29516104-77 от 23.11.2015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22.11.2025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 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22.11.2025</w:t>
            </w:r>
          </w:p>
        </w:tc>
      </w:tr>
      <w:tr w:rsidR="009E4546" w:rsidRPr="00C01878">
        <w:tc>
          <w:tcPr>
            <w:tcW w:w="516" w:type="dxa"/>
          </w:tcPr>
          <w:p w:rsidR="009E4546" w:rsidRPr="00070DA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0DA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29516104-78 от 07.12.2015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06.12.2025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06.12.2025</w:t>
            </w:r>
          </w:p>
        </w:tc>
      </w:tr>
      <w:tr w:rsidR="009E4546" w:rsidRPr="00C01878">
        <w:tc>
          <w:tcPr>
            <w:tcW w:w="516" w:type="dxa"/>
          </w:tcPr>
          <w:p w:rsidR="009E4546" w:rsidRPr="00070DA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0DA7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многоквартирный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29516104-80 от 11.12.2015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10.12.2017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86,2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10.12.2017</w:t>
            </w:r>
          </w:p>
        </w:tc>
      </w:tr>
      <w:tr w:rsidR="009E4546" w:rsidRPr="00C01878">
        <w:tc>
          <w:tcPr>
            <w:tcW w:w="516" w:type="dxa"/>
          </w:tcPr>
          <w:p w:rsidR="009E4546" w:rsidRPr="00070DA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0DA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29516104-82 от 11.12.2015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10.12.2025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10.12.2025</w:t>
            </w:r>
          </w:p>
        </w:tc>
      </w:tr>
      <w:tr w:rsidR="009E4546" w:rsidRPr="00C01878">
        <w:tc>
          <w:tcPr>
            <w:tcW w:w="516" w:type="dxa"/>
          </w:tcPr>
          <w:p w:rsidR="009E4546" w:rsidRPr="00070DA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0DA7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29516104-83 от 16.12.2015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15.12.2025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15.12.2025</w:t>
            </w:r>
          </w:p>
        </w:tc>
      </w:tr>
      <w:tr w:rsidR="009E4546" w:rsidRPr="00C01878">
        <w:tc>
          <w:tcPr>
            <w:tcW w:w="516" w:type="dxa"/>
          </w:tcPr>
          <w:p w:rsidR="009E4546" w:rsidRPr="00070DA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0DA7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29516104-85 от 25.12.2015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24.12.2025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24.12.2025</w:t>
            </w:r>
          </w:p>
        </w:tc>
      </w:tr>
      <w:tr w:rsidR="009E4546" w:rsidRPr="00C01878">
        <w:tc>
          <w:tcPr>
            <w:tcW w:w="516" w:type="dxa"/>
          </w:tcPr>
          <w:p w:rsidR="009E4546" w:rsidRPr="00070DA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0DA7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29516104-05 от 25.01.2016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24.01.2026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24.01.2026</w:t>
            </w:r>
          </w:p>
        </w:tc>
      </w:tr>
      <w:tr w:rsidR="009E4546" w:rsidRPr="00C01878">
        <w:tc>
          <w:tcPr>
            <w:tcW w:w="516" w:type="dxa"/>
          </w:tcPr>
          <w:p w:rsidR="009E4546" w:rsidRPr="00070DA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0DA7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29516104-06 от 28.03.2016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28.03.2026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126,0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28.03.2026</w:t>
            </w:r>
          </w:p>
        </w:tc>
      </w:tr>
      <w:tr w:rsidR="009E4546" w:rsidRPr="00C01878">
        <w:tc>
          <w:tcPr>
            <w:tcW w:w="516" w:type="dxa"/>
          </w:tcPr>
          <w:p w:rsidR="009E4546" w:rsidRPr="00070DA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0DA7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29516104-07 от 01.04.2016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01.04.2026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156,0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01.04.2026</w:t>
            </w:r>
          </w:p>
        </w:tc>
      </w:tr>
      <w:tr w:rsidR="009E4546" w:rsidRPr="00C01878">
        <w:tc>
          <w:tcPr>
            <w:tcW w:w="516" w:type="dxa"/>
          </w:tcPr>
          <w:p w:rsidR="009E4546" w:rsidRPr="00070DA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0DA7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многоквартирный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29516104-10 от 20.04.2016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20.04.2018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90,0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20.04.2018</w:t>
            </w:r>
          </w:p>
        </w:tc>
      </w:tr>
      <w:tr w:rsidR="009E4546" w:rsidRPr="00C01878">
        <w:tc>
          <w:tcPr>
            <w:tcW w:w="516" w:type="dxa"/>
          </w:tcPr>
          <w:p w:rsidR="009E4546" w:rsidRPr="00070DA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0DA7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29516104-12 от 02.05.2016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01.05.2021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108,48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01.05.2021</w:t>
            </w:r>
          </w:p>
        </w:tc>
      </w:tr>
      <w:tr w:rsidR="009E4546" w:rsidRPr="00C01878">
        <w:tc>
          <w:tcPr>
            <w:tcW w:w="516" w:type="dxa"/>
          </w:tcPr>
          <w:p w:rsidR="009E4546" w:rsidRPr="00070DA7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0DA7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Квартира  в многоквартирном жилом доме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29516104-13 от 19.05.2016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19.05.2017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100,4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19.05.2017</w:t>
            </w:r>
          </w:p>
        </w:tc>
      </w:tr>
      <w:tr w:rsidR="009E4546" w:rsidRPr="00C01878">
        <w:tc>
          <w:tcPr>
            <w:tcW w:w="516" w:type="dxa"/>
          </w:tcPr>
          <w:p w:rsidR="009E4546" w:rsidRPr="00FD3FC3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3FC3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29516104-14 от 27.05.2016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27.05.2026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68,8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27.05.2026</w:t>
            </w:r>
          </w:p>
        </w:tc>
      </w:tr>
      <w:tr w:rsidR="009E4546" w:rsidRPr="00C01878">
        <w:tc>
          <w:tcPr>
            <w:tcW w:w="516" w:type="dxa"/>
          </w:tcPr>
          <w:p w:rsidR="009E4546" w:rsidRPr="00FD3FC3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3FC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Квартира в многоквартирном жилом доме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29516104-15 от 31.05.2016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31.05.2018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94,0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31.05.2018</w:t>
            </w:r>
          </w:p>
        </w:tc>
      </w:tr>
      <w:tr w:rsidR="009E4546" w:rsidRPr="00C01878">
        <w:tc>
          <w:tcPr>
            <w:tcW w:w="516" w:type="dxa"/>
          </w:tcPr>
          <w:p w:rsidR="009E4546" w:rsidRPr="00FD3FC3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3FC3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Квартира № 1 в многоквартирном жилом доме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29516104-16 от 06.06.2016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06.06.2020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109,6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06.06.2020</w:t>
            </w:r>
          </w:p>
        </w:tc>
      </w:tr>
      <w:tr w:rsidR="009E4546" w:rsidRPr="00C01878">
        <w:tc>
          <w:tcPr>
            <w:tcW w:w="516" w:type="dxa"/>
          </w:tcPr>
          <w:p w:rsidR="009E4546" w:rsidRPr="00FD3FC3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3FC3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29516104-17 от 24.06.2016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24.06.2026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123,1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24.06.2026</w:t>
            </w:r>
          </w:p>
        </w:tc>
      </w:tr>
      <w:tr w:rsidR="009E4546" w:rsidRPr="00C01878">
        <w:tc>
          <w:tcPr>
            <w:tcW w:w="516" w:type="dxa"/>
          </w:tcPr>
          <w:p w:rsidR="009E4546" w:rsidRPr="00FD3FC3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3FC3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29516104-18 от 05.07.2016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05.07.2017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91,7 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05.07.2017</w:t>
            </w:r>
          </w:p>
        </w:tc>
      </w:tr>
      <w:tr w:rsidR="009E4546" w:rsidRPr="00C01878">
        <w:tc>
          <w:tcPr>
            <w:tcW w:w="516" w:type="dxa"/>
          </w:tcPr>
          <w:p w:rsidR="009E4546" w:rsidRPr="00FD3FC3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3FC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29516104-19 от 02.08.2016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22.08.2023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93,0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22.08.2023</w:t>
            </w:r>
          </w:p>
        </w:tc>
      </w:tr>
      <w:tr w:rsidR="009E4546" w:rsidRPr="00C01878">
        <w:tc>
          <w:tcPr>
            <w:tcW w:w="516" w:type="dxa"/>
          </w:tcPr>
          <w:p w:rsidR="009E4546" w:rsidRPr="00FD3FC3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3FC3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29516104-20 от 02.08.2016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01.08.2021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 м 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01.08.2021</w:t>
            </w:r>
          </w:p>
        </w:tc>
      </w:tr>
      <w:tr w:rsidR="009E4546" w:rsidRPr="00C01878">
        <w:tc>
          <w:tcPr>
            <w:tcW w:w="516" w:type="dxa"/>
          </w:tcPr>
          <w:p w:rsidR="009E4546" w:rsidRPr="00FD3FC3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3FC3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многоквартирный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29516104-21 от 02.08.2016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01.08.2021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70,0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01.08.2021</w:t>
            </w:r>
          </w:p>
        </w:tc>
      </w:tr>
      <w:tr w:rsidR="009E4546" w:rsidRPr="00C01878">
        <w:tc>
          <w:tcPr>
            <w:tcW w:w="516" w:type="dxa"/>
          </w:tcPr>
          <w:p w:rsidR="009E4546" w:rsidRPr="00FD3FC3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3FC3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многоквартирный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29516104-22 от 03.08.2016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01.08.2020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97,7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01.08.2020</w:t>
            </w:r>
          </w:p>
        </w:tc>
      </w:tr>
      <w:tr w:rsidR="009E4546" w:rsidRPr="00C01878">
        <w:tc>
          <w:tcPr>
            <w:tcW w:w="516" w:type="dxa"/>
          </w:tcPr>
          <w:p w:rsidR="009E4546" w:rsidRPr="00FD3FC3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3FC3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многоквартирный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29516104-23 от 03.08.2016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01.08.2020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77,35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01.08.2020</w:t>
            </w:r>
          </w:p>
        </w:tc>
      </w:tr>
      <w:tr w:rsidR="009E4546" w:rsidRPr="00C01878">
        <w:tc>
          <w:tcPr>
            <w:tcW w:w="516" w:type="dxa"/>
          </w:tcPr>
          <w:p w:rsidR="009E4546" w:rsidRPr="00FD3FC3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3FC3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многоквартирный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29516104-24 от 04.08.2016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01.08.2021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105,1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01.08.2021</w:t>
            </w:r>
          </w:p>
        </w:tc>
      </w:tr>
      <w:tr w:rsidR="009E4546" w:rsidRPr="00C01878">
        <w:tc>
          <w:tcPr>
            <w:tcW w:w="516" w:type="dxa"/>
          </w:tcPr>
          <w:p w:rsidR="009E4546" w:rsidRPr="002A106E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106E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29516104-25 от 11.08.2016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01.08.2021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135,87 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01.08.2021</w:t>
            </w:r>
          </w:p>
        </w:tc>
      </w:tr>
      <w:tr w:rsidR="009E4546" w:rsidRPr="00C01878">
        <w:tc>
          <w:tcPr>
            <w:tcW w:w="516" w:type="dxa"/>
          </w:tcPr>
          <w:p w:rsidR="009E4546" w:rsidRPr="002A106E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106E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29516104-26 от 18.08.2018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01.08.2021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120,0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01.08.2021</w:t>
            </w:r>
          </w:p>
        </w:tc>
      </w:tr>
      <w:tr w:rsidR="009E4546" w:rsidRPr="00C01878">
        <w:tc>
          <w:tcPr>
            <w:tcW w:w="516" w:type="dxa"/>
          </w:tcPr>
          <w:p w:rsidR="009E4546" w:rsidRPr="002A106E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106E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многоквартирный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29516104-28 от 02.09.2016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01.09.2019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73,9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01.09.2019</w:t>
            </w:r>
          </w:p>
        </w:tc>
      </w:tr>
      <w:tr w:rsidR="009E4546" w:rsidRPr="00C01878">
        <w:tc>
          <w:tcPr>
            <w:tcW w:w="516" w:type="dxa"/>
          </w:tcPr>
          <w:p w:rsidR="009E4546" w:rsidRPr="002A106E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106E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многоквартирный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29516104-30 от 28.09.2016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01.09.2019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70,0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01.09.2019</w:t>
            </w:r>
          </w:p>
        </w:tc>
      </w:tr>
      <w:tr w:rsidR="009E4546" w:rsidRPr="00C01878">
        <w:tc>
          <w:tcPr>
            <w:tcW w:w="516" w:type="dxa"/>
          </w:tcPr>
          <w:p w:rsidR="009E4546" w:rsidRPr="002A106E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106E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29516104-32 от 30.09.2016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01.09.2026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01.09.2026</w:t>
            </w:r>
          </w:p>
        </w:tc>
      </w:tr>
      <w:tr w:rsidR="009E4546" w:rsidRPr="00C01878">
        <w:tc>
          <w:tcPr>
            <w:tcW w:w="516" w:type="dxa"/>
          </w:tcPr>
          <w:p w:rsidR="009E4546" w:rsidRPr="002A106E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106E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многоквартирный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29516104-33 от 04.10.2016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03.10.2017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67,9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03.10.2017</w:t>
            </w:r>
          </w:p>
        </w:tc>
      </w:tr>
      <w:tr w:rsidR="009E4546" w:rsidRPr="00C01878">
        <w:tc>
          <w:tcPr>
            <w:tcW w:w="516" w:type="dxa"/>
          </w:tcPr>
          <w:p w:rsidR="009E4546" w:rsidRPr="002A106E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106E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Дачный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29516104-34 от 05.10.2016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04.10.2026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42,0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04.10.2026</w:t>
            </w:r>
          </w:p>
        </w:tc>
      </w:tr>
      <w:tr w:rsidR="009E4546" w:rsidRPr="00C01878">
        <w:tc>
          <w:tcPr>
            <w:tcW w:w="516" w:type="dxa"/>
          </w:tcPr>
          <w:p w:rsidR="009E4546" w:rsidRPr="002A106E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106E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29516104-35 от 10.10.2016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09.10.2026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176,4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09.10.2026</w:t>
            </w:r>
          </w:p>
        </w:tc>
      </w:tr>
      <w:tr w:rsidR="009E4546" w:rsidRPr="00C01878">
        <w:tc>
          <w:tcPr>
            <w:tcW w:w="516" w:type="dxa"/>
          </w:tcPr>
          <w:p w:rsidR="009E4546" w:rsidRPr="002A106E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106E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многоквартирный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29516104-36 от 02.11.2016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02.11.2021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71,9 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02.11.2021</w:t>
            </w:r>
          </w:p>
        </w:tc>
      </w:tr>
      <w:tr w:rsidR="009E4546" w:rsidRPr="00C01878">
        <w:tc>
          <w:tcPr>
            <w:tcW w:w="516" w:type="dxa"/>
          </w:tcPr>
          <w:p w:rsidR="009E4546" w:rsidRPr="002A106E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106E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многоквартирный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29516104-37 от 02.11.2016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02.11.2021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69,5 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02.11.2021</w:t>
            </w:r>
          </w:p>
        </w:tc>
      </w:tr>
      <w:tr w:rsidR="009E4546" w:rsidRPr="00C01878">
        <w:tc>
          <w:tcPr>
            <w:tcW w:w="516" w:type="dxa"/>
          </w:tcPr>
          <w:p w:rsidR="009E4546" w:rsidRPr="002A106E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106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29516104-38 от 03.11.2016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03.11.2026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100,0м2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03.11.2026</w:t>
            </w:r>
          </w:p>
        </w:tc>
      </w:tr>
      <w:tr w:rsidR="009E4546" w:rsidRPr="00C01878">
        <w:tc>
          <w:tcPr>
            <w:tcW w:w="516" w:type="dxa"/>
          </w:tcPr>
          <w:p w:rsidR="009E4546" w:rsidRPr="00C743EF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3EF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многоквартирный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29516104-39 от 09.11.2016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09.11.2021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78,0м2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09.11.2021</w:t>
            </w:r>
          </w:p>
        </w:tc>
      </w:tr>
      <w:tr w:rsidR="009E4546" w:rsidRPr="00C01878">
        <w:tc>
          <w:tcPr>
            <w:tcW w:w="516" w:type="dxa"/>
          </w:tcPr>
          <w:p w:rsidR="009E4546" w:rsidRPr="00C743EF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3EF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29516104-40 от 11.11.2016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10.11.2021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140,9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10.11.2021</w:t>
            </w:r>
          </w:p>
        </w:tc>
      </w:tr>
      <w:tr w:rsidR="009E4546" w:rsidRPr="00C01878">
        <w:tc>
          <w:tcPr>
            <w:tcW w:w="516" w:type="dxa"/>
          </w:tcPr>
          <w:p w:rsidR="009E4546" w:rsidRPr="00C743EF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3EF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29516104-41 от 05.12.2016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05.12.2026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80,0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05.12.2026</w:t>
            </w:r>
          </w:p>
        </w:tc>
      </w:tr>
      <w:tr w:rsidR="009E4546" w:rsidRPr="00C01878">
        <w:tc>
          <w:tcPr>
            <w:tcW w:w="516" w:type="dxa"/>
          </w:tcPr>
          <w:p w:rsidR="009E4546" w:rsidRPr="00C743EF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3EF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29516104-42 от 14.12.2016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14.12.2021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95,08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14.12.2021</w:t>
            </w:r>
          </w:p>
        </w:tc>
      </w:tr>
      <w:tr w:rsidR="009E4546" w:rsidRPr="00C01878">
        <w:tc>
          <w:tcPr>
            <w:tcW w:w="516" w:type="dxa"/>
          </w:tcPr>
          <w:p w:rsidR="009E4546" w:rsidRPr="00C743EF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3EF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922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</w:tc>
        <w:tc>
          <w:tcPr>
            <w:tcW w:w="2310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29516104-43 от 19.12.2016</w:t>
            </w:r>
          </w:p>
        </w:tc>
        <w:tc>
          <w:tcPr>
            <w:tcW w:w="1840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19.12.2026</w:t>
            </w:r>
          </w:p>
        </w:tc>
        <w:tc>
          <w:tcPr>
            <w:tcW w:w="3954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125,2 м2</w:t>
            </w:r>
          </w:p>
        </w:tc>
        <w:tc>
          <w:tcPr>
            <w:tcW w:w="2087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19.12.2026</w:t>
            </w:r>
          </w:p>
        </w:tc>
      </w:tr>
    </w:tbl>
    <w:p w:rsidR="009E4546" w:rsidRPr="00C01878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E4546" w:rsidRPr="00C743EF" w:rsidRDefault="009E4546" w:rsidP="0077008E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3EF">
        <w:rPr>
          <w:rFonts w:ascii="Times New Roman" w:hAnsi="Times New Roman" w:cs="Times New Roman"/>
          <w:sz w:val="28"/>
          <w:szCs w:val="28"/>
        </w:rPr>
        <w:t>Таблица 2.4.2.3. Данные по строительству объектов, не относящихся к жилищной сфере, в соответствии с выданными разрешениями на строительство за 2014 – 2016 годы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2"/>
        <w:gridCol w:w="2127"/>
        <w:gridCol w:w="2282"/>
        <w:gridCol w:w="2231"/>
        <w:gridCol w:w="1826"/>
        <w:gridCol w:w="3835"/>
        <w:gridCol w:w="2063"/>
      </w:tblGrid>
      <w:tr w:rsidR="009E4546" w:rsidRPr="00C01878">
        <w:tc>
          <w:tcPr>
            <w:tcW w:w="421" w:type="dxa"/>
          </w:tcPr>
          <w:p w:rsidR="009E4546" w:rsidRPr="00C743EF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3E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7" w:type="dxa"/>
          </w:tcPr>
          <w:p w:rsidR="009E4546" w:rsidRPr="00C743EF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3EF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2296" w:type="dxa"/>
          </w:tcPr>
          <w:p w:rsidR="009E4546" w:rsidRPr="00C743EF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3EF">
              <w:rPr>
                <w:rFonts w:ascii="Times New Roman" w:hAnsi="Times New Roman" w:cs="Times New Roman"/>
                <w:sz w:val="20"/>
                <w:szCs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2247" w:type="dxa"/>
          </w:tcPr>
          <w:p w:rsidR="009E4546" w:rsidRPr="00C743EF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3EF">
              <w:rPr>
                <w:rFonts w:ascii="Times New Roman" w:hAnsi="Times New Roman" w:cs="Times New Roman"/>
                <w:sz w:val="20"/>
                <w:szCs w:val="20"/>
              </w:rPr>
              <w:t>Реквизиты разрешения на строительство (номер, дата)</w:t>
            </w:r>
          </w:p>
        </w:tc>
        <w:tc>
          <w:tcPr>
            <w:tcW w:w="1833" w:type="dxa"/>
          </w:tcPr>
          <w:p w:rsidR="009E4546" w:rsidRPr="00C743EF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3EF">
              <w:rPr>
                <w:rFonts w:ascii="Times New Roman" w:hAnsi="Times New Roman" w:cs="Times New Roman"/>
                <w:sz w:val="20"/>
                <w:szCs w:val="20"/>
              </w:rPr>
              <w:t>Срок действия разрешения на строительство, дата</w:t>
            </w:r>
          </w:p>
        </w:tc>
        <w:tc>
          <w:tcPr>
            <w:tcW w:w="3893" w:type="dxa"/>
          </w:tcPr>
          <w:p w:rsidR="009E4546" w:rsidRPr="00C743EF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3EF"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объекта по проекту, м</w:t>
            </w:r>
            <w:r w:rsidRPr="00C743E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75" w:type="dxa"/>
          </w:tcPr>
          <w:p w:rsidR="009E4546" w:rsidRPr="00C743EF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3EF">
              <w:rPr>
                <w:rFonts w:ascii="Times New Roman" w:hAnsi="Times New Roman" w:cs="Times New Roman"/>
                <w:sz w:val="20"/>
                <w:szCs w:val="20"/>
              </w:rPr>
              <w:t>Ожидаемая дата ввода в эксплуатацию, месяц, год</w:t>
            </w:r>
          </w:p>
        </w:tc>
      </w:tr>
      <w:tr w:rsidR="009E4546" w:rsidRPr="00C01878">
        <w:tc>
          <w:tcPr>
            <w:tcW w:w="421" w:type="dxa"/>
          </w:tcPr>
          <w:p w:rsidR="009E4546" w:rsidRPr="00C743EF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 xml:space="preserve"> здание магазина</w:t>
            </w:r>
          </w:p>
        </w:tc>
        <w:tc>
          <w:tcPr>
            <w:tcW w:w="2296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</w:t>
            </w:r>
          </w:p>
        </w:tc>
        <w:tc>
          <w:tcPr>
            <w:tcW w:w="224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29516104-09 от 06.03.2015</w:t>
            </w:r>
          </w:p>
        </w:tc>
        <w:tc>
          <w:tcPr>
            <w:tcW w:w="1833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06.03.2020</w:t>
            </w:r>
          </w:p>
        </w:tc>
        <w:tc>
          <w:tcPr>
            <w:tcW w:w="389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740 м2</w:t>
            </w:r>
          </w:p>
        </w:tc>
        <w:tc>
          <w:tcPr>
            <w:tcW w:w="2075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06.03.2020</w:t>
            </w:r>
          </w:p>
        </w:tc>
      </w:tr>
      <w:tr w:rsidR="009E4546" w:rsidRPr="00C01878">
        <w:tc>
          <w:tcPr>
            <w:tcW w:w="421" w:type="dxa"/>
          </w:tcPr>
          <w:p w:rsidR="009E4546" w:rsidRPr="00C743EF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3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установка агрегатов ГПА-16ДГ "Урал" № 45,46" в составе стройки "Реконструкция компрессорного цеха № 4 КС-13 Урдома"</w:t>
            </w:r>
          </w:p>
        </w:tc>
        <w:tc>
          <w:tcPr>
            <w:tcW w:w="2296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</w:t>
            </w:r>
          </w:p>
        </w:tc>
        <w:tc>
          <w:tcPr>
            <w:tcW w:w="224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29516104-79 от 10.12.2015</w:t>
            </w:r>
          </w:p>
        </w:tc>
        <w:tc>
          <w:tcPr>
            <w:tcW w:w="1833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09.12.2016</w:t>
            </w:r>
          </w:p>
        </w:tc>
        <w:tc>
          <w:tcPr>
            <w:tcW w:w="389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2 агрегата</w:t>
            </w:r>
          </w:p>
        </w:tc>
        <w:tc>
          <w:tcPr>
            <w:tcW w:w="2075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09.12.2016</w:t>
            </w:r>
          </w:p>
        </w:tc>
      </w:tr>
      <w:tr w:rsidR="009E4546" w:rsidRPr="00C01878">
        <w:tc>
          <w:tcPr>
            <w:tcW w:w="421" w:type="dxa"/>
          </w:tcPr>
          <w:p w:rsidR="009E4546" w:rsidRPr="00C743EF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3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гараж</w:t>
            </w:r>
          </w:p>
        </w:tc>
        <w:tc>
          <w:tcPr>
            <w:tcW w:w="2296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4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29516104-84 от 22.12.2015</w:t>
            </w:r>
          </w:p>
        </w:tc>
        <w:tc>
          <w:tcPr>
            <w:tcW w:w="1833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21.12.2020</w:t>
            </w:r>
          </w:p>
        </w:tc>
        <w:tc>
          <w:tcPr>
            <w:tcW w:w="389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88,0 м2</w:t>
            </w:r>
          </w:p>
        </w:tc>
        <w:tc>
          <w:tcPr>
            <w:tcW w:w="2075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21.12.2020</w:t>
            </w:r>
          </w:p>
        </w:tc>
      </w:tr>
      <w:tr w:rsidR="009E4546" w:rsidRPr="00C01878">
        <w:tc>
          <w:tcPr>
            <w:tcW w:w="421" w:type="dxa"/>
          </w:tcPr>
          <w:p w:rsidR="009E4546" w:rsidRPr="00C743EF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3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Автомобильная дорога  ул. Толстого</w:t>
            </w:r>
          </w:p>
        </w:tc>
        <w:tc>
          <w:tcPr>
            <w:tcW w:w="2296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4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29516104-01 от 11.01.2016</w:t>
            </w:r>
          </w:p>
        </w:tc>
        <w:tc>
          <w:tcPr>
            <w:tcW w:w="1833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10.01.2019</w:t>
            </w:r>
          </w:p>
        </w:tc>
        <w:tc>
          <w:tcPr>
            <w:tcW w:w="389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13887 м2</w:t>
            </w:r>
          </w:p>
        </w:tc>
        <w:tc>
          <w:tcPr>
            <w:tcW w:w="2075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10.01.2019</w:t>
            </w:r>
          </w:p>
        </w:tc>
      </w:tr>
      <w:tr w:rsidR="009E4546" w:rsidRPr="00C01878">
        <w:tc>
          <w:tcPr>
            <w:tcW w:w="421" w:type="dxa"/>
          </w:tcPr>
          <w:p w:rsidR="009E4546" w:rsidRPr="00F81608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6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7" w:type="dxa"/>
            <w:vAlign w:val="bottom"/>
          </w:tcPr>
          <w:p w:rsidR="009E4546" w:rsidRPr="00F81608" w:rsidRDefault="009E4546" w:rsidP="00CD3D09">
            <w:pPr>
              <w:rPr>
                <w:color w:val="000000"/>
              </w:rPr>
            </w:pPr>
            <w:r w:rsidRPr="00F81608">
              <w:rPr>
                <w:color w:val="000000"/>
              </w:rPr>
              <w:t>Автомобильная дорога  ул.Энтузиастов</w:t>
            </w:r>
          </w:p>
        </w:tc>
        <w:tc>
          <w:tcPr>
            <w:tcW w:w="2296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4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29516104-02 от 11.01.2016</w:t>
            </w:r>
          </w:p>
        </w:tc>
        <w:tc>
          <w:tcPr>
            <w:tcW w:w="1833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10.01.2019</w:t>
            </w:r>
          </w:p>
        </w:tc>
        <w:tc>
          <w:tcPr>
            <w:tcW w:w="389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4980 м2</w:t>
            </w:r>
          </w:p>
        </w:tc>
        <w:tc>
          <w:tcPr>
            <w:tcW w:w="2075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10.01.2019</w:t>
            </w:r>
          </w:p>
        </w:tc>
      </w:tr>
      <w:tr w:rsidR="009E4546" w:rsidRPr="00C01878">
        <w:tc>
          <w:tcPr>
            <w:tcW w:w="421" w:type="dxa"/>
          </w:tcPr>
          <w:p w:rsidR="009E4546" w:rsidRPr="00F81608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6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27" w:type="dxa"/>
            <w:vAlign w:val="bottom"/>
          </w:tcPr>
          <w:p w:rsidR="009E4546" w:rsidRPr="00F81608" w:rsidRDefault="009E4546" w:rsidP="00CD3D09">
            <w:pPr>
              <w:rPr>
                <w:color w:val="000000"/>
              </w:rPr>
            </w:pPr>
            <w:r w:rsidRPr="00F81608">
              <w:rPr>
                <w:color w:val="000000"/>
              </w:rPr>
              <w:t>Автомобильная дорога  ул.Николая Рубцова</w:t>
            </w:r>
          </w:p>
        </w:tc>
        <w:tc>
          <w:tcPr>
            <w:tcW w:w="2296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4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29516104-03 от 11.01.2016</w:t>
            </w:r>
          </w:p>
        </w:tc>
        <w:tc>
          <w:tcPr>
            <w:tcW w:w="1833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10.01.2019</w:t>
            </w:r>
          </w:p>
        </w:tc>
        <w:tc>
          <w:tcPr>
            <w:tcW w:w="389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3482 м2</w:t>
            </w:r>
          </w:p>
        </w:tc>
        <w:tc>
          <w:tcPr>
            <w:tcW w:w="2075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10.01.2019</w:t>
            </w:r>
          </w:p>
        </w:tc>
      </w:tr>
      <w:tr w:rsidR="009E4546" w:rsidRPr="00C01878">
        <w:tc>
          <w:tcPr>
            <w:tcW w:w="421" w:type="dxa"/>
          </w:tcPr>
          <w:p w:rsidR="009E4546" w:rsidRPr="00F81608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6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27" w:type="dxa"/>
            <w:vAlign w:val="bottom"/>
          </w:tcPr>
          <w:p w:rsidR="009E4546" w:rsidRPr="00F81608" w:rsidRDefault="009E4546" w:rsidP="00CD3D09">
            <w:pPr>
              <w:rPr>
                <w:color w:val="000000"/>
              </w:rPr>
            </w:pPr>
            <w:r w:rsidRPr="00F81608">
              <w:rPr>
                <w:color w:val="000000"/>
              </w:rPr>
              <w:t>Автомобильная дорога  ул. Сосновая</w:t>
            </w:r>
          </w:p>
        </w:tc>
        <w:tc>
          <w:tcPr>
            <w:tcW w:w="2296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4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29516104-04 от 11.01.2016</w:t>
            </w:r>
          </w:p>
        </w:tc>
        <w:tc>
          <w:tcPr>
            <w:tcW w:w="1833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10.01.2019</w:t>
            </w:r>
          </w:p>
        </w:tc>
        <w:tc>
          <w:tcPr>
            <w:tcW w:w="389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3490 м2</w:t>
            </w:r>
          </w:p>
        </w:tc>
        <w:tc>
          <w:tcPr>
            <w:tcW w:w="2075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10.01.2019</w:t>
            </w:r>
          </w:p>
        </w:tc>
      </w:tr>
      <w:tr w:rsidR="009E4546" w:rsidRPr="00C01878">
        <w:tc>
          <w:tcPr>
            <w:tcW w:w="421" w:type="dxa"/>
          </w:tcPr>
          <w:p w:rsidR="009E4546" w:rsidRPr="00F81608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6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27" w:type="dxa"/>
            <w:vAlign w:val="bottom"/>
          </w:tcPr>
          <w:p w:rsidR="009E4546" w:rsidRPr="00F81608" w:rsidRDefault="009E4546" w:rsidP="00CD3D09">
            <w:pPr>
              <w:rPr>
                <w:color w:val="000000"/>
              </w:rPr>
            </w:pPr>
            <w:r w:rsidRPr="00F81608">
              <w:rPr>
                <w:color w:val="000000"/>
              </w:rPr>
              <w:t>"ДП Урдомского ЛПУ МГ" (3 пусковой комплекс) в составе стройки "Реконструкция систем диспетчерского управления ООО "Газпром трансгаз Ухта"</w:t>
            </w:r>
          </w:p>
        </w:tc>
        <w:tc>
          <w:tcPr>
            <w:tcW w:w="2296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4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29516104-08 от 04.04.2016</w:t>
            </w:r>
          </w:p>
        </w:tc>
        <w:tc>
          <w:tcPr>
            <w:tcW w:w="1833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19.10.2016</w:t>
            </w:r>
          </w:p>
        </w:tc>
        <w:tc>
          <w:tcPr>
            <w:tcW w:w="389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 объект</w:t>
            </w:r>
          </w:p>
        </w:tc>
        <w:tc>
          <w:tcPr>
            <w:tcW w:w="2075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19.10.2016</w:t>
            </w:r>
          </w:p>
        </w:tc>
      </w:tr>
      <w:tr w:rsidR="009E4546" w:rsidRPr="00C01878">
        <w:tc>
          <w:tcPr>
            <w:tcW w:w="421" w:type="dxa"/>
          </w:tcPr>
          <w:p w:rsidR="009E4546" w:rsidRPr="00F81608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6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27" w:type="dxa"/>
            <w:shd w:val="clear" w:color="auto" w:fill="FFFFFF"/>
            <w:vAlign w:val="bottom"/>
          </w:tcPr>
          <w:p w:rsidR="009E4546" w:rsidRPr="00F81608" w:rsidRDefault="009E4546" w:rsidP="00CD3D09">
            <w:pPr>
              <w:rPr>
                <w:color w:val="000000"/>
              </w:rPr>
            </w:pPr>
            <w:r w:rsidRPr="00F81608">
              <w:rPr>
                <w:color w:val="000000"/>
              </w:rPr>
              <w:t>газопровод распределительный от ГРС "КС-13" до ул. Павла Морозова в пос. Урдома Ленского района Архангельской области 1 этап строительства</w:t>
            </w:r>
          </w:p>
        </w:tc>
        <w:tc>
          <w:tcPr>
            <w:tcW w:w="2296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4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29516104-09 от 06.04.2016</w:t>
            </w:r>
          </w:p>
        </w:tc>
        <w:tc>
          <w:tcPr>
            <w:tcW w:w="1833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21.10.2016</w:t>
            </w:r>
          </w:p>
        </w:tc>
        <w:tc>
          <w:tcPr>
            <w:tcW w:w="389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5538 м</w:t>
            </w:r>
          </w:p>
        </w:tc>
        <w:tc>
          <w:tcPr>
            <w:tcW w:w="2075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21.10.2016</w:t>
            </w:r>
          </w:p>
        </w:tc>
      </w:tr>
      <w:tr w:rsidR="009E4546" w:rsidRPr="00C01878">
        <w:tc>
          <w:tcPr>
            <w:tcW w:w="421" w:type="dxa"/>
          </w:tcPr>
          <w:p w:rsidR="009E4546" w:rsidRPr="00F81608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160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газопровод распределительный низкого давления по ул. Новая в пос. Урдома Ленского района Архангельской области</w:t>
            </w:r>
          </w:p>
        </w:tc>
        <w:tc>
          <w:tcPr>
            <w:tcW w:w="2296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4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29516104-11 от 22.04.2016</w:t>
            </w:r>
          </w:p>
        </w:tc>
        <w:tc>
          <w:tcPr>
            <w:tcW w:w="1833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22.09.2016</w:t>
            </w:r>
          </w:p>
        </w:tc>
        <w:tc>
          <w:tcPr>
            <w:tcW w:w="389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576 м</w:t>
            </w:r>
          </w:p>
        </w:tc>
        <w:tc>
          <w:tcPr>
            <w:tcW w:w="2075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22.09.2016</w:t>
            </w:r>
          </w:p>
        </w:tc>
      </w:tr>
      <w:tr w:rsidR="009E4546" w:rsidRPr="006255CB">
        <w:tc>
          <w:tcPr>
            <w:tcW w:w="421" w:type="dxa"/>
          </w:tcPr>
          <w:p w:rsidR="009E4546" w:rsidRPr="00F81608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160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2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Здание магазина промтовары</w:t>
            </w:r>
          </w:p>
        </w:tc>
        <w:tc>
          <w:tcPr>
            <w:tcW w:w="2296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4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29516104-27 от 18.08.2016</w:t>
            </w:r>
          </w:p>
        </w:tc>
        <w:tc>
          <w:tcPr>
            <w:tcW w:w="1833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01.08.2019</w:t>
            </w:r>
          </w:p>
        </w:tc>
        <w:tc>
          <w:tcPr>
            <w:tcW w:w="389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1268,3 м2</w:t>
            </w:r>
          </w:p>
        </w:tc>
        <w:tc>
          <w:tcPr>
            <w:tcW w:w="2075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01.08.2019</w:t>
            </w:r>
          </w:p>
        </w:tc>
      </w:tr>
      <w:tr w:rsidR="009E4546" w:rsidRPr="006255CB">
        <w:tc>
          <w:tcPr>
            <w:tcW w:w="421" w:type="dxa"/>
          </w:tcPr>
          <w:p w:rsidR="009E4546" w:rsidRPr="00F81608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160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Гараж на 2 бокса</w:t>
            </w:r>
          </w:p>
        </w:tc>
        <w:tc>
          <w:tcPr>
            <w:tcW w:w="2296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4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29516104-29 от 27.09.2016</w:t>
            </w:r>
          </w:p>
        </w:tc>
        <w:tc>
          <w:tcPr>
            <w:tcW w:w="1833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01.09.2020</w:t>
            </w:r>
          </w:p>
        </w:tc>
        <w:tc>
          <w:tcPr>
            <w:tcW w:w="389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240,0 м2</w:t>
            </w:r>
          </w:p>
        </w:tc>
        <w:tc>
          <w:tcPr>
            <w:tcW w:w="2075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01.09.2020</w:t>
            </w:r>
          </w:p>
        </w:tc>
      </w:tr>
      <w:tr w:rsidR="009E4546" w:rsidRPr="006255CB">
        <w:tc>
          <w:tcPr>
            <w:tcW w:w="421" w:type="dxa"/>
          </w:tcPr>
          <w:p w:rsidR="009E4546" w:rsidRPr="00F81608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160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2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База отдыха и спорта "Соловушка" Архангельская область ленский район</w:t>
            </w:r>
          </w:p>
        </w:tc>
        <w:tc>
          <w:tcPr>
            <w:tcW w:w="2296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4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29516104-31 от 29.09.2016</w:t>
            </w:r>
          </w:p>
        </w:tc>
        <w:tc>
          <w:tcPr>
            <w:tcW w:w="1833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01.09.2018</w:t>
            </w:r>
          </w:p>
        </w:tc>
        <w:tc>
          <w:tcPr>
            <w:tcW w:w="389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480,3 м2</w:t>
            </w:r>
          </w:p>
        </w:tc>
        <w:tc>
          <w:tcPr>
            <w:tcW w:w="2075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01.09.2018</w:t>
            </w:r>
          </w:p>
        </w:tc>
      </w:tr>
      <w:tr w:rsidR="009E4546" w:rsidRPr="006255CB">
        <w:tc>
          <w:tcPr>
            <w:tcW w:w="421" w:type="dxa"/>
          </w:tcPr>
          <w:p w:rsidR="009E4546" w:rsidRPr="00F81608" w:rsidRDefault="009E4546" w:rsidP="00CD3D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160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2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Гараж на 2 бокса</w:t>
            </w:r>
          </w:p>
        </w:tc>
        <w:tc>
          <w:tcPr>
            <w:tcW w:w="2296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47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RU 29516104-44 от 21.12.2016</w:t>
            </w:r>
          </w:p>
        </w:tc>
        <w:tc>
          <w:tcPr>
            <w:tcW w:w="1833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01.09.2020</w:t>
            </w:r>
          </w:p>
        </w:tc>
        <w:tc>
          <w:tcPr>
            <w:tcW w:w="3893" w:type="dxa"/>
            <w:vAlign w:val="bottom"/>
          </w:tcPr>
          <w:p w:rsidR="009E4546" w:rsidRDefault="009E4546" w:rsidP="00CD3D09">
            <w:pPr>
              <w:rPr>
                <w:color w:val="000000"/>
              </w:rPr>
            </w:pPr>
            <w:r>
              <w:rPr>
                <w:color w:val="000000"/>
              </w:rPr>
              <w:t>144 м2</w:t>
            </w:r>
          </w:p>
        </w:tc>
        <w:tc>
          <w:tcPr>
            <w:tcW w:w="2075" w:type="dxa"/>
            <w:vAlign w:val="bottom"/>
          </w:tcPr>
          <w:p w:rsidR="009E4546" w:rsidRDefault="009E4546" w:rsidP="00CD3D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01.09.2020</w:t>
            </w:r>
          </w:p>
        </w:tc>
      </w:tr>
    </w:tbl>
    <w:p w:rsidR="009E4546" w:rsidRDefault="009E4546" w:rsidP="00D06D62">
      <w:pPr>
        <w:widowControl w:val="0"/>
        <w:suppressAutoHyphens/>
        <w:rPr>
          <w:rFonts w:ascii="Times New Roman" w:hAnsi="Times New Roman" w:cs="Times New Roman"/>
          <w:sz w:val="28"/>
          <w:szCs w:val="28"/>
        </w:rPr>
        <w:sectPr w:rsidR="009E4546" w:rsidSect="003456DE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9E4546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>2.4.3. Объемы прогнозируемого выбытия из эксплуатации объ</w:t>
      </w:r>
      <w:r>
        <w:rPr>
          <w:rFonts w:ascii="Times New Roman" w:hAnsi="Times New Roman" w:cs="Times New Roman"/>
          <w:sz w:val="28"/>
          <w:szCs w:val="28"/>
        </w:rPr>
        <w:t>ектов социальной инфраструктуры</w:t>
      </w:r>
    </w:p>
    <w:p w:rsidR="009E4546" w:rsidRPr="00537023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 xml:space="preserve">Выбытие из эксплуатации существующих объектов социальной </w:t>
      </w:r>
      <w:r w:rsidRPr="00537023">
        <w:rPr>
          <w:rFonts w:ascii="Times New Roman" w:hAnsi="Times New Roman" w:cs="Times New Roman"/>
          <w:sz w:val="28"/>
          <w:szCs w:val="28"/>
        </w:rPr>
        <w:t>инфраструктуры в поселении не планируется.</w:t>
      </w:r>
    </w:p>
    <w:p w:rsidR="009E4546" w:rsidRPr="00537023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023">
        <w:rPr>
          <w:rFonts w:ascii="Times New Roman" w:hAnsi="Times New Roman" w:cs="Times New Roman"/>
          <w:sz w:val="28"/>
          <w:szCs w:val="28"/>
        </w:rPr>
        <w:t>2.4.4. Прогнозируемый спрос на услуги социальной инфраструктуры исходя из прогноза численности населения, объемов планируемого жилищного фонда и прогнозируемого выбытия из эксплуатации объектов социальной инфраструктуры</w:t>
      </w:r>
    </w:p>
    <w:p w:rsidR="009E4546" w:rsidRPr="00537023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023">
        <w:rPr>
          <w:rFonts w:ascii="Times New Roman" w:hAnsi="Times New Roman" w:cs="Times New Roman"/>
          <w:sz w:val="28"/>
          <w:szCs w:val="28"/>
        </w:rPr>
        <w:t>Прогнозируемый спрос на услуги социальной инфраструктуры обусловлен в большей степени существующим уровнем обеспеченности населения объектами социальной инфраструктуры: данные о существующих объектах социальной инфраструктуры свидетельствуют о недостаточном уровне обеспеченности объектами в области здравоохранения, образования.</w:t>
      </w:r>
    </w:p>
    <w:p w:rsidR="009E4546" w:rsidRPr="003E762B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023">
        <w:rPr>
          <w:rFonts w:ascii="Times New Roman" w:hAnsi="Times New Roman" w:cs="Times New Roman"/>
          <w:sz w:val="28"/>
          <w:szCs w:val="28"/>
        </w:rPr>
        <w:t>Первостепенной задачей программы является достижение расчетного уровня обеспеченности населения МО «Урдомское» услугами в вышеуказанных областях в соответствии с местными нормативами градостроительного проектирования МО «Урдомское» Ленского района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15E67">
        <w:rPr>
          <w:rFonts w:ascii="Times New Roman" w:hAnsi="Times New Roman" w:cs="Times New Roman"/>
          <w:sz w:val="28"/>
          <w:szCs w:val="28"/>
        </w:rPr>
        <w:t>утвержденные решением Собрания депутатов МО «</w:t>
      </w:r>
      <w:r>
        <w:rPr>
          <w:rFonts w:ascii="Times New Roman" w:hAnsi="Times New Roman" w:cs="Times New Roman"/>
          <w:sz w:val="28"/>
          <w:szCs w:val="28"/>
        </w:rPr>
        <w:t>Урдомское</w:t>
      </w:r>
      <w:r w:rsidRPr="00015E6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от 10ноябр</w:t>
      </w:r>
      <w:r w:rsidRPr="00015E67">
        <w:rPr>
          <w:rFonts w:ascii="Times New Roman" w:hAnsi="Times New Roman" w:cs="Times New Roman"/>
          <w:sz w:val="28"/>
          <w:szCs w:val="28"/>
        </w:rPr>
        <w:t xml:space="preserve">я 2017 № </w:t>
      </w:r>
      <w:r>
        <w:rPr>
          <w:rFonts w:ascii="Times New Roman" w:hAnsi="Times New Roman" w:cs="Times New Roman"/>
          <w:sz w:val="28"/>
          <w:szCs w:val="28"/>
        </w:rPr>
        <w:t>27-А</w:t>
      </w:r>
      <w:r w:rsidRPr="00015E67">
        <w:rPr>
          <w:rFonts w:ascii="Times New Roman" w:hAnsi="Times New Roman" w:cs="Times New Roman"/>
          <w:sz w:val="28"/>
          <w:szCs w:val="28"/>
        </w:rPr>
        <w:t>.</w:t>
      </w:r>
    </w:p>
    <w:p w:rsidR="009E4546" w:rsidRDefault="009E4546" w:rsidP="00537023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Оценка</w:t>
      </w:r>
      <w:r w:rsidRPr="007E5CBB">
        <w:rPr>
          <w:rFonts w:ascii="Times New Roman" w:hAnsi="Times New Roman" w:cs="Times New Roman"/>
          <w:sz w:val="28"/>
          <w:szCs w:val="28"/>
        </w:rPr>
        <w:t xml:space="preserve"> нормативно-правовой базы, необходимой для функционирования и развития социальной инфраструктуры поселения</w:t>
      </w:r>
    </w:p>
    <w:p w:rsidR="009E4546" w:rsidRPr="00816F40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В соответствии с Требованиями №1050 основой разработки программ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инфраструктуры являются государственные и муниципальные программы, стратегии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поселения, планы мероприятий по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развития, планы и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образования, документы о развитии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 комплексном освоении территорий.</w:t>
      </w:r>
    </w:p>
    <w:p w:rsidR="009E4546" w:rsidRPr="00816F40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53A">
        <w:rPr>
          <w:rFonts w:ascii="Times New Roman" w:hAnsi="Times New Roman" w:cs="Times New Roman"/>
          <w:sz w:val="28"/>
          <w:szCs w:val="28"/>
        </w:rPr>
        <w:t>тратегия социально-экономического развития, план мероприятий по реализации стратегии социально-экономического развития, программа комплексного социально-экономического развития у муниципального образования МО «</w:t>
      </w:r>
      <w:r>
        <w:rPr>
          <w:rFonts w:ascii="Times New Roman" w:hAnsi="Times New Roman" w:cs="Times New Roman"/>
          <w:sz w:val="28"/>
          <w:szCs w:val="28"/>
        </w:rPr>
        <w:t>Урдомское</w:t>
      </w:r>
      <w:r w:rsidRPr="009B1452">
        <w:rPr>
          <w:rFonts w:ascii="Times New Roman" w:hAnsi="Times New Roman" w:cs="Times New Roman"/>
          <w:sz w:val="28"/>
          <w:szCs w:val="28"/>
        </w:rPr>
        <w:t>» отсутствуют.</w:t>
      </w:r>
    </w:p>
    <w:p w:rsidR="009E4546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Программа комплексного развития социальной инфраструктуры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образования разрабатывалась на основе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E4546" w:rsidRPr="00816F40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16F40">
        <w:rPr>
          <w:rFonts w:ascii="Times New Roman" w:hAnsi="Times New Roman" w:cs="Times New Roman"/>
          <w:sz w:val="28"/>
          <w:szCs w:val="28"/>
        </w:rPr>
        <w:t>енеральн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 МО «Урдомское» Ленского района Архангельской области.</w:t>
      </w:r>
    </w:p>
    <w:p w:rsidR="009E4546" w:rsidRPr="00816F40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16F40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планировки, 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16F40">
        <w:rPr>
          <w:rFonts w:ascii="Times New Roman" w:hAnsi="Times New Roman" w:cs="Times New Roman"/>
          <w:sz w:val="28"/>
          <w:szCs w:val="28"/>
        </w:rPr>
        <w:t xml:space="preserve"> межевания территории план</w:t>
      </w:r>
      <w:r>
        <w:rPr>
          <w:rFonts w:ascii="Times New Roman" w:hAnsi="Times New Roman" w:cs="Times New Roman"/>
          <w:sz w:val="28"/>
          <w:szCs w:val="28"/>
        </w:rPr>
        <w:t>а МО «Урдомское» Ленского района</w:t>
      </w:r>
      <w:r w:rsidRPr="00816F40">
        <w:rPr>
          <w:rFonts w:ascii="Times New Roman" w:hAnsi="Times New Roman" w:cs="Times New Roman"/>
          <w:sz w:val="28"/>
          <w:szCs w:val="28"/>
        </w:rPr>
        <w:t>.</w:t>
      </w:r>
    </w:p>
    <w:p w:rsidR="009E4546" w:rsidRPr="00816F40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Также при разработке Программы учтены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16F40">
        <w:rPr>
          <w:rFonts w:ascii="Times New Roman" w:hAnsi="Times New Roman" w:cs="Times New Roman"/>
          <w:sz w:val="28"/>
          <w:szCs w:val="28"/>
        </w:rPr>
        <w:t>естные нормативы градостроительного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проектирования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«Урдомское» Ленского района Архангельской области. </w:t>
      </w:r>
    </w:p>
    <w:p w:rsidR="009E4546" w:rsidRPr="00816F40" w:rsidRDefault="009E4546" w:rsidP="005E4113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Федеральным Законом от 28.06.2014 №172-ФЗ «О стратегическом планировании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в Российской Федерации» (далее – Федеральный Закон 172 ФЗ) регламентированы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правовые основы стратегического планирования муниципальных образований.</w:t>
      </w:r>
    </w:p>
    <w:p w:rsidR="009E4546" w:rsidRPr="00816F40" w:rsidRDefault="009E4546" w:rsidP="005E4113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полномочиям органов местного самоуправления в сфере стратегического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планирования относятся:</w:t>
      </w:r>
    </w:p>
    <w:p w:rsidR="009E4546" w:rsidRPr="00816F40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определение долгосрочных целей и задач муниципального управления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муниципальных образований, согласованных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приоритетами и целями социально-экономического развития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субъектов Российской Федерации;</w:t>
      </w:r>
    </w:p>
    <w:p w:rsidR="009E4546" w:rsidRPr="00816F40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разработка, рассмотрение, утверждение (одобрение) и реализация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стратегического планирования по вопросам, отнесенным к полномочиям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местного самоуправления;</w:t>
      </w:r>
    </w:p>
    <w:p w:rsidR="009E4546" w:rsidRPr="00816F40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мониторинг и контроль реализации документов стратегического планирования,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утвержденных (одобренных) органами местного самоуправления;</w:t>
      </w:r>
    </w:p>
    <w:p w:rsidR="009E4546" w:rsidRPr="00816F40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иные полномочия в сфере стратегического планирования, определенные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федеральными законами и муниципальными нормативными правовыми актами.</w:t>
      </w:r>
    </w:p>
    <w:p w:rsidR="009E4546" w:rsidRPr="00816F40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документам стратегического планирования, разрабатываемым на уровне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образования, относятся:</w:t>
      </w:r>
    </w:p>
    <w:p w:rsidR="009E4546" w:rsidRPr="00816F40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1) стратегия социально-экономического развития муниципального образования;</w:t>
      </w:r>
    </w:p>
    <w:p w:rsidR="009E4546" w:rsidRPr="00816F40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2) план мероприятий по реализации стратегии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9E4546" w:rsidRPr="00816F40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3) прогноз социально-экономического развития муниципального образования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среднесрочный или долгосрочный период;</w:t>
      </w:r>
    </w:p>
    <w:p w:rsidR="009E4546" w:rsidRPr="00816F40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4) бюджетный прогноз муниципального образования на долгосрочный период;</w:t>
      </w:r>
    </w:p>
    <w:p w:rsidR="009E4546" w:rsidRPr="00816F40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5) муниципальная программа.</w:t>
      </w:r>
    </w:p>
    <w:p w:rsidR="009E4546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Таким образом, следует отметить, что существующей нормативно-правовой базы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достаточно для функционирования и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«Урдомское»</w:t>
      </w:r>
      <w:r w:rsidRPr="00816F40">
        <w:rPr>
          <w:rFonts w:ascii="Times New Roman" w:hAnsi="Times New Roman" w:cs="Times New Roman"/>
          <w:sz w:val="28"/>
          <w:szCs w:val="28"/>
        </w:rPr>
        <w:t>. Однако при этом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действующей нормативно-правовой базой не разработана и отсутствует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образования, содержащая комплекс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планируемых мероприятий, взаимоувязанных по задачам, срокам осуществления,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исполнителям и ресурсам и обеспечивающих наиболее эффективное достижение целей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решение задач социально-экономического развития муниципального образования.</w:t>
      </w:r>
    </w:p>
    <w:p w:rsidR="009E4546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П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еречни мероприятий (инвестиционных проектов) по проектированию, строительству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реконструкции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капитальному ремонту 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объектов социальной инфраструктуры поселения</w:t>
      </w:r>
    </w:p>
    <w:p w:rsidR="009E4546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Исходя из существующего уровня обеспеченности населения услугами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инфраструктуры, а также потребности населения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таких услугах на перспективу сформирован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мероприятий (инвестиционных проектов) по проектированию, строительству,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 xml:space="preserve">реконструкции </w:t>
      </w:r>
      <w:r>
        <w:rPr>
          <w:rFonts w:ascii="Times New Roman" w:hAnsi="Times New Roman" w:cs="Times New Roman"/>
          <w:sz w:val="28"/>
          <w:szCs w:val="28"/>
        </w:rPr>
        <w:t xml:space="preserve">и капитальному ремонту </w:t>
      </w:r>
      <w:r w:rsidRPr="00E96FBE">
        <w:rPr>
          <w:rFonts w:ascii="Times New Roman" w:hAnsi="Times New Roman" w:cs="Times New Roman"/>
          <w:sz w:val="28"/>
          <w:szCs w:val="28"/>
        </w:rPr>
        <w:t>объектов социальной инфраструктуры.</w:t>
      </w:r>
    </w:p>
    <w:p w:rsidR="009E4546" w:rsidRPr="00E96FBE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Перечень мероприятий разделен на 2 группы:</w:t>
      </w:r>
    </w:p>
    <w:p w:rsidR="009E4546" w:rsidRPr="00D46198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6198">
        <w:rPr>
          <w:rFonts w:ascii="Times New Roman" w:hAnsi="Times New Roman" w:cs="Times New Roman"/>
          <w:b/>
          <w:bCs/>
          <w:sz w:val="28"/>
          <w:szCs w:val="28"/>
        </w:rPr>
        <w:t>Группа I. Мероприятия (инвестиционные проекты) по капитальному ремонту существующих объектов социальной инфраструктуры:</w:t>
      </w:r>
    </w:p>
    <w:p w:rsidR="009E4546" w:rsidRPr="00D46198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8">
        <w:rPr>
          <w:rFonts w:ascii="Times New Roman" w:hAnsi="Times New Roman" w:cs="Times New Roman"/>
          <w:sz w:val="28"/>
          <w:szCs w:val="28"/>
        </w:rPr>
        <w:t xml:space="preserve">- Капитальный ремонт </w:t>
      </w:r>
      <w:r w:rsidRPr="00C43E2B">
        <w:rPr>
          <w:rFonts w:ascii="Times New Roman" w:hAnsi="Times New Roman" w:cs="Times New Roman"/>
          <w:sz w:val="28"/>
          <w:szCs w:val="28"/>
          <w:shd w:val="clear" w:color="auto" w:fill="FFFFFF"/>
        </w:rPr>
        <w:t>Ошлапецкой муниципальной основной общеобразовательной школы</w:t>
      </w:r>
      <w:r w:rsidRPr="00C43E2B">
        <w:rPr>
          <w:rFonts w:ascii="Times New Roman" w:hAnsi="Times New Roman" w:cs="Times New Roman"/>
          <w:sz w:val="28"/>
          <w:szCs w:val="28"/>
        </w:rPr>
        <w:t xml:space="preserve"> (</w:t>
      </w:r>
      <w:r w:rsidRPr="00C43E2B">
        <w:rPr>
          <w:rFonts w:ascii="Times New Roman" w:hAnsi="Times New Roman" w:cs="Times New Roman"/>
          <w:sz w:val="28"/>
          <w:szCs w:val="28"/>
          <w:shd w:val="clear" w:color="auto" w:fill="FFFFFF"/>
        </w:rPr>
        <w:t>д. Бор</w:t>
      </w:r>
      <w:r w:rsidRPr="00C43E2B">
        <w:rPr>
          <w:rFonts w:ascii="Times New Roman" w:hAnsi="Times New Roman" w:cs="Times New Roman"/>
          <w:sz w:val="28"/>
          <w:szCs w:val="28"/>
        </w:rPr>
        <w:t>);</w:t>
      </w:r>
    </w:p>
    <w:p w:rsidR="009E4546" w:rsidRPr="00D46198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6198">
        <w:rPr>
          <w:rFonts w:ascii="Times New Roman" w:hAnsi="Times New Roman" w:cs="Times New Roman"/>
          <w:b/>
          <w:bCs/>
          <w:sz w:val="28"/>
          <w:szCs w:val="28"/>
        </w:rPr>
        <w:t>Группа II. Мероприятия (инвестиционные проекты) по новому строительству объектов социальной инфраструктуры:</w:t>
      </w:r>
    </w:p>
    <w:p w:rsidR="009E4546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8">
        <w:rPr>
          <w:rFonts w:ascii="Times New Roman" w:hAnsi="Times New Roman" w:cs="Times New Roman"/>
          <w:sz w:val="28"/>
          <w:szCs w:val="28"/>
        </w:rPr>
        <w:t>- Строительство детского сада на 220 мест в рп. Урдома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E4546" w:rsidRPr="00D46198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Строительство спортивной площадки в рп. Урдома;</w:t>
      </w:r>
    </w:p>
    <w:p w:rsidR="009E4546" w:rsidRPr="00D46198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8">
        <w:rPr>
          <w:rFonts w:ascii="Times New Roman" w:hAnsi="Times New Roman" w:cs="Times New Roman"/>
          <w:sz w:val="28"/>
          <w:szCs w:val="28"/>
        </w:rPr>
        <w:t>- Строительство больницы в рп. Урдома.</w:t>
      </w:r>
    </w:p>
    <w:p w:rsidR="009E4546" w:rsidRPr="00E96FBE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8">
        <w:rPr>
          <w:rFonts w:ascii="Times New Roman" w:hAnsi="Times New Roman" w:cs="Times New Roman"/>
          <w:sz w:val="28"/>
          <w:szCs w:val="28"/>
        </w:rPr>
        <w:t>Детальный перечень мероприятий (инвестиционных проектов) по проектированию, строительству, реконструкции и капитальному ремонту объектов социальной инфраструктуры представлен в таблице 3.1.</w:t>
      </w:r>
    </w:p>
    <w:p w:rsidR="009E4546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9E4546" w:rsidSect="007E5CB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9E4546" w:rsidRPr="001C3526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526">
        <w:rPr>
          <w:rFonts w:ascii="Times New Roman" w:hAnsi="Times New Roman" w:cs="Times New Roman"/>
          <w:sz w:val="28"/>
          <w:szCs w:val="28"/>
        </w:rPr>
        <w:t>Таблица 3.1. Перечень мероприятий (инвестиционных проектов) по проектированию, строительству, реконструкции и капитальному ремонту объектов социальной инфраструктуры</w:t>
      </w:r>
    </w:p>
    <w:tbl>
      <w:tblPr>
        <w:tblW w:w="149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0"/>
        <w:gridCol w:w="2127"/>
        <w:gridCol w:w="1417"/>
        <w:gridCol w:w="1559"/>
        <w:gridCol w:w="2835"/>
        <w:gridCol w:w="779"/>
        <w:gridCol w:w="780"/>
        <w:gridCol w:w="779"/>
        <w:gridCol w:w="780"/>
        <w:gridCol w:w="779"/>
        <w:gridCol w:w="781"/>
        <w:gridCol w:w="1524"/>
      </w:tblGrid>
      <w:tr w:rsidR="009E4546" w:rsidRPr="001C3526">
        <w:tc>
          <w:tcPr>
            <w:tcW w:w="780" w:type="dxa"/>
            <w:vMerge w:val="restart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7" w:type="dxa"/>
            <w:vMerge w:val="restart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Перечень мероприятий (инвестиционных проектов) по видам объектов социальной инфраструктуры</w:t>
            </w:r>
          </w:p>
        </w:tc>
        <w:tc>
          <w:tcPr>
            <w:tcW w:w="1417" w:type="dxa"/>
            <w:vMerge w:val="restart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ind w:right="-3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559" w:type="dxa"/>
            <w:vMerge w:val="restart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Местоположение объекта</w:t>
            </w:r>
          </w:p>
        </w:tc>
        <w:tc>
          <w:tcPr>
            <w:tcW w:w="2835" w:type="dxa"/>
            <w:vMerge w:val="restart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Технико-экономические параметры объекта</w:t>
            </w:r>
          </w:p>
        </w:tc>
        <w:tc>
          <w:tcPr>
            <w:tcW w:w="4678" w:type="dxa"/>
            <w:gridSpan w:val="6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Период реализации мероприятий</w:t>
            </w:r>
          </w:p>
        </w:tc>
        <w:tc>
          <w:tcPr>
            <w:tcW w:w="1524" w:type="dxa"/>
            <w:vMerge w:val="restart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</w:tc>
      </w:tr>
      <w:tr w:rsidR="009E4546" w:rsidRPr="001C3526">
        <w:tc>
          <w:tcPr>
            <w:tcW w:w="780" w:type="dxa"/>
            <w:vMerge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80" w:type="dxa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79" w:type="dxa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80" w:type="dxa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79" w:type="dxa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81" w:type="dxa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2023 – 2027</w:t>
            </w:r>
          </w:p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vMerge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546" w:rsidRPr="001C3526">
        <w:tc>
          <w:tcPr>
            <w:tcW w:w="14920" w:type="dxa"/>
            <w:gridSpan w:val="12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Группа I. Мероприятия (инвестиционные проекты) по капитальному ремонту существующих объектов социальной инфраструктуры</w:t>
            </w:r>
          </w:p>
        </w:tc>
      </w:tr>
      <w:tr w:rsidR="009E4546" w:rsidRPr="00C01878">
        <w:tc>
          <w:tcPr>
            <w:tcW w:w="14920" w:type="dxa"/>
            <w:gridSpan w:val="12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1.1 Объекты образования::</w:t>
            </w:r>
          </w:p>
        </w:tc>
      </w:tr>
      <w:tr w:rsidR="009E4546" w:rsidRPr="00C01878">
        <w:tc>
          <w:tcPr>
            <w:tcW w:w="780" w:type="dxa"/>
          </w:tcPr>
          <w:p w:rsidR="009E4546" w:rsidRPr="00421662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662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127" w:type="dxa"/>
          </w:tcPr>
          <w:p w:rsidR="009E4546" w:rsidRPr="00C43E2B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3E2B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r w:rsidRPr="00C43E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Ошлапецкой муниципальной основной общеобразовательной школы</w:t>
            </w:r>
            <w:r w:rsidRPr="00C43E2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43E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д. Бор</w:t>
            </w:r>
            <w:r w:rsidRPr="00C43E2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9E4546" w:rsidRPr="00C43E2B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3E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Ошлапецкой муниципальной основной общеобразовательной школы</w:t>
            </w:r>
            <w:r w:rsidRPr="00C43E2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43E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д. Бор</w:t>
            </w:r>
            <w:r w:rsidRPr="00C43E2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9E4546" w:rsidRPr="00C43E2B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3E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Архангельская обл., Ленский р-н, МО «Урдомское», д. Бор, ул. Центральная, д. 1</w:t>
            </w:r>
          </w:p>
        </w:tc>
        <w:tc>
          <w:tcPr>
            <w:tcW w:w="2835" w:type="dxa"/>
          </w:tcPr>
          <w:p w:rsidR="009E4546" w:rsidRPr="00B26AF6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AF6">
              <w:rPr>
                <w:rFonts w:ascii="Times New Roman" w:hAnsi="Times New Roman" w:cs="Times New Roman"/>
                <w:sz w:val="20"/>
                <w:szCs w:val="20"/>
              </w:rPr>
              <w:t>Одноэтажное деревянное здание 2002 года постройки. Общей площадью 1062,5 кв.м на 80 учащихся. Капитальный ремонт не проводился.</w:t>
            </w:r>
          </w:p>
        </w:tc>
        <w:tc>
          <w:tcPr>
            <w:tcW w:w="779" w:type="dxa"/>
          </w:tcPr>
          <w:p w:rsidR="009E4546" w:rsidRPr="00D15759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80" w:type="dxa"/>
          </w:tcPr>
          <w:p w:rsidR="009E4546" w:rsidRPr="00D15759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79" w:type="dxa"/>
          </w:tcPr>
          <w:p w:rsidR="009E4546" w:rsidRPr="00D15759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80" w:type="dxa"/>
          </w:tcPr>
          <w:p w:rsidR="009E4546" w:rsidRPr="00D15759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79" w:type="dxa"/>
          </w:tcPr>
          <w:p w:rsidR="009E4546" w:rsidRPr="00C2232D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2232D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2232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81" w:type="dxa"/>
          </w:tcPr>
          <w:p w:rsidR="009E4546" w:rsidRPr="00C2232D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2232D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2232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24" w:type="dxa"/>
          </w:tcPr>
          <w:p w:rsidR="009E4546" w:rsidRPr="00C2232D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32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 образования Архангельской области </w:t>
            </w:r>
          </w:p>
        </w:tc>
      </w:tr>
      <w:tr w:rsidR="009E4546" w:rsidRPr="00C01878">
        <w:tc>
          <w:tcPr>
            <w:tcW w:w="14920" w:type="dxa"/>
            <w:gridSpan w:val="12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Группа II. Мероприятия (инвестиционные проекты) по строительству новых объектов социальной инфраструктуры</w:t>
            </w:r>
          </w:p>
        </w:tc>
      </w:tr>
      <w:tr w:rsidR="009E4546" w:rsidRPr="00C01878">
        <w:tc>
          <w:tcPr>
            <w:tcW w:w="14920" w:type="dxa"/>
            <w:gridSpan w:val="12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2. 1 Объекты образования:</w:t>
            </w:r>
          </w:p>
        </w:tc>
      </w:tr>
      <w:tr w:rsidR="009E4546" w:rsidRPr="00C01878">
        <w:tc>
          <w:tcPr>
            <w:tcW w:w="780" w:type="dxa"/>
          </w:tcPr>
          <w:p w:rsidR="009E4546" w:rsidRPr="001C3526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2127" w:type="dxa"/>
          </w:tcPr>
          <w:p w:rsidR="009E4546" w:rsidRPr="00BD62D3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детского сада на 220 мест</w:t>
            </w:r>
          </w:p>
        </w:tc>
        <w:tc>
          <w:tcPr>
            <w:tcW w:w="1417" w:type="dxa"/>
          </w:tcPr>
          <w:p w:rsidR="009E4546" w:rsidRPr="00BD62D3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Детский сад на 220 мест</w:t>
            </w:r>
          </w:p>
        </w:tc>
        <w:tc>
          <w:tcPr>
            <w:tcW w:w="1559" w:type="dxa"/>
          </w:tcPr>
          <w:p w:rsidR="009E4546" w:rsidRPr="00BD62D3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Урдома, пер. Паламышский, д. 11</w:t>
            </w:r>
          </w:p>
        </w:tc>
        <w:tc>
          <w:tcPr>
            <w:tcW w:w="2835" w:type="dxa"/>
          </w:tcPr>
          <w:p w:rsidR="009E4546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Двухэтажное общей площадью 2371,82 кв.м</w:t>
            </w:r>
          </w:p>
        </w:tc>
        <w:tc>
          <w:tcPr>
            <w:tcW w:w="779" w:type="dxa"/>
          </w:tcPr>
          <w:p w:rsidR="009E4546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ПИР</w:t>
            </w:r>
          </w:p>
        </w:tc>
        <w:tc>
          <w:tcPr>
            <w:tcW w:w="780" w:type="dxa"/>
          </w:tcPr>
          <w:p w:rsidR="009E4546" w:rsidRPr="000920DE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</w:p>
        </w:tc>
        <w:tc>
          <w:tcPr>
            <w:tcW w:w="779" w:type="dxa"/>
          </w:tcPr>
          <w:p w:rsidR="009E4546" w:rsidRPr="000920DE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9E4546" w:rsidRPr="000920DE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9E4546" w:rsidRPr="00BD62D3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9E4546" w:rsidRPr="00BD62D3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9E4546" w:rsidRPr="00BD62D3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 образования Архангельской области </w:t>
            </w:r>
          </w:p>
        </w:tc>
      </w:tr>
      <w:tr w:rsidR="009E4546" w:rsidRPr="00C01878">
        <w:tc>
          <w:tcPr>
            <w:tcW w:w="14920" w:type="dxa"/>
            <w:gridSpan w:val="12"/>
          </w:tcPr>
          <w:p w:rsidR="009E4546" w:rsidRPr="001C3526" w:rsidRDefault="009E4546" w:rsidP="008B716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2.2 Объекты здравоохранения</w:t>
            </w:r>
          </w:p>
        </w:tc>
      </w:tr>
      <w:tr w:rsidR="009E4546" w:rsidRPr="00C01878">
        <w:tc>
          <w:tcPr>
            <w:tcW w:w="780" w:type="dxa"/>
          </w:tcPr>
          <w:p w:rsidR="009E4546" w:rsidRPr="001C3526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2127" w:type="dxa"/>
          </w:tcPr>
          <w:p w:rsidR="009E4546" w:rsidRPr="00EE39DA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9DA">
              <w:rPr>
                <w:rFonts w:ascii="Times New Roman" w:hAnsi="Times New Roman" w:cs="Times New Roman"/>
                <w:sz w:val="20"/>
                <w:szCs w:val="20"/>
              </w:rPr>
              <w:t>Строительство Урдомской больницы</w:t>
            </w:r>
          </w:p>
        </w:tc>
        <w:tc>
          <w:tcPr>
            <w:tcW w:w="1417" w:type="dxa"/>
          </w:tcPr>
          <w:p w:rsidR="009E4546" w:rsidRPr="00EE39DA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9DA">
              <w:rPr>
                <w:rFonts w:ascii="Times New Roman" w:hAnsi="Times New Roman" w:cs="Times New Roman"/>
                <w:sz w:val="20"/>
                <w:szCs w:val="20"/>
              </w:rPr>
              <w:t>Урдомская больница ГБУЗ АО «Яренская центральная районная больница» на 16 стационарных коек и 7 коек дневного стационара</w:t>
            </w:r>
          </w:p>
        </w:tc>
        <w:tc>
          <w:tcPr>
            <w:tcW w:w="1559" w:type="dxa"/>
          </w:tcPr>
          <w:p w:rsidR="009E4546" w:rsidRPr="00EE39DA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9DA">
              <w:rPr>
                <w:rFonts w:ascii="Times New Roman" w:hAnsi="Times New Roman" w:cs="Times New Roman"/>
                <w:sz w:val="20"/>
                <w:szCs w:val="20"/>
              </w:rPr>
              <w:t>п. Урдома, ул. Молодежная</w:t>
            </w:r>
          </w:p>
        </w:tc>
        <w:tc>
          <w:tcPr>
            <w:tcW w:w="2835" w:type="dxa"/>
          </w:tcPr>
          <w:p w:rsidR="009E4546" w:rsidRPr="003D03D2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79" w:type="dxa"/>
          </w:tcPr>
          <w:p w:rsidR="009E4546" w:rsidRPr="003D03D2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80" w:type="dxa"/>
          </w:tcPr>
          <w:p w:rsidR="009E4546" w:rsidRPr="00EE39DA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9DA">
              <w:rPr>
                <w:rFonts w:ascii="Times New Roman" w:hAnsi="Times New Roman" w:cs="Times New Roman"/>
                <w:sz w:val="20"/>
                <w:szCs w:val="20"/>
              </w:rPr>
              <w:t>ПИР</w:t>
            </w:r>
          </w:p>
        </w:tc>
        <w:tc>
          <w:tcPr>
            <w:tcW w:w="779" w:type="dxa"/>
          </w:tcPr>
          <w:p w:rsidR="009E4546" w:rsidRPr="00EE39DA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9DA"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</w:p>
        </w:tc>
        <w:tc>
          <w:tcPr>
            <w:tcW w:w="780" w:type="dxa"/>
          </w:tcPr>
          <w:p w:rsidR="009E4546" w:rsidRPr="00B26AF6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AF6"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</w:p>
        </w:tc>
        <w:tc>
          <w:tcPr>
            <w:tcW w:w="779" w:type="dxa"/>
          </w:tcPr>
          <w:p w:rsidR="009E4546" w:rsidRPr="00EE39DA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9E4546" w:rsidRPr="00EE39DA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9E4546" w:rsidRPr="00EE39DA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9DA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Архангельской области</w:t>
            </w:r>
          </w:p>
        </w:tc>
      </w:tr>
      <w:tr w:rsidR="009E4546" w:rsidRPr="00C01878">
        <w:tc>
          <w:tcPr>
            <w:tcW w:w="14920" w:type="dxa"/>
            <w:gridSpan w:val="12"/>
          </w:tcPr>
          <w:p w:rsidR="009E4546" w:rsidRPr="00C01878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 Объекты физической культуры и спорта</w:t>
            </w:r>
          </w:p>
        </w:tc>
      </w:tr>
      <w:tr w:rsidR="009E4546" w:rsidRPr="00C01878">
        <w:tc>
          <w:tcPr>
            <w:tcW w:w="780" w:type="dxa"/>
          </w:tcPr>
          <w:p w:rsidR="009E4546" w:rsidRPr="001C3526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2127" w:type="dxa"/>
          </w:tcPr>
          <w:p w:rsidR="009E4546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спортивной площадки</w:t>
            </w:r>
          </w:p>
        </w:tc>
        <w:tc>
          <w:tcPr>
            <w:tcW w:w="1417" w:type="dxa"/>
          </w:tcPr>
          <w:p w:rsidR="009E4546" w:rsidRDefault="009E4546" w:rsidP="005405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Спортивная площадка</w:t>
            </w:r>
          </w:p>
        </w:tc>
        <w:tc>
          <w:tcPr>
            <w:tcW w:w="1559" w:type="dxa"/>
          </w:tcPr>
          <w:p w:rsidR="009E4546" w:rsidRDefault="009E4546" w:rsidP="005405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Урдома</w:t>
            </w:r>
          </w:p>
        </w:tc>
        <w:tc>
          <w:tcPr>
            <w:tcW w:w="2835" w:type="dxa"/>
          </w:tcPr>
          <w:p w:rsidR="009E4546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9E4546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9E4546" w:rsidRPr="000920DE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9E4546" w:rsidRPr="00CF44C1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</w:p>
        </w:tc>
        <w:tc>
          <w:tcPr>
            <w:tcW w:w="780" w:type="dxa"/>
          </w:tcPr>
          <w:p w:rsidR="009E4546" w:rsidRPr="00CF44C1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9E4546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9E4546" w:rsidRPr="00BD62D3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9E4546" w:rsidRPr="00F423EC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Агентство по спорту</w:t>
            </w:r>
          </w:p>
        </w:tc>
      </w:tr>
    </w:tbl>
    <w:p w:rsidR="009E4546" w:rsidRPr="001C3526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C3526">
        <w:rPr>
          <w:rFonts w:ascii="Times New Roman" w:hAnsi="Times New Roman" w:cs="Times New Roman"/>
          <w:sz w:val="20"/>
          <w:szCs w:val="20"/>
        </w:rPr>
        <w:t>¹КР - капитальный ремонт</w:t>
      </w:r>
    </w:p>
    <w:p w:rsidR="009E4546" w:rsidRPr="001C3526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C3526">
        <w:rPr>
          <w:rFonts w:ascii="Times New Roman" w:hAnsi="Times New Roman" w:cs="Times New Roman"/>
          <w:sz w:val="20"/>
          <w:szCs w:val="20"/>
        </w:rPr>
        <w:t>²СМР – строительно-монтажные работы</w:t>
      </w:r>
    </w:p>
    <w:p w:rsidR="009E4546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C3526">
        <w:rPr>
          <w:rFonts w:ascii="Times New Roman" w:hAnsi="Times New Roman" w:cs="Times New Roman"/>
          <w:sz w:val="20"/>
          <w:szCs w:val="20"/>
        </w:rPr>
        <w:t>³ПИР – проектно-изыскательские работы</w:t>
      </w:r>
    </w:p>
    <w:p w:rsidR="009E4546" w:rsidRPr="000920DE" w:rsidRDefault="009E4546" w:rsidP="00D06D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E4546" w:rsidRPr="00B02E27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2E27">
        <w:rPr>
          <w:rFonts w:ascii="Times New Roman" w:hAnsi="Times New Roman" w:cs="Times New Roman"/>
          <w:b/>
          <w:bCs/>
          <w:sz w:val="28"/>
          <w:szCs w:val="28"/>
        </w:rPr>
        <w:t>4. Оценка объемов и источников финансирования мероприятий (инвестиционных проектов) по проектированию, строительству, реконструкции и капитальному ремонту объектов социальной инфраструктуры поселения</w:t>
      </w:r>
    </w:p>
    <w:p w:rsidR="009E4546" w:rsidRPr="00B02E27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2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</w:t>
      </w:r>
      <w:r w:rsidRPr="00B02E27">
        <w:rPr>
          <w:rFonts w:ascii="Times New Roman" w:hAnsi="Times New Roman" w:cs="Times New Roman"/>
          <w:b/>
          <w:bCs/>
          <w:sz w:val="28"/>
          <w:szCs w:val="28"/>
        </w:rPr>
        <w:t>521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8</w:t>
      </w:r>
      <w:r w:rsidRPr="00B02E27">
        <w:rPr>
          <w:rFonts w:ascii="Times New Roman" w:hAnsi="Times New Roman" w:cs="Times New Roman"/>
          <w:b/>
          <w:bCs/>
          <w:sz w:val="28"/>
          <w:szCs w:val="28"/>
        </w:rPr>
        <w:t>00,0</w:t>
      </w:r>
      <w:r w:rsidRPr="00B02E27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9E4546" w:rsidRPr="00B02E27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27">
        <w:rPr>
          <w:rFonts w:ascii="Times New Roman" w:hAnsi="Times New Roman" w:cs="Times New Roman"/>
          <w:sz w:val="28"/>
          <w:szCs w:val="28"/>
        </w:rPr>
        <w:t xml:space="preserve">средства бюджета Архангельской области </w:t>
      </w:r>
      <w:r w:rsidRPr="00B02E27">
        <w:rPr>
          <w:rFonts w:ascii="Times New Roman" w:hAnsi="Times New Roman" w:cs="Times New Roman"/>
          <w:b/>
          <w:bCs/>
          <w:sz w:val="28"/>
          <w:szCs w:val="28"/>
        </w:rPr>
        <w:t>520470,0</w:t>
      </w:r>
      <w:r w:rsidRPr="00B02E2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4546" w:rsidRPr="00B02E27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27">
        <w:rPr>
          <w:rFonts w:ascii="Times New Roman" w:hAnsi="Times New Roman" w:cs="Times New Roman"/>
          <w:sz w:val="28"/>
          <w:szCs w:val="28"/>
        </w:rPr>
        <w:t xml:space="preserve">средства бюджета Ленского муниципального района </w:t>
      </w:r>
      <w:r w:rsidRPr="00B02E27">
        <w:rPr>
          <w:rFonts w:ascii="Times New Roman" w:hAnsi="Times New Roman" w:cs="Times New Roman"/>
          <w:b/>
          <w:bCs/>
          <w:sz w:val="28"/>
          <w:szCs w:val="28"/>
        </w:rPr>
        <w:t>330,0</w:t>
      </w:r>
      <w:r w:rsidRPr="00B02E27">
        <w:rPr>
          <w:rFonts w:ascii="Times New Roman" w:hAnsi="Times New Roman" w:cs="Times New Roman"/>
          <w:sz w:val="28"/>
          <w:szCs w:val="28"/>
        </w:rPr>
        <w:t>тыс. рублей;</w:t>
      </w:r>
    </w:p>
    <w:p w:rsidR="009E4546" w:rsidRPr="00B02E27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27">
        <w:rPr>
          <w:rFonts w:ascii="Times New Roman" w:hAnsi="Times New Roman" w:cs="Times New Roman"/>
          <w:sz w:val="28"/>
          <w:szCs w:val="28"/>
        </w:rPr>
        <w:t xml:space="preserve">средства бюджета муниципального образования Урдомское Ленского муниципального района Архангельской области </w:t>
      </w:r>
      <w:r w:rsidRPr="00B02E27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B02E27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9E4546" w:rsidRPr="00B02E27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27">
        <w:rPr>
          <w:rFonts w:ascii="Times New Roman" w:hAnsi="Times New Roman" w:cs="Times New Roman"/>
          <w:sz w:val="28"/>
          <w:szCs w:val="28"/>
        </w:rPr>
        <w:t>внебюджетные источники финансирования 1</w:t>
      </w:r>
      <w:r w:rsidRPr="00B02E27">
        <w:rPr>
          <w:rFonts w:ascii="Times New Roman" w:hAnsi="Times New Roman" w:cs="Times New Roman"/>
          <w:b/>
          <w:bCs/>
          <w:sz w:val="28"/>
          <w:szCs w:val="28"/>
        </w:rPr>
        <w:t>000,0</w:t>
      </w:r>
      <w:r w:rsidRPr="00B02E27">
        <w:rPr>
          <w:rFonts w:ascii="Times New Roman" w:hAnsi="Times New Roman" w:cs="Times New Roman"/>
          <w:sz w:val="28"/>
          <w:szCs w:val="28"/>
        </w:rPr>
        <w:t xml:space="preserve"> тыс.рублей. </w:t>
      </w:r>
    </w:p>
    <w:p w:rsidR="009E4546" w:rsidRPr="00B02E27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27">
        <w:rPr>
          <w:rFonts w:ascii="Times New Roman" w:hAnsi="Times New Roman" w:cs="Times New Roman"/>
          <w:sz w:val="28"/>
          <w:szCs w:val="28"/>
        </w:rPr>
        <w:t>Оценка объемов и источников финансирования мероприятий (инвестиционных проектов) по проектированию, строительству, реконструкции и капитальному ремонту объектов социальной инфраструктуры представлена в таблице 4.1</w:t>
      </w:r>
    </w:p>
    <w:p w:rsidR="009E4546" w:rsidRPr="00C01878" w:rsidRDefault="009E4546" w:rsidP="00D06D62">
      <w:pPr>
        <w:widowControl w:val="0"/>
        <w:suppressAutoHyphens/>
        <w:jc w:val="both"/>
        <w:rPr>
          <w:rFonts w:ascii="Times New Roman" w:hAnsi="Times New Roman" w:cs="Times New Roman"/>
          <w:sz w:val="28"/>
          <w:szCs w:val="28"/>
          <w:highlight w:val="yellow"/>
        </w:rPr>
        <w:sectPr w:rsidR="009E4546" w:rsidRPr="00C01878" w:rsidSect="00B0464D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9E4546" w:rsidRPr="001C3526" w:rsidRDefault="009E4546" w:rsidP="00D06D62">
      <w:pPr>
        <w:widowControl w:val="0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C3526">
        <w:rPr>
          <w:rFonts w:ascii="Times New Roman" w:hAnsi="Times New Roman" w:cs="Times New Roman"/>
          <w:sz w:val="28"/>
          <w:szCs w:val="28"/>
        </w:rPr>
        <w:t>Таблица 4.1. Оценка объемов и источников финансирования мероприятий (инвестиционных проектов) по проектированию, строительству, реконструкции и капитальному ремонту объектов социальной инфраструктуры поселения</w:t>
      </w:r>
    </w:p>
    <w:tbl>
      <w:tblPr>
        <w:tblW w:w="14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8"/>
        <w:gridCol w:w="6254"/>
        <w:gridCol w:w="1134"/>
        <w:gridCol w:w="900"/>
        <w:gridCol w:w="898"/>
        <w:gridCol w:w="900"/>
        <w:gridCol w:w="897"/>
        <w:gridCol w:w="898"/>
        <w:gridCol w:w="898"/>
        <w:gridCol w:w="1559"/>
      </w:tblGrid>
      <w:tr w:rsidR="009E4546" w:rsidRPr="001C3526">
        <w:tc>
          <w:tcPr>
            <w:tcW w:w="618" w:type="dxa"/>
            <w:vMerge w:val="restart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6254" w:type="dxa"/>
            <w:vMerge w:val="restart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Перечень мероприятий (инвестиционных проектов) по видам объектов социальной инфраструктуры с указанием источников финансирования</w:t>
            </w:r>
          </w:p>
        </w:tc>
        <w:tc>
          <w:tcPr>
            <w:tcW w:w="1134" w:type="dxa"/>
            <w:vMerge w:val="restart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 мероприятий, тыс. руб.</w:t>
            </w:r>
          </w:p>
        </w:tc>
        <w:tc>
          <w:tcPr>
            <w:tcW w:w="5391" w:type="dxa"/>
            <w:gridSpan w:val="6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</w:tc>
      </w:tr>
      <w:tr w:rsidR="009E4546" w:rsidRPr="001C3526">
        <w:tc>
          <w:tcPr>
            <w:tcW w:w="618" w:type="dxa"/>
            <w:vMerge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4" w:type="dxa"/>
            <w:vMerge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98" w:type="dxa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00" w:type="dxa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97" w:type="dxa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98" w:type="dxa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98" w:type="dxa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2023 – 2027</w:t>
            </w:r>
          </w:p>
        </w:tc>
        <w:tc>
          <w:tcPr>
            <w:tcW w:w="1559" w:type="dxa"/>
            <w:vMerge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546" w:rsidRPr="001C3526">
        <w:tc>
          <w:tcPr>
            <w:tcW w:w="618" w:type="dxa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4338" w:type="dxa"/>
            <w:gridSpan w:val="9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Группа I. Мероприятия (инвестиционные проекты) по капитальному ремонту существующих объектов социальной инфраструктуры</w:t>
            </w:r>
          </w:p>
        </w:tc>
      </w:tr>
      <w:tr w:rsidR="009E4546" w:rsidRPr="001C3526">
        <w:tc>
          <w:tcPr>
            <w:tcW w:w="618" w:type="dxa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338" w:type="dxa"/>
            <w:gridSpan w:val="9"/>
          </w:tcPr>
          <w:p w:rsidR="009E4546" w:rsidRPr="001C3526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Объекты образования:</w:t>
            </w:r>
          </w:p>
        </w:tc>
      </w:tr>
      <w:tr w:rsidR="009E4546" w:rsidRPr="001C3526">
        <w:tc>
          <w:tcPr>
            <w:tcW w:w="618" w:type="dxa"/>
            <w:vMerge w:val="restart"/>
          </w:tcPr>
          <w:p w:rsidR="009E4546" w:rsidRPr="001C3526" w:rsidRDefault="009E4546" w:rsidP="001C35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6254" w:type="dxa"/>
          </w:tcPr>
          <w:p w:rsidR="009E4546" w:rsidRPr="007309E4" w:rsidRDefault="009E4546" w:rsidP="001C3526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Ошлапецкой основной школы</w:t>
            </w:r>
          </w:p>
        </w:tc>
        <w:tc>
          <w:tcPr>
            <w:tcW w:w="1134" w:type="dxa"/>
          </w:tcPr>
          <w:p w:rsidR="009E4546" w:rsidRPr="00EA6458" w:rsidRDefault="009E4546" w:rsidP="001C3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900" w:type="dxa"/>
          </w:tcPr>
          <w:p w:rsidR="009E4546" w:rsidRPr="006255CB" w:rsidRDefault="009E4546" w:rsidP="001C3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Default="009E4546" w:rsidP="001C3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9E4546" w:rsidRDefault="009E4546" w:rsidP="001C3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9E4546" w:rsidRPr="006255CB" w:rsidRDefault="009E4546" w:rsidP="001C3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7309E4" w:rsidRDefault="009E4546" w:rsidP="001C3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5500</w:t>
            </w:r>
          </w:p>
        </w:tc>
        <w:tc>
          <w:tcPr>
            <w:tcW w:w="898" w:type="dxa"/>
          </w:tcPr>
          <w:p w:rsidR="009E4546" w:rsidRPr="007309E4" w:rsidRDefault="009E4546" w:rsidP="001C3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5500</w:t>
            </w:r>
          </w:p>
        </w:tc>
        <w:tc>
          <w:tcPr>
            <w:tcW w:w="1559" w:type="dxa"/>
            <w:vMerge w:val="restart"/>
          </w:tcPr>
          <w:p w:rsidR="009E4546" w:rsidRPr="001C3526" w:rsidRDefault="009E4546" w:rsidP="001C35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526"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Архангельской области</w:t>
            </w:r>
          </w:p>
        </w:tc>
      </w:tr>
      <w:tr w:rsidR="009E4546" w:rsidRPr="001C3526">
        <w:tc>
          <w:tcPr>
            <w:tcW w:w="618" w:type="dxa"/>
            <w:vMerge/>
          </w:tcPr>
          <w:p w:rsidR="009E4546" w:rsidRPr="001C3526" w:rsidRDefault="009E4546" w:rsidP="001C35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4" w:type="dxa"/>
          </w:tcPr>
          <w:p w:rsidR="009E4546" w:rsidRDefault="009E4546" w:rsidP="001C3526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9E4546" w:rsidRPr="00A14D71" w:rsidRDefault="009E4546" w:rsidP="001C3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4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</w:t>
            </w:r>
          </w:p>
        </w:tc>
        <w:tc>
          <w:tcPr>
            <w:tcW w:w="900" w:type="dxa"/>
          </w:tcPr>
          <w:p w:rsidR="009E4546" w:rsidRPr="006255CB" w:rsidRDefault="009E4546" w:rsidP="001C3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Default="009E4546" w:rsidP="001C3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9E4546" w:rsidRDefault="009E4546" w:rsidP="001C3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9E4546" w:rsidRPr="006255CB" w:rsidRDefault="009E4546" w:rsidP="001C3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1C3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898" w:type="dxa"/>
          </w:tcPr>
          <w:p w:rsidR="009E4546" w:rsidRPr="006255CB" w:rsidRDefault="009E4546" w:rsidP="001C3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59" w:type="dxa"/>
            <w:vMerge/>
          </w:tcPr>
          <w:p w:rsidR="009E4546" w:rsidRPr="001C3526" w:rsidRDefault="009E4546" w:rsidP="001C35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546" w:rsidRPr="001C3526">
        <w:tc>
          <w:tcPr>
            <w:tcW w:w="618" w:type="dxa"/>
            <w:vMerge/>
          </w:tcPr>
          <w:p w:rsidR="009E4546" w:rsidRPr="001C3526" w:rsidRDefault="009E4546" w:rsidP="001C35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4" w:type="dxa"/>
          </w:tcPr>
          <w:p w:rsidR="009E4546" w:rsidRDefault="009E4546" w:rsidP="001C3526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9E4546" w:rsidRDefault="009E4546" w:rsidP="001C3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9E4546" w:rsidRPr="006255CB" w:rsidRDefault="009E4546" w:rsidP="001C3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Default="009E4546" w:rsidP="001C3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9E4546" w:rsidRDefault="009E4546" w:rsidP="001C3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9E4546" w:rsidRPr="006255CB" w:rsidRDefault="009E4546" w:rsidP="001C3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1C3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1C3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E4546" w:rsidRPr="001C3526" w:rsidRDefault="009E4546" w:rsidP="001C35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546" w:rsidRPr="001C3526">
        <w:tc>
          <w:tcPr>
            <w:tcW w:w="618" w:type="dxa"/>
            <w:vMerge/>
          </w:tcPr>
          <w:p w:rsidR="009E4546" w:rsidRPr="001C3526" w:rsidRDefault="009E4546" w:rsidP="001C35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4" w:type="dxa"/>
          </w:tcPr>
          <w:p w:rsidR="009E4546" w:rsidRDefault="009E4546" w:rsidP="001C3526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Урдомское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9E4546" w:rsidRDefault="009E4546" w:rsidP="001C3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9E4546" w:rsidRPr="006255CB" w:rsidRDefault="009E4546" w:rsidP="001C3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Default="009E4546" w:rsidP="001C3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9E4546" w:rsidRDefault="009E4546" w:rsidP="001C3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9E4546" w:rsidRPr="006255CB" w:rsidRDefault="009E4546" w:rsidP="001C3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1C3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1C3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E4546" w:rsidRPr="001C3526" w:rsidRDefault="009E4546" w:rsidP="001C35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546" w:rsidRPr="00C01878">
        <w:tc>
          <w:tcPr>
            <w:tcW w:w="618" w:type="dxa"/>
            <w:vMerge/>
          </w:tcPr>
          <w:p w:rsidR="009E4546" w:rsidRPr="001C3526" w:rsidRDefault="009E4546" w:rsidP="001C35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4" w:type="dxa"/>
          </w:tcPr>
          <w:p w:rsidR="009E4546" w:rsidRDefault="009E4546" w:rsidP="001C3526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9E4546" w:rsidRPr="00A14D71" w:rsidRDefault="009E4546" w:rsidP="001C3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4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00" w:type="dxa"/>
          </w:tcPr>
          <w:p w:rsidR="009E4546" w:rsidRPr="006255CB" w:rsidRDefault="009E4546" w:rsidP="001C3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Default="009E4546" w:rsidP="001C3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9E4546" w:rsidRDefault="009E4546" w:rsidP="001C3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9E4546" w:rsidRPr="006255CB" w:rsidRDefault="009E4546" w:rsidP="001C35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1C3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98" w:type="dxa"/>
          </w:tcPr>
          <w:p w:rsidR="009E4546" w:rsidRPr="006255CB" w:rsidRDefault="009E4546" w:rsidP="001C3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59" w:type="dxa"/>
            <w:vMerge/>
          </w:tcPr>
          <w:p w:rsidR="009E4546" w:rsidRPr="001C3526" w:rsidRDefault="009E4546" w:rsidP="001C35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546" w:rsidRPr="00C01878">
        <w:tc>
          <w:tcPr>
            <w:tcW w:w="618" w:type="dxa"/>
          </w:tcPr>
          <w:p w:rsidR="009E4546" w:rsidRPr="00421662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42166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14338" w:type="dxa"/>
            <w:gridSpan w:val="9"/>
          </w:tcPr>
          <w:p w:rsidR="009E4546" w:rsidRPr="00421662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6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Группа II. Мероприятия (инвестиционные проекты) по строительству новых объектов социальной инфраструктуры</w:t>
            </w:r>
          </w:p>
        </w:tc>
      </w:tr>
      <w:tr w:rsidR="009E4546" w:rsidRPr="00C01878">
        <w:tc>
          <w:tcPr>
            <w:tcW w:w="618" w:type="dxa"/>
          </w:tcPr>
          <w:p w:rsidR="009E4546" w:rsidRPr="00421662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662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4338" w:type="dxa"/>
            <w:gridSpan w:val="9"/>
          </w:tcPr>
          <w:p w:rsidR="009E4546" w:rsidRPr="00421662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662">
              <w:rPr>
                <w:rFonts w:ascii="Times New Roman" w:hAnsi="Times New Roman" w:cs="Times New Roman"/>
                <w:sz w:val="20"/>
                <w:szCs w:val="20"/>
              </w:rPr>
              <w:t>Объекты образования</w:t>
            </w:r>
          </w:p>
        </w:tc>
      </w:tr>
      <w:tr w:rsidR="009E4546" w:rsidRPr="00C01878">
        <w:tc>
          <w:tcPr>
            <w:tcW w:w="618" w:type="dxa"/>
            <w:vMerge w:val="restart"/>
          </w:tcPr>
          <w:p w:rsidR="009E4546" w:rsidRPr="00421662" w:rsidRDefault="009E4546" w:rsidP="004216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662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6254" w:type="dxa"/>
          </w:tcPr>
          <w:p w:rsidR="009E4546" w:rsidRPr="00421662" w:rsidRDefault="009E4546" w:rsidP="00421662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6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детского сада на 220 мест</w:t>
            </w:r>
          </w:p>
        </w:tc>
        <w:tc>
          <w:tcPr>
            <w:tcW w:w="1134" w:type="dxa"/>
          </w:tcPr>
          <w:p w:rsidR="009E4546" w:rsidRPr="00421662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6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260000</w:t>
            </w:r>
          </w:p>
        </w:tc>
        <w:tc>
          <w:tcPr>
            <w:tcW w:w="900" w:type="dxa"/>
          </w:tcPr>
          <w:p w:rsidR="009E4546" w:rsidRPr="00B02E27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120100</w:t>
            </w:r>
          </w:p>
        </w:tc>
        <w:tc>
          <w:tcPr>
            <w:tcW w:w="898" w:type="dxa"/>
          </w:tcPr>
          <w:p w:rsidR="009E4546" w:rsidRPr="00B02E27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139900</w:t>
            </w:r>
          </w:p>
        </w:tc>
        <w:tc>
          <w:tcPr>
            <w:tcW w:w="900" w:type="dxa"/>
          </w:tcPr>
          <w:p w:rsidR="009E4546" w:rsidRPr="00B02E27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9E4546" w:rsidRPr="00B02E27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421662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421662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9E4546" w:rsidRPr="00421662" w:rsidRDefault="009E4546" w:rsidP="004216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662"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Архангельскойобласти</w:t>
            </w:r>
          </w:p>
        </w:tc>
      </w:tr>
      <w:tr w:rsidR="009E4546" w:rsidRPr="00C01878">
        <w:tc>
          <w:tcPr>
            <w:tcW w:w="618" w:type="dxa"/>
            <w:vMerge/>
          </w:tcPr>
          <w:p w:rsidR="009E4546" w:rsidRPr="00C01878" w:rsidRDefault="009E4546" w:rsidP="004216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254" w:type="dxa"/>
          </w:tcPr>
          <w:p w:rsidR="009E4546" w:rsidRPr="0017660B" w:rsidRDefault="009E4546" w:rsidP="004216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9E4546" w:rsidRPr="006255CB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259750</w:t>
            </w:r>
          </w:p>
        </w:tc>
        <w:tc>
          <w:tcPr>
            <w:tcW w:w="900" w:type="dxa"/>
          </w:tcPr>
          <w:p w:rsidR="009E4546" w:rsidRPr="00B02E27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120000</w:t>
            </w:r>
          </w:p>
        </w:tc>
        <w:tc>
          <w:tcPr>
            <w:tcW w:w="898" w:type="dxa"/>
          </w:tcPr>
          <w:p w:rsidR="009E4546" w:rsidRPr="00B02E27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139750</w:t>
            </w:r>
          </w:p>
        </w:tc>
        <w:tc>
          <w:tcPr>
            <w:tcW w:w="900" w:type="dxa"/>
          </w:tcPr>
          <w:p w:rsidR="009E4546" w:rsidRPr="00B02E27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9E4546" w:rsidRPr="00B02E27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E4546" w:rsidRPr="00C01878" w:rsidRDefault="009E4546" w:rsidP="004216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9E4546" w:rsidRPr="00C01878">
        <w:tc>
          <w:tcPr>
            <w:tcW w:w="618" w:type="dxa"/>
            <w:vMerge/>
          </w:tcPr>
          <w:p w:rsidR="009E4546" w:rsidRPr="00C01878" w:rsidRDefault="009E4546" w:rsidP="004216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254" w:type="dxa"/>
          </w:tcPr>
          <w:p w:rsidR="009E4546" w:rsidRPr="0017660B" w:rsidRDefault="009E4546" w:rsidP="00421662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9E4546" w:rsidRPr="006255CB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900" w:type="dxa"/>
          </w:tcPr>
          <w:p w:rsidR="009E4546" w:rsidRPr="00B02E27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98" w:type="dxa"/>
          </w:tcPr>
          <w:p w:rsidR="009E4546" w:rsidRPr="00B02E27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00" w:type="dxa"/>
          </w:tcPr>
          <w:p w:rsidR="009E4546" w:rsidRPr="00B02E27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9E4546" w:rsidRPr="00B02E27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E4546" w:rsidRPr="00C01878" w:rsidRDefault="009E4546" w:rsidP="004216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9E4546" w:rsidRPr="00C01878">
        <w:tc>
          <w:tcPr>
            <w:tcW w:w="618" w:type="dxa"/>
            <w:vMerge/>
          </w:tcPr>
          <w:p w:rsidR="009E4546" w:rsidRPr="00C01878" w:rsidRDefault="009E4546" w:rsidP="004216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254" w:type="dxa"/>
          </w:tcPr>
          <w:p w:rsidR="009E4546" w:rsidRPr="0017660B" w:rsidRDefault="009E4546" w:rsidP="00421662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Урдом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9E4546" w:rsidRPr="00BB12AC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9E4546" w:rsidRPr="006255CB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9E4546" w:rsidRPr="006255CB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9E4546" w:rsidRPr="006255CB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E4546" w:rsidRPr="00C01878" w:rsidRDefault="009E4546" w:rsidP="004216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9E4546" w:rsidRPr="00C01878">
        <w:tc>
          <w:tcPr>
            <w:tcW w:w="618" w:type="dxa"/>
            <w:vMerge/>
          </w:tcPr>
          <w:p w:rsidR="009E4546" w:rsidRPr="00C01878" w:rsidRDefault="009E4546" w:rsidP="004216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254" w:type="dxa"/>
          </w:tcPr>
          <w:p w:rsidR="009E4546" w:rsidRPr="0017660B" w:rsidRDefault="009E4546" w:rsidP="00421662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9E4546" w:rsidRPr="00BB12AC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9E4546" w:rsidRPr="006255CB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9E4546" w:rsidRPr="006255CB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9E4546" w:rsidRPr="006255CB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421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E4546" w:rsidRPr="00C01878" w:rsidRDefault="009E4546" w:rsidP="004216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9E4546" w:rsidRPr="00C01878">
        <w:tc>
          <w:tcPr>
            <w:tcW w:w="618" w:type="dxa"/>
          </w:tcPr>
          <w:p w:rsidR="009E4546" w:rsidRPr="00421662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662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4338" w:type="dxa"/>
            <w:gridSpan w:val="9"/>
          </w:tcPr>
          <w:p w:rsidR="009E4546" w:rsidRPr="00421662" w:rsidRDefault="009E4546" w:rsidP="008B716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662">
              <w:rPr>
                <w:rFonts w:ascii="Times New Roman" w:hAnsi="Times New Roman" w:cs="Times New Roman"/>
                <w:sz w:val="20"/>
                <w:szCs w:val="20"/>
              </w:rPr>
              <w:t>Объекты здравоохранения</w:t>
            </w:r>
          </w:p>
        </w:tc>
      </w:tr>
      <w:tr w:rsidR="009E4546" w:rsidRPr="00C01878">
        <w:tc>
          <w:tcPr>
            <w:tcW w:w="618" w:type="dxa"/>
            <w:vMerge w:val="restart"/>
          </w:tcPr>
          <w:p w:rsidR="009E4546" w:rsidRPr="00421662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662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6254" w:type="dxa"/>
          </w:tcPr>
          <w:p w:rsidR="009E4546" w:rsidRPr="00421662" w:rsidRDefault="009E4546" w:rsidP="005405D7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6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Урдомская больница ГБУЗ АО «Яренская центральная районная больница» на 16 стационарных коек и 7 коек дневного стационара</w:t>
            </w:r>
          </w:p>
        </w:tc>
        <w:tc>
          <w:tcPr>
            <w:tcW w:w="1134" w:type="dxa"/>
          </w:tcPr>
          <w:p w:rsidR="009E4546" w:rsidRPr="00AA301C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B26A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250000</w:t>
            </w:r>
          </w:p>
        </w:tc>
        <w:tc>
          <w:tcPr>
            <w:tcW w:w="900" w:type="dxa"/>
          </w:tcPr>
          <w:p w:rsidR="009E4546" w:rsidRPr="00AA301C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98" w:type="dxa"/>
          </w:tcPr>
          <w:p w:rsidR="009E4546" w:rsidRPr="00B02E27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900" w:type="dxa"/>
          </w:tcPr>
          <w:p w:rsidR="009E4546" w:rsidRPr="00B02E27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85000</w:t>
            </w:r>
          </w:p>
        </w:tc>
        <w:tc>
          <w:tcPr>
            <w:tcW w:w="897" w:type="dxa"/>
          </w:tcPr>
          <w:p w:rsidR="009E4546" w:rsidRPr="00B02E27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85000</w:t>
            </w:r>
          </w:p>
        </w:tc>
        <w:tc>
          <w:tcPr>
            <w:tcW w:w="898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9E4546" w:rsidRPr="006255CB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здравоохранения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Архангельской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</w:tr>
      <w:tr w:rsidR="009E4546" w:rsidRPr="00C01878">
        <w:tc>
          <w:tcPr>
            <w:tcW w:w="618" w:type="dxa"/>
            <w:vMerge/>
          </w:tcPr>
          <w:p w:rsidR="009E4546" w:rsidRPr="00C01878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254" w:type="dxa"/>
          </w:tcPr>
          <w:p w:rsidR="009E4546" w:rsidRPr="0017660B" w:rsidRDefault="009E4546" w:rsidP="005405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9E4546" w:rsidRPr="00B02E27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250000</w:t>
            </w:r>
          </w:p>
        </w:tc>
        <w:tc>
          <w:tcPr>
            <w:tcW w:w="900" w:type="dxa"/>
          </w:tcPr>
          <w:p w:rsidR="009E4546" w:rsidRPr="00AA301C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B02E27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900" w:type="dxa"/>
          </w:tcPr>
          <w:p w:rsidR="009E4546" w:rsidRPr="00B02E27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85000</w:t>
            </w:r>
          </w:p>
        </w:tc>
        <w:tc>
          <w:tcPr>
            <w:tcW w:w="897" w:type="dxa"/>
          </w:tcPr>
          <w:p w:rsidR="009E4546" w:rsidRPr="00B02E27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85000</w:t>
            </w:r>
          </w:p>
        </w:tc>
        <w:tc>
          <w:tcPr>
            <w:tcW w:w="898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E4546" w:rsidRPr="00C01878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E4546" w:rsidRPr="00C01878">
        <w:tc>
          <w:tcPr>
            <w:tcW w:w="618" w:type="dxa"/>
            <w:vMerge/>
          </w:tcPr>
          <w:p w:rsidR="009E4546" w:rsidRPr="00C01878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254" w:type="dxa"/>
          </w:tcPr>
          <w:p w:rsidR="009E4546" w:rsidRPr="0017660B" w:rsidRDefault="009E4546" w:rsidP="005405D7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9E4546" w:rsidRPr="00AA301C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0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E4546" w:rsidRPr="00C01878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E4546" w:rsidRPr="00C01878">
        <w:tc>
          <w:tcPr>
            <w:tcW w:w="618" w:type="dxa"/>
            <w:vMerge/>
          </w:tcPr>
          <w:p w:rsidR="009E4546" w:rsidRPr="00C01878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254" w:type="dxa"/>
          </w:tcPr>
          <w:p w:rsidR="009E4546" w:rsidRPr="0017660B" w:rsidRDefault="009E4546" w:rsidP="005405D7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Урдом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9E4546" w:rsidRPr="00AA301C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0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E4546" w:rsidRPr="00C01878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E4546" w:rsidRPr="00C01878">
        <w:tc>
          <w:tcPr>
            <w:tcW w:w="618" w:type="dxa"/>
            <w:vMerge/>
          </w:tcPr>
          <w:p w:rsidR="009E4546" w:rsidRPr="00C01878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254" w:type="dxa"/>
          </w:tcPr>
          <w:p w:rsidR="009E4546" w:rsidRPr="0017660B" w:rsidRDefault="009E4546" w:rsidP="005405D7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9E4546" w:rsidRPr="00AA301C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0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E4546" w:rsidRPr="00C01878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E4546" w:rsidRPr="00C01878">
        <w:tc>
          <w:tcPr>
            <w:tcW w:w="618" w:type="dxa"/>
          </w:tcPr>
          <w:p w:rsidR="009E4546" w:rsidRPr="005405D7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05D7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4338" w:type="dxa"/>
            <w:gridSpan w:val="9"/>
          </w:tcPr>
          <w:p w:rsidR="009E4546" w:rsidRPr="005405D7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05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физической культуры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массового </w:t>
            </w:r>
            <w:r w:rsidRPr="005405D7">
              <w:rPr>
                <w:rFonts w:ascii="Times New Roman" w:hAnsi="Times New Roman" w:cs="Times New Roman"/>
                <w:sz w:val="20"/>
                <w:szCs w:val="20"/>
              </w:rPr>
              <w:t>спорта</w:t>
            </w:r>
          </w:p>
        </w:tc>
      </w:tr>
      <w:tr w:rsidR="009E4546" w:rsidRPr="00C01878">
        <w:tc>
          <w:tcPr>
            <w:tcW w:w="618" w:type="dxa"/>
          </w:tcPr>
          <w:p w:rsidR="009E4546" w:rsidRPr="005405D7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6254" w:type="dxa"/>
          </w:tcPr>
          <w:p w:rsidR="009E4546" w:rsidRPr="00F423EC" w:rsidRDefault="009E4546" w:rsidP="005405D7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3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Спортивная площадка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п. Урдома</w:t>
            </w:r>
          </w:p>
        </w:tc>
        <w:tc>
          <w:tcPr>
            <w:tcW w:w="1134" w:type="dxa"/>
          </w:tcPr>
          <w:p w:rsidR="009E4546" w:rsidRPr="00A3649E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4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00" w:type="dxa"/>
          </w:tcPr>
          <w:p w:rsidR="009E4546" w:rsidRPr="00BB12AC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9E4546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97" w:type="dxa"/>
          </w:tcPr>
          <w:p w:rsidR="009E4546" w:rsidRPr="006255CB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F423EC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F423EC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9E4546" w:rsidRPr="005405D7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Агентство по спорту</w:t>
            </w:r>
          </w:p>
        </w:tc>
      </w:tr>
      <w:tr w:rsidR="009E4546" w:rsidRPr="00C01878">
        <w:tc>
          <w:tcPr>
            <w:tcW w:w="618" w:type="dxa"/>
            <w:vMerge w:val="restart"/>
          </w:tcPr>
          <w:p w:rsidR="009E4546" w:rsidRPr="005405D7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4" w:type="dxa"/>
          </w:tcPr>
          <w:p w:rsidR="009E4546" w:rsidRDefault="009E4546" w:rsidP="005405D7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9E4546" w:rsidRPr="00A3649E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4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900" w:type="dxa"/>
          </w:tcPr>
          <w:p w:rsidR="009E4546" w:rsidRPr="00BB12AC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9E4546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897" w:type="dxa"/>
          </w:tcPr>
          <w:p w:rsidR="009E4546" w:rsidRPr="006255CB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F423EC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F423EC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E4546" w:rsidRPr="005405D7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546" w:rsidRPr="00C01878">
        <w:tc>
          <w:tcPr>
            <w:tcW w:w="618" w:type="dxa"/>
            <w:vMerge/>
          </w:tcPr>
          <w:p w:rsidR="009E4546" w:rsidRPr="005405D7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4" w:type="dxa"/>
          </w:tcPr>
          <w:p w:rsidR="009E4546" w:rsidRDefault="009E4546" w:rsidP="005405D7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9E4546" w:rsidRPr="00A3649E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4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00" w:type="dxa"/>
          </w:tcPr>
          <w:p w:rsidR="009E4546" w:rsidRPr="00BB12AC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9E4546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97" w:type="dxa"/>
          </w:tcPr>
          <w:p w:rsidR="009E4546" w:rsidRPr="006255CB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F423EC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F423EC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E4546" w:rsidRPr="005405D7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546" w:rsidRPr="00C01878">
        <w:tc>
          <w:tcPr>
            <w:tcW w:w="618" w:type="dxa"/>
            <w:vMerge/>
          </w:tcPr>
          <w:p w:rsidR="009E4546" w:rsidRPr="005405D7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4" w:type="dxa"/>
          </w:tcPr>
          <w:p w:rsidR="009E4546" w:rsidRDefault="009E4546" w:rsidP="005405D7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Урдом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9E4546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9E4546" w:rsidRPr="00BB12AC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9E4546" w:rsidRPr="006255CB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F423EC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F423EC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E4546" w:rsidRPr="005405D7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546" w:rsidRPr="00C01878">
        <w:tc>
          <w:tcPr>
            <w:tcW w:w="618" w:type="dxa"/>
            <w:vMerge/>
          </w:tcPr>
          <w:p w:rsidR="009E4546" w:rsidRPr="005405D7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4" w:type="dxa"/>
          </w:tcPr>
          <w:p w:rsidR="009E4546" w:rsidRDefault="009E4546" w:rsidP="005405D7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9E4546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9E4546" w:rsidRPr="006255CB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6255CB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9E4546" w:rsidRPr="006255CB" w:rsidRDefault="009E4546" w:rsidP="00540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9E4546" w:rsidRPr="006255CB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F423EC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9E4546" w:rsidRPr="00F423EC" w:rsidRDefault="009E4546" w:rsidP="00540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E4546" w:rsidRPr="005405D7" w:rsidRDefault="009E4546" w:rsidP="005405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546" w:rsidRPr="00C01878">
        <w:tc>
          <w:tcPr>
            <w:tcW w:w="618" w:type="dxa"/>
          </w:tcPr>
          <w:p w:rsidR="009E4546" w:rsidRPr="00C01878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254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группе мероприятий I</w:t>
            </w:r>
            <w:r w:rsidRPr="00B02E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</w:t>
            </w:r>
            <w:r w:rsidRPr="00B02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34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510800</w:t>
            </w:r>
          </w:p>
        </w:tc>
        <w:tc>
          <w:tcPr>
            <w:tcW w:w="900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120100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219900</w:t>
            </w:r>
          </w:p>
        </w:tc>
        <w:tc>
          <w:tcPr>
            <w:tcW w:w="900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85800</w:t>
            </w:r>
          </w:p>
        </w:tc>
        <w:tc>
          <w:tcPr>
            <w:tcW w:w="897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85000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9E4546" w:rsidRPr="00C01878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9E4546" w:rsidRPr="00C01878">
        <w:tc>
          <w:tcPr>
            <w:tcW w:w="618" w:type="dxa"/>
          </w:tcPr>
          <w:p w:rsidR="009E4546" w:rsidRPr="00C01878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254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510470</w:t>
            </w:r>
          </w:p>
        </w:tc>
        <w:tc>
          <w:tcPr>
            <w:tcW w:w="900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219750</w:t>
            </w:r>
          </w:p>
        </w:tc>
        <w:tc>
          <w:tcPr>
            <w:tcW w:w="900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85720</w:t>
            </w:r>
          </w:p>
        </w:tc>
        <w:tc>
          <w:tcPr>
            <w:tcW w:w="897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85000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9E4546" w:rsidRPr="00C01878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9E4546" w:rsidRPr="00C01878">
        <w:tc>
          <w:tcPr>
            <w:tcW w:w="618" w:type="dxa"/>
          </w:tcPr>
          <w:p w:rsidR="009E4546" w:rsidRPr="00C01878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254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</w:t>
            </w:r>
          </w:p>
        </w:tc>
        <w:tc>
          <w:tcPr>
            <w:tcW w:w="900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900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897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9E4546" w:rsidRPr="00C01878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9E4546" w:rsidRPr="00C01878">
        <w:tc>
          <w:tcPr>
            <w:tcW w:w="618" w:type="dxa"/>
          </w:tcPr>
          <w:p w:rsidR="009E4546" w:rsidRPr="00C01878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254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местного бюджета МО «Урдомское»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9E4546" w:rsidRPr="00C01878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9E4546" w:rsidRPr="00C01878">
        <w:tc>
          <w:tcPr>
            <w:tcW w:w="618" w:type="dxa"/>
          </w:tcPr>
          <w:p w:rsidR="009E4546" w:rsidRPr="00C01878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254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34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9E4546" w:rsidRPr="00C01878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9E4546" w:rsidRPr="00C01878">
        <w:tc>
          <w:tcPr>
            <w:tcW w:w="618" w:type="dxa"/>
          </w:tcPr>
          <w:p w:rsidR="009E4546" w:rsidRPr="00C01878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254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ИТОГО по группам мероприятий I и </w:t>
            </w:r>
            <w:r w:rsidRPr="00B02E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II</w:t>
            </w:r>
            <w:r w:rsidRPr="00B02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34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521800</w:t>
            </w:r>
          </w:p>
        </w:tc>
        <w:tc>
          <w:tcPr>
            <w:tcW w:w="900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120100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219900</w:t>
            </w:r>
          </w:p>
        </w:tc>
        <w:tc>
          <w:tcPr>
            <w:tcW w:w="900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85800</w:t>
            </w:r>
          </w:p>
        </w:tc>
        <w:tc>
          <w:tcPr>
            <w:tcW w:w="897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85000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5500</w:t>
            </w:r>
          </w:p>
        </w:tc>
        <w:tc>
          <w:tcPr>
            <w:tcW w:w="1559" w:type="dxa"/>
          </w:tcPr>
          <w:p w:rsidR="009E4546" w:rsidRPr="00C01878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9E4546" w:rsidRPr="00C01878">
        <w:tc>
          <w:tcPr>
            <w:tcW w:w="618" w:type="dxa"/>
          </w:tcPr>
          <w:p w:rsidR="009E4546" w:rsidRPr="00C01878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254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520470</w:t>
            </w:r>
          </w:p>
        </w:tc>
        <w:tc>
          <w:tcPr>
            <w:tcW w:w="900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219750</w:t>
            </w:r>
          </w:p>
        </w:tc>
        <w:tc>
          <w:tcPr>
            <w:tcW w:w="900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85720</w:t>
            </w:r>
          </w:p>
        </w:tc>
        <w:tc>
          <w:tcPr>
            <w:tcW w:w="897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85000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9E4546" w:rsidRPr="00C01878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9E4546" w:rsidRPr="00C01878">
        <w:tc>
          <w:tcPr>
            <w:tcW w:w="618" w:type="dxa"/>
          </w:tcPr>
          <w:p w:rsidR="009E4546" w:rsidRPr="00C01878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254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</w:t>
            </w:r>
          </w:p>
        </w:tc>
        <w:tc>
          <w:tcPr>
            <w:tcW w:w="900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900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897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9E4546" w:rsidRPr="00C01878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9E4546" w:rsidRPr="00C01878">
        <w:tc>
          <w:tcPr>
            <w:tcW w:w="618" w:type="dxa"/>
          </w:tcPr>
          <w:p w:rsidR="009E4546" w:rsidRPr="00C01878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254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местного бюджета МО «Урдомское»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9E4546" w:rsidRPr="00C01878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9E4546" w:rsidRPr="00C01878">
        <w:tc>
          <w:tcPr>
            <w:tcW w:w="618" w:type="dxa"/>
          </w:tcPr>
          <w:p w:rsidR="009E4546" w:rsidRPr="00C01878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254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34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00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98" w:type="dxa"/>
          </w:tcPr>
          <w:p w:rsidR="009E4546" w:rsidRPr="00B02E27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559" w:type="dxa"/>
          </w:tcPr>
          <w:p w:rsidR="009E4546" w:rsidRPr="00C01878" w:rsidRDefault="009E4546" w:rsidP="00B0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:rsidR="009E4546" w:rsidRPr="00C01878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9E4546" w:rsidRPr="00C01878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  <w:sectPr w:rsidR="009E4546" w:rsidRPr="00C01878" w:rsidSect="006941F2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9E4546" w:rsidRPr="00CB4169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4169">
        <w:rPr>
          <w:rFonts w:ascii="Times New Roman" w:hAnsi="Times New Roman" w:cs="Times New Roman"/>
          <w:b/>
          <w:bCs/>
          <w:sz w:val="28"/>
          <w:szCs w:val="28"/>
        </w:rPr>
        <w:t>5. Целевые индикаторы программы</w:t>
      </w:r>
    </w:p>
    <w:p w:rsidR="009E4546" w:rsidRPr="00CB4169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169">
        <w:rPr>
          <w:rFonts w:ascii="Times New Roman" w:hAnsi="Times New Roman" w:cs="Times New Roman"/>
          <w:sz w:val="28"/>
          <w:szCs w:val="28"/>
        </w:rPr>
        <w:t xml:space="preserve">Целевые индикаторы Программы, включающие технико-экономические, финансовые и социально-экономические показатели развития социальной инфраструктуры муниципального образования «Урдомское», установлены по мероприятиям (инвестиционным проектам) </w:t>
      </w:r>
      <w:r w:rsidRPr="00CB416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B4169">
        <w:rPr>
          <w:rFonts w:ascii="Times New Roman" w:hAnsi="Times New Roman" w:cs="Times New Roman"/>
          <w:sz w:val="28"/>
          <w:szCs w:val="28"/>
        </w:rPr>
        <w:t xml:space="preserve"> группы (строительства новых объектов социальной инфраструктуры).</w:t>
      </w:r>
    </w:p>
    <w:p w:rsidR="009E4546" w:rsidRPr="00CB4169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169">
        <w:rPr>
          <w:rFonts w:ascii="Times New Roman" w:hAnsi="Times New Roman" w:cs="Times New Roman"/>
          <w:sz w:val="28"/>
          <w:szCs w:val="28"/>
        </w:rPr>
        <w:t>Расчет целевых индикаторов произведен в соответствии со следующими документами:</w:t>
      </w:r>
    </w:p>
    <w:p w:rsidR="009E4546" w:rsidRPr="00CB4169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169">
        <w:rPr>
          <w:rFonts w:ascii="Times New Roman" w:hAnsi="Times New Roman" w:cs="Times New Roman"/>
          <w:sz w:val="28"/>
          <w:szCs w:val="28"/>
        </w:rPr>
        <w:t>приказ Министерства экономического развития Российской Федерации от 30.11.2009 № 492 «Об утверждении методических рекомендаций по разработке прогноза социально-экономического развития Российской Федерации на очередной финансовый год и плановый период»;</w:t>
      </w:r>
    </w:p>
    <w:p w:rsidR="009E4546" w:rsidRPr="00CB4169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169">
        <w:rPr>
          <w:rFonts w:ascii="Times New Roman" w:hAnsi="Times New Roman" w:cs="Times New Roman"/>
          <w:sz w:val="28"/>
          <w:szCs w:val="28"/>
        </w:rPr>
        <w:t>местные нормативы градостроительного проектирования муниципального образования «Урдомское» Ленского района Архангельской области, утвержденные решением Собрания депутатов МО «Урдомское» от 10 ноября 2017 № 27-А.</w:t>
      </w:r>
    </w:p>
    <w:p w:rsidR="009E4546" w:rsidRPr="00C01878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B4169">
        <w:rPr>
          <w:rFonts w:ascii="Times New Roman" w:hAnsi="Times New Roman" w:cs="Times New Roman"/>
          <w:sz w:val="28"/>
          <w:szCs w:val="28"/>
        </w:rPr>
        <w:t>Рассчитать целевые индикаторы по мероприятиям (инвестиционным проектам) I группы не представляется возможным в связи с отсутствием данных уровня износа существующих объектов социальной инфраструктуры, а также отсутствием конкретизации подвидов работ по капитальному ремонту. Расчет целевых индикаторов представлен в таблице 5.1.</w:t>
      </w:r>
    </w:p>
    <w:p w:rsidR="009E4546" w:rsidRPr="00C01878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  <w:sectPr w:rsidR="009E4546" w:rsidRPr="00C01878" w:rsidSect="006941F2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9E4546" w:rsidRPr="00B02E27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27">
        <w:rPr>
          <w:rFonts w:ascii="Times New Roman" w:hAnsi="Times New Roman" w:cs="Times New Roman"/>
          <w:sz w:val="28"/>
          <w:szCs w:val="28"/>
        </w:rPr>
        <w:t>Таблица 5.1. Целевые индикаторы Программы.</w:t>
      </w:r>
    </w:p>
    <w:tbl>
      <w:tblPr>
        <w:tblW w:w="95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0"/>
        <w:gridCol w:w="2032"/>
        <w:gridCol w:w="1411"/>
        <w:gridCol w:w="636"/>
        <w:gridCol w:w="636"/>
        <w:gridCol w:w="636"/>
        <w:gridCol w:w="636"/>
        <w:gridCol w:w="636"/>
        <w:gridCol w:w="637"/>
        <w:gridCol w:w="1536"/>
      </w:tblGrid>
      <w:tr w:rsidR="009E4546" w:rsidRPr="00B02E27">
        <w:tc>
          <w:tcPr>
            <w:tcW w:w="780" w:type="dxa"/>
            <w:vMerge w:val="restart"/>
          </w:tcPr>
          <w:p w:rsidR="009E4546" w:rsidRPr="00B02E27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032" w:type="dxa"/>
            <w:vMerge w:val="restart"/>
          </w:tcPr>
          <w:p w:rsidR="009E4546" w:rsidRPr="00B02E27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Перечень целевых показателей (в разрезе мероприятий, объектов)</w:t>
            </w:r>
          </w:p>
        </w:tc>
        <w:tc>
          <w:tcPr>
            <w:tcW w:w="1411" w:type="dxa"/>
            <w:vMerge w:val="restart"/>
          </w:tcPr>
          <w:p w:rsidR="009E4546" w:rsidRPr="00B02E27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 мероприятий, тыс. руб.</w:t>
            </w:r>
          </w:p>
        </w:tc>
        <w:tc>
          <w:tcPr>
            <w:tcW w:w="3817" w:type="dxa"/>
            <w:gridSpan w:val="6"/>
          </w:tcPr>
          <w:p w:rsidR="009E4546" w:rsidRPr="00B02E27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 w:val="restart"/>
          </w:tcPr>
          <w:p w:rsidR="009E4546" w:rsidRPr="00B02E27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</w:tc>
      </w:tr>
      <w:tr w:rsidR="009E4546" w:rsidRPr="00B02E27">
        <w:tc>
          <w:tcPr>
            <w:tcW w:w="780" w:type="dxa"/>
            <w:vMerge/>
          </w:tcPr>
          <w:p w:rsidR="009E4546" w:rsidRPr="00B02E27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9E4546" w:rsidRPr="00B02E27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9E4546" w:rsidRPr="00B02E27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9E4546" w:rsidRPr="00B02E27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636" w:type="dxa"/>
          </w:tcPr>
          <w:p w:rsidR="009E4546" w:rsidRPr="00B02E27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636" w:type="dxa"/>
          </w:tcPr>
          <w:p w:rsidR="009E4546" w:rsidRPr="00B02E27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636" w:type="dxa"/>
          </w:tcPr>
          <w:p w:rsidR="009E4546" w:rsidRPr="00B02E27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636" w:type="dxa"/>
          </w:tcPr>
          <w:p w:rsidR="009E4546" w:rsidRPr="00B02E27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637" w:type="dxa"/>
          </w:tcPr>
          <w:p w:rsidR="009E4546" w:rsidRPr="00B02E27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B02E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2027</w:t>
            </w:r>
          </w:p>
          <w:p w:rsidR="009E4546" w:rsidRPr="00B02E27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</w:tcPr>
          <w:p w:rsidR="009E4546" w:rsidRPr="00B02E27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546" w:rsidRPr="00B02E27">
        <w:tc>
          <w:tcPr>
            <w:tcW w:w="780" w:type="dxa"/>
          </w:tcPr>
          <w:p w:rsidR="009E4546" w:rsidRPr="00B02E27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60" w:type="dxa"/>
            <w:gridSpan w:val="8"/>
          </w:tcPr>
          <w:p w:rsidR="009E4546" w:rsidRPr="00B02E27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Объекты образования</w:t>
            </w:r>
          </w:p>
        </w:tc>
        <w:tc>
          <w:tcPr>
            <w:tcW w:w="1536" w:type="dxa"/>
          </w:tcPr>
          <w:p w:rsidR="009E4546" w:rsidRPr="00B02E27" w:rsidRDefault="009E4546" w:rsidP="00D06D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546" w:rsidRPr="00B02E27">
        <w:tc>
          <w:tcPr>
            <w:tcW w:w="780" w:type="dxa"/>
          </w:tcPr>
          <w:p w:rsidR="009E4546" w:rsidRPr="00B02E27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032" w:type="dxa"/>
          </w:tcPr>
          <w:p w:rsidR="009E4546" w:rsidRPr="00B02E27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Строительство детского сада на 220 мест</w:t>
            </w:r>
          </w:p>
        </w:tc>
        <w:tc>
          <w:tcPr>
            <w:tcW w:w="1411" w:type="dxa"/>
          </w:tcPr>
          <w:p w:rsidR="009E4546" w:rsidRPr="00B02E27" w:rsidRDefault="009E4546" w:rsidP="005238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260 000</w:t>
            </w:r>
          </w:p>
        </w:tc>
        <w:tc>
          <w:tcPr>
            <w:tcW w:w="636" w:type="dxa"/>
          </w:tcPr>
          <w:p w:rsidR="009E4546" w:rsidRPr="00B02E27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ПИР</w:t>
            </w:r>
          </w:p>
        </w:tc>
        <w:tc>
          <w:tcPr>
            <w:tcW w:w="636" w:type="dxa"/>
          </w:tcPr>
          <w:p w:rsidR="009E4546" w:rsidRPr="00B02E27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02E27">
              <w:rPr>
                <w:rFonts w:ascii="Times New Roman" w:hAnsi="Times New Roman" w:cs="Times New Roman"/>
                <w:sz w:val="18"/>
                <w:szCs w:val="18"/>
              </w:rPr>
              <w:t>СМР</w:t>
            </w:r>
          </w:p>
        </w:tc>
        <w:tc>
          <w:tcPr>
            <w:tcW w:w="636" w:type="dxa"/>
          </w:tcPr>
          <w:p w:rsidR="009E4546" w:rsidRPr="00B02E27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</w:tcPr>
          <w:p w:rsidR="009E4546" w:rsidRPr="00B02E27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</w:tcPr>
          <w:p w:rsidR="009E4546" w:rsidRPr="00B02E27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9E4546" w:rsidRPr="00B02E27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 w:val="restart"/>
          </w:tcPr>
          <w:p w:rsidR="009E4546" w:rsidRPr="00B02E27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Приказ Министерства экономического развития Российской Федерации от 30.11.2009 № 492 «Об утверждении методических рекомендаций по разработке прогноза социально-экономического развития Российской Федерации на очередной финансовый год и плановый период»;</w:t>
            </w:r>
          </w:p>
        </w:tc>
      </w:tr>
      <w:tr w:rsidR="009E4546" w:rsidRPr="00C01878">
        <w:tc>
          <w:tcPr>
            <w:tcW w:w="780" w:type="dxa"/>
          </w:tcPr>
          <w:p w:rsidR="009E4546" w:rsidRPr="00B02E27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032" w:type="dxa"/>
          </w:tcPr>
          <w:p w:rsidR="009E4546" w:rsidRPr="00B02E27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Обеспеченность  местами </w:t>
            </w:r>
          </w:p>
        </w:tc>
        <w:tc>
          <w:tcPr>
            <w:tcW w:w="1411" w:type="dxa"/>
          </w:tcPr>
          <w:p w:rsidR="009E4546" w:rsidRPr="00B02E27" w:rsidRDefault="009E4546" w:rsidP="005238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E27">
              <w:rPr>
                <w:rFonts w:ascii="Times New Roman" w:hAnsi="Times New Roman" w:cs="Times New Roman"/>
                <w:sz w:val="20"/>
                <w:szCs w:val="20"/>
              </w:rPr>
              <w:t>на 10 тыс. жителей</w:t>
            </w:r>
          </w:p>
        </w:tc>
        <w:tc>
          <w:tcPr>
            <w:tcW w:w="636" w:type="dxa"/>
          </w:tcPr>
          <w:p w:rsidR="009E4546" w:rsidRPr="000E2AB9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AB9">
              <w:rPr>
                <w:rFonts w:ascii="Times New Roman" w:hAnsi="Times New Roman" w:cs="Times New Roman"/>
                <w:sz w:val="20"/>
                <w:szCs w:val="20"/>
              </w:rPr>
              <w:t>692</w:t>
            </w:r>
          </w:p>
        </w:tc>
        <w:tc>
          <w:tcPr>
            <w:tcW w:w="636" w:type="dxa"/>
          </w:tcPr>
          <w:p w:rsidR="009E4546" w:rsidRPr="000E2AB9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AB9">
              <w:rPr>
                <w:rFonts w:ascii="Times New Roman" w:hAnsi="Times New Roman" w:cs="Times New Roman"/>
                <w:sz w:val="20"/>
                <w:szCs w:val="20"/>
              </w:rPr>
              <w:t>696</w:t>
            </w:r>
          </w:p>
        </w:tc>
        <w:tc>
          <w:tcPr>
            <w:tcW w:w="636" w:type="dxa"/>
          </w:tcPr>
          <w:p w:rsidR="009E4546" w:rsidRPr="000E2AB9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AB9">
              <w:rPr>
                <w:rFonts w:ascii="Times New Roman" w:hAnsi="Times New Roman" w:cs="Times New Roman"/>
                <w:sz w:val="20"/>
                <w:szCs w:val="20"/>
              </w:rPr>
              <w:t>727</w:t>
            </w:r>
          </w:p>
        </w:tc>
        <w:tc>
          <w:tcPr>
            <w:tcW w:w="636" w:type="dxa"/>
          </w:tcPr>
          <w:p w:rsidR="009E4546" w:rsidRPr="000E2AB9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AB9">
              <w:rPr>
                <w:rFonts w:ascii="Times New Roman" w:hAnsi="Times New Roman" w:cs="Times New Roman"/>
                <w:sz w:val="20"/>
                <w:szCs w:val="20"/>
              </w:rPr>
              <w:t>745</w:t>
            </w:r>
          </w:p>
        </w:tc>
        <w:tc>
          <w:tcPr>
            <w:tcW w:w="636" w:type="dxa"/>
          </w:tcPr>
          <w:p w:rsidR="009E4546" w:rsidRPr="000E2AB9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AB9">
              <w:rPr>
                <w:rFonts w:ascii="Times New Roman" w:hAnsi="Times New Roman" w:cs="Times New Roman"/>
                <w:sz w:val="20"/>
                <w:szCs w:val="20"/>
              </w:rPr>
              <w:t>763</w:t>
            </w:r>
          </w:p>
        </w:tc>
        <w:tc>
          <w:tcPr>
            <w:tcW w:w="637" w:type="dxa"/>
          </w:tcPr>
          <w:p w:rsidR="009E4546" w:rsidRPr="000E2AB9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AB9">
              <w:rPr>
                <w:rFonts w:ascii="Times New Roman" w:hAnsi="Times New Roman" w:cs="Times New Roman"/>
                <w:sz w:val="20"/>
                <w:szCs w:val="20"/>
              </w:rPr>
              <w:t>777</w:t>
            </w:r>
          </w:p>
        </w:tc>
        <w:tc>
          <w:tcPr>
            <w:tcW w:w="1536" w:type="dxa"/>
            <w:vMerge/>
          </w:tcPr>
          <w:p w:rsidR="009E4546" w:rsidRPr="00B02E27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E4546" w:rsidRPr="00C01878">
        <w:tc>
          <w:tcPr>
            <w:tcW w:w="780" w:type="dxa"/>
            <w:vAlign w:val="center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032" w:type="dxa"/>
            <w:vAlign w:val="center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поселения</w:t>
            </w:r>
          </w:p>
        </w:tc>
        <w:tc>
          <w:tcPr>
            <w:tcW w:w="1411" w:type="dxa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636" w:type="dxa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5624</w:t>
            </w:r>
          </w:p>
        </w:tc>
        <w:tc>
          <w:tcPr>
            <w:tcW w:w="636" w:type="dxa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5590</w:t>
            </w:r>
          </w:p>
        </w:tc>
        <w:tc>
          <w:tcPr>
            <w:tcW w:w="636" w:type="dxa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5350</w:t>
            </w:r>
          </w:p>
        </w:tc>
        <w:tc>
          <w:tcPr>
            <w:tcW w:w="636" w:type="dxa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5220</w:t>
            </w:r>
          </w:p>
        </w:tc>
        <w:tc>
          <w:tcPr>
            <w:tcW w:w="636" w:type="dxa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637" w:type="dxa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5006</w:t>
            </w:r>
          </w:p>
        </w:tc>
        <w:tc>
          <w:tcPr>
            <w:tcW w:w="1536" w:type="dxa"/>
            <w:vMerge/>
          </w:tcPr>
          <w:p w:rsidR="009E4546" w:rsidRPr="00C01878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9E4546" w:rsidRPr="00C01878">
        <w:tc>
          <w:tcPr>
            <w:tcW w:w="780" w:type="dxa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60" w:type="dxa"/>
            <w:gridSpan w:val="8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Объекты здравоохранения</w:t>
            </w:r>
          </w:p>
        </w:tc>
        <w:tc>
          <w:tcPr>
            <w:tcW w:w="1536" w:type="dxa"/>
            <w:vMerge/>
          </w:tcPr>
          <w:p w:rsidR="009E4546" w:rsidRPr="00C01878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9E4546" w:rsidRPr="00C01878">
        <w:tc>
          <w:tcPr>
            <w:tcW w:w="780" w:type="dxa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032" w:type="dxa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38EC">
              <w:rPr>
                <w:rFonts w:ascii="Times New Roman" w:hAnsi="Times New Roman" w:cs="Times New Roman"/>
                <w:sz w:val="20"/>
                <w:szCs w:val="20"/>
              </w:rPr>
              <w:t>Строительство Урдомской больницы</w:t>
            </w:r>
          </w:p>
        </w:tc>
        <w:tc>
          <w:tcPr>
            <w:tcW w:w="1411" w:type="dxa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EC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636" w:type="dxa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38EC">
              <w:rPr>
                <w:rFonts w:ascii="Times New Roman" w:hAnsi="Times New Roman" w:cs="Times New Roman"/>
                <w:sz w:val="20"/>
                <w:szCs w:val="20"/>
              </w:rPr>
              <w:t>ПИР</w:t>
            </w:r>
          </w:p>
        </w:tc>
        <w:tc>
          <w:tcPr>
            <w:tcW w:w="636" w:type="dxa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38EC">
              <w:rPr>
                <w:rFonts w:ascii="Times New Roman" w:hAnsi="Times New Roman" w:cs="Times New Roman"/>
                <w:sz w:val="18"/>
                <w:szCs w:val="18"/>
              </w:rPr>
              <w:t>СМР</w:t>
            </w:r>
          </w:p>
        </w:tc>
        <w:tc>
          <w:tcPr>
            <w:tcW w:w="636" w:type="dxa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38EC">
              <w:rPr>
                <w:rFonts w:ascii="Times New Roman" w:hAnsi="Times New Roman" w:cs="Times New Roman"/>
                <w:sz w:val="18"/>
                <w:szCs w:val="18"/>
              </w:rPr>
              <w:t>СМР</w:t>
            </w:r>
          </w:p>
        </w:tc>
        <w:tc>
          <w:tcPr>
            <w:tcW w:w="636" w:type="dxa"/>
          </w:tcPr>
          <w:p w:rsidR="009E4546" w:rsidRPr="00C01878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637" w:type="dxa"/>
          </w:tcPr>
          <w:p w:rsidR="009E4546" w:rsidRPr="00C01878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36" w:type="dxa"/>
            <w:vMerge/>
          </w:tcPr>
          <w:p w:rsidR="009E4546" w:rsidRPr="00C01878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9E4546" w:rsidRPr="00C01878">
        <w:tc>
          <w:tcPr>
            <w:tcW w:w="780" w:type="dxa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Pr="005238EC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032" w:type="dxa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38EC">
              <w:rPr>
                <w:rFonts w:ascii="Times New Roman" w:hAnsi="Times New Roman" w:cs="Times New Roman"/>
                <w:sz w:val="20"/>
                <w:szCs w:val="20"/>
              </w:rPr>
              <w:t>Обеспеченность местами</w:t>
            </w:r>
          </w:p>
        </w:tc>
        <w:tc>
          <w:tcPr>
            <w:tcW w:w="1411" w:type="dxa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EC">
              <w:rPr>
                <w:rFonts w:ascii="Times New Roman" w:hAnsi="Times New Roman" w:cs="Times New Roman"/>
                <w:sz w:val="20"/>
                <w:szCs w:val="20"/>
              </w:rPr>
              <w:t>на 1тыс.</w:t>
            </w:r>
          </w:p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EC">
              <w:rPr>
                <w:rFonts w:ascii="Times New Roman" w:hAnsi="Times New Roman" w:cs="Times New Roman"/>
                <w:sz w:val="20"/>
                <w:szCs w:val="20"/>
              </w:rPr>
              <w:t xml:space="preserve">жителей </w:t>
            </w:r>
          </w:p>
        </w:tc>
        <w:tc>
          <w:tcPr>
            <w:tcW w:w="636" w:type="dxa"/>
          </w:tcPr>
          <w:p w:rsidR="009E4546" w:rsidRPr="00F660D5" w:rsidRDefault="009E4546" w:rsidP="00AE3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636" w:type="dxa"/>
          </w:tcPr>
          <w:p w:rsidR="009E4546" w:rsidRPr="00F660D5" w:rsidRDefault="009E4546" w:rsidP="00AE3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636" w:type="dxa"/>
          </w:tcPr>
          <w:p w:rsidR="009E4546" w:rsidRPr="00F660D5" w:rsidRDefault="009E4546" w:rsidP="00AE3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636" w:type="dxa"/>
          </w:tcPr>
          <w:p w:rsidR="009E4546" w:rsidRPr="00F660D5" w:rsidRDefault="009E4546" w:rsidP="00AE3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636" w:type="dxa"/>
          </w:tcPr>
          <w:p w:rsidR="009E4546" w:rsidRDefault="009E4546" w:rsidP="00AE3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637" w:type="dxa"/>
          </w:tcPr>
          <w:p w:rsidR="009E4546" w:rsidRDefault="009E4546" w:rsidP="00AE3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36" w:type="dxa"/>
            <w:vMerge/>
          </w:tcPr>
          <w:p w:rsidR="009E4546" w:rsidRPr="00C01878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9E4546" w:rsidRPr="006255CB">
        <w:tc>
          <w:tcPr>
            <w:tcW w:w="780" w:type="dxa"/>
            <w:vAlign w:val="center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Pr="005238EC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2032" w:type="dxa"/>
            <w:vAlign w:val="center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38EC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поселения</w:t>
            </w:r>
          </w:p>
        </w:tc>
        <w:tc>
          <w:tcPr>
            <w:tcW w:w="1411" w:type="dxa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EC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636" w:type="dxa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5624</w:t>
            </w:r>
          </w:p>
        </w:tc>
        <w:tc>
          <w:tcPr>
            <w:tcW w:w="636" w:type="dxa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5590</w:t>
            </w:r>
          </w:p>
        </w:tc>
        <w:tc>
          <w:tcPr>
            <w:tcW w:w="636" w:type="dxa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5350</w:t>
            </w:r>
          </w:p>
        </w:tc>
        <w:tc>
          <w:tcPr>
            <w:tcW w:w="636" w:type="dxa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5220</w:t>
            </w:r>
          </w:p>
        </w:tc>
        <w:tc>
          <w:tcPr>
            <w:tcW w:w="636" w:type="dxa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637" w:type="dxa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5006</w:t>
            </w:r>
          </w:p>
        </w:tc>
        <w:tc>
          <w:tcPr>
            <w:tcW w:w="1536" w:type="dxa"/>
            <w:vMerge/>
          </w:tcPr>
          <w:p w:rsidR="009E4546" w:rsidRPr="00AA4CB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E4546" w:rsidRPr="006255CB">
        <w:tc>
          <w:tcPr>
            <w:tcW w:w="780" w:type="dxa"/>
            <w:vAlign w:val="center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38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60" w:type="dxa"/>
            <w:gridSpan w:val="8"/>
          </w:tcPr>
          <w:p w:rsidR="009E4546" w:rsidRPr="0058663F" w:rsidRDefault="009E4546" w:rsidP="00523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 xml:space="preserve">Объекты физической культуры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массового </w:t>
            </w: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спорта</w:t>
            </w:r>
          </w:p>
        </w:tc>
        <w:tc>
          <w:tcPr>
            <w:tcW w:w="1536" w:type="dxa"/>
            <w:vMerge/>
          </w:tcPr>
          <w:p w:rsidR="009E4546" w:rsidRPr="00AA4CB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E4546" w:rsidRPr="006255CB">
        <w:tc>
          <w:tcPr>
            <w:tcW w:w="780" w:type="dxa"/>
            <w:vAlign w:val="center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38EC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032" w:type="dxa"/>
          </w:tcPr>
          <w:p w:rsidR="009E4546" w:rsidRPr="005238EC" w:rsidRDefault="009E4546" w:rsidP="005238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3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Спортивная площадка</w:t>
            </w:r>
          </w:p>
        </w:tc>
        <w:tc>
          <w:tcPr>
            <w:tcW w:w="1411" w:type="dxa"/>
          </w:tcPr>
          <w:p w:rsidR="009E4546" w:rsidRPr="005238EC" w:rsidRDefault="009E4546" w:rsidP="0052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6" w:type="dxa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38EC">
              <w:rPr>
                <w:rFonts w:ascii="Times New Roman" w:hAnsi="Times New Roman" w:cs="Times New Roman"/>
                <w:sz w:val="18"/>
                <w:szCs w:val="18"/>
              </w:rPr>
              <w:t>СМР</w:t>
            </w:r>
          </w:p>
        </w:tc>
        <w:tc>
          <w:tcPr>
            <w:tcW w:w="636" w:type="dxa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</w:tcPr>
          <w:p w:rsidR="009E4546" w:rsidRPr="00AA4CB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E4546" w:rsidRPr="006255CB">
        <w:tc>
          <w:tcPr>
            <w:tcW w:w="780" w:type="dxa"/>
            <w:vAlign w:val="center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38EC"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2032" w:type="dxa"/>
          </w:tcPr>
          <w:p w:rsidR="009E4546" w:rsidRPr="005238EC" w:rsidRDefault="009E4546" w:rsidP="00523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38EC">
              <w:rPr>
                <w:rFonts w:ascii="Times New Roman" w:hAnsi="Times New Roman" w:cs="Times New Roman"/>
                <w:sz w:val="20"/>
                <w:szCs w:val="20"/>
              </w:rPr>
              <w:t>Обеспеченность плоскостными  сооружениями  (кв.м)</w:t>
            </w:r>
          </w:p>
        </w:tc>
        <w:tc>
          <w:tcPr>
            <w:tcW w:w="1411" w:type="dxa"/>
          </w:tcPr>
          <w:p w:rsidR="009E4546" w:rsidRPr="005238EC" w:rsidRDefault="009E4546" w:rsidP="0052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EC">
              <w:rPr>
                <w:rFonts w:ascii="Times New Roman" w:hAnsi="Times New Roman" w:cs="Times New Roman"/>
                <w:sz w:val="20"/>
                <w:szCs w:val="20"/>
              </w:rPr>
              <w:t>на 1тыс.</w:t>
            </w:r>
          </w:p>
          <w:p w:rsidR="009E4546" w:rsidRPr="005238EC" w:rsidRDefault="009E4546" w:rsidP="0052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EC">
              <w:rPr>
                <w:rFonts w:ascii="Times New Roman" w:hAnsi="Times New Roman" w:cs="Times New Roman"/>
                <w:sz w:val="20"/>
                <w:szCs w:val="20"/>
              </w:rPr>
              <w:t xml:space="preserve">жителей </w:t>
            </w:r>
          </w:p>
        </w:tc>
        <w:tc>
          <w:tcPr>
            <w:tcW w:w="636" w:type="dxa"/>
          </w:tcPr>
          <w:p w:rsidR="009E4546" w:rsidRDefault="009E4546" w:rsidP="00AE3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2786</w:t>
            </w:r>
          </w:p>
        </w:tc>
        <w:tc>
          <w:tcPr>
            <w:tcW w:w="636" w:type="dxa"/>
          </w:tcPr>
          <w:p w:rsidR="009E4546" w:rsidRDefault="009E4546" w:rsidP="00AE3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2803</w:t>
            </w:r>
          </w:p>
        </w:tc>
        <w:tc>
          <w:tcPr>
            <w:tcW w:w="636" w:type="dxa"/>
          </w:tcPr>
          <w:p w:rsidR="009E4546" w:rsidRDefault="009E4546" w:rsidP="00AE3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2929</w:t>
            </w:r>
          </w:p>
        </w:tc>
        <w:tc>
          <w:tcPr>
            <w:tcW w:w="636" w:type="dxa"/>
          </w:tcPr>
          <w:p w:rsidR="009E4546" w:rsidRDefault="009E4546" w:rsidP="00AE3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3002</w:t>
            </w:r>
          </w:p>
        </w:tc>
        <w:tc>
          <w:tcPr>
            <w:tcW w:w="636" w:type="dxa"/>
          </w:tcPr>
          <w:p w:rsidR="009E4546" w:rsidRDefault="009E4546" w:rsidP="00AE3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2786</w:t>
            </w:r>
          </w:p>
        </w:tc>
        <w:tc>
          <w:tcPr>
            <w:tcW w:w="637" w:type="dxa"/>
          </w:tcPr>
          <w:p w:rsidR="009E4546" w:rsidRDefault="009E4546" w:rsidP="00AE3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3130</w:t>
            </w:r>
          </w:p>
        </w:tc>
        <w:tc>
          <w:tcPr>
            <w:tcW w:w="1536" w:type="dxa"/>
            <w:vMerge/>
          </w:tcPr>
          <w:p w:rsidR="009E4546" w:rsidRPr="00AA4CB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E4546" w:rsidRPr="006255CB">
        <w:tc>
          <w:tcPr>
            <w:tcW w:w="780" w:type="dxa"/>
            <w:vAlign w:val="center"/>
          </w:tcPr>
          <w:p w:rsidR="009E4546" w:rsidRPr="005238EC" w:rsidRDefault="009E4546" w:rsidP="005238E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38EC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2032" w:type="dxa"/>
            <w:vAlign w:val="center"/>
          </w:tcPr>
          <w:p w:rsidR="009E4546" w:rsidRPr="005238EC" w:rsidRDefault="009E4546" w:rsidP="00523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38EC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поселения</w:t>
            </w:r>
          </w:p>
        </w:tc>
        <w:tc>
          <w:tcPr>
            <w:tcW w:w="1411" w:type="dxa"/>
          </w:tcPr>
          <w:p w:rsidR="009E4546" w:rsidRPr="005238EC" w:rsidRDefault="009E4546" w:rsidP="00523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8EC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636" w:type="dxa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5624</w:t>
            </w:r>
          </w:p>
        </w:tc>
        <w:tc>
          <w:tcPr>
            <w:tcW w:w="636" w:type="dxa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5590</w:t>
            </w:r>
          </w:p>
        </w:tc>
        <w:tc>
          <w:tcPr>
            <w:tcW w:w="636" w:type="dxa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5350</w:t>
            </w:r>
          </w:p>
        </w:tc>
        <w:tc>
          <w:tcPr>
            <w:tcW w:w="636" w:type="dxa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5220</w:t>
            </w:r>
          </w:p>
        </w:tc>
        <w:tc>
          <w:tcPr>
            <w:tcW w:w="636" w:type="dxa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637" w:type="dxa"/>
          </w:tcPr>
          <w:p w:rsidR="009E4546" w:rsidRPr="00A7660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5006</w:t>
            </w:r>
          </w:p>
        </w:tc>
        <w:tc>
          <w:tcPr>
            <w:tcW w:w="1536" w:type="dxa"/>
            <w:vMerge/>
          </w:tcPr>
          <w:p w:rsidR="009E4546" w:rsidRPr="00AA4CBB" w:rsidRDefault="009E4546" w:rsidP="005238E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9E4546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E4546" w:rsidRPr="007E5CBB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Оценка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эффективности мероп</w:t>
      </w:r>
      <w:r>
        <w:rPr>
          <w:rFonts w:ascii="Times New Roman" w:hAnsi="Times New Roman" w:cs="Times New Roman"/>
          <w:b/>
          <w:bCs/>
          <w:sz w:val="28"/>
          <w:szCs w:val="28"/>
        </w:rPr>
        <w:t>риятий, включенных в программу</w:t>
      </w:r>
    </w:p>
    <w:p w:rsidR="009E4546" w:rsidRPr="007E4F0F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Оценка эффективности мероприятий Программы включает оценку социально-экономической эффективности, а также оценку соответствия нормативам градостроительного проектирования, установленным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E4F0F">
        <w:rPr>
          <w:rFonts w:ascii="Times New Roman" w:hAnsi="Times New Roman" w:cs="Times New Roman"/>
          <w:sz w:val="28"/>
          <w:szCs w:val="28"/>
        </w:rPr>
        <w:t xml:space="preserve">естными нормативами градостроительного проектирования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«Урдомское» Ленского района Архангельской области</w:t>
      </w:r>
      <w:r w:rsidRPr="007E4F0F">
        <w:rPr>
          <w:rFonts w:ascii="Times New Roman" w:hAnsi="Times New Roman" w:cs="Times New Roman"/>
          <w:sz w:val="28"/>
          <w:szCs w:val="28"/>
        </w:rPr>
        <w:t>.</w:t>
      </w:r>
    </w:p>
    <w:p w:rsidR="009E4546" w:rsidRPr="007E4F0F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мероприятий выражается:</w:t>
      </w:r>
    </w:p>
    <w:p w:rsidR="009E4546" w:rsidRPr="007E4F0F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улучшении условий качества жизни населения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E4546" w:rsidRPr="007E4F0F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повышении уровня комфорта жизни за счет обеспеченности граждан услугами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здравоохранения, образования, культуры, физической культуры и спорта в необходимом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объеме;</w:t>
      </w:r>
    </w:p>
    <w:p w:rsidR="009E4546" w:rsidRPr="007E4F0F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повышении доступности объектов социальной инфраструктуры для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9E4546" w:rsidRPr="007E4F0F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Об эффективности мероприятий с точки зрения 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фактора свидетельствуют целевые индикаторы Программы,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рассчитанные на основе Приказа Министерства экономического развития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Федерации от 30.11.2009 </w:t>
      </w:r>
      <w:r>
        <w:rPr>
          <w:rFonts w:ascii="Times New Roman" w:hAnsi="Times New Roman" w:cs="Times New Roman"/>
          <w:sz w:val="28"/>
          <w:szCs w:val="28"/>
        </w:rPr>
        <w:t>№ 492 «</w:t>
      </w:r>
      <w:r w:rsidRPr="007E4F0F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разработке прогноза социально-экономического развития Российской Федерации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4F0F">
        <w:rPr>
          <w:rFonts w:ascii="Times New Roman" w:hAnsi="Times New Roman" w:cs="Times New Roman"/>
          <w:sz w:val="28"/>
          <w:szCs w:val="28"/>
        </w:rPr>
        <w:t>, и выражающиеся следующими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параметрами:</w:t>
      </w:r>
    </w:p>
    <w:p w:rsidR="009E4546" w:rsidRPr="00C43E2B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E2B">
        <w:rPr>
          <w:rFonts w:ascii="Times New Roman" w:hAnsi="Times New Roman" w:cs="Times New Roman"/>
          <w:sz w:val="28"/>
          <w:szCs w:val="28"/>
        </w:rPr>
        <w:t>В области образования:</w:t>
      </w:r>
    </w:p>
    <w:p w:rsidR="009E4546" w:rsidRPr="00C43E2B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E2B">
        <w:rPr>
          <w:rFonts w:ascii="Times New Roman" w:hAnsi="Times New Roman" w:cs="Times New Roman"/>
          <w:sz w:val="28"/>
          <w:szCs w:val="28"/>
        </w:rPr>
        <w:t xml:space="preserve">увеличение обеспеченности местами в общеобразовательных учреждениях </w:t>
      </w:r>
      <w:r>
        <w:rPr>
          <w:rFonts w:ascii="Times New Roman" w:hAnsi="Times New Roman" w:cs="Times New Roman"/>
          <w:sz w:val="28"/>
          <w:szCs w:val="28"/>
        </w:rPr>
        <w:t>с 692 в 2018 году до 777 к 2027 году</w:t>
      </w:r>
      <w:r w:rsidRPr="00C43E2B">
        <w:rPr>
          <w:rFonts w:ascii="Times New Roman" w:hAnsi="Times New Roman" w:cs="Times New Roman"/>
          <w:sz w:val="28"/>
          <w:szCs w:val="28"/>
        </w:rPr>
        <w:t>;</w:t>
      </w:r>
    </w:p>
    <w:p w:rsidR="009E4546" w:rsidRPr="00C43E2B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E2B">
        <w:rPr>
          <w:rFonts w:ascii="Times New Roman" w:hAnsi="Times New Roman" w:cs="Times New Roman"/>
          <w:sz w:val="28"/>
          <w:szCs w:val="28"/>
        </w:rPr>
        <w:t>В области физической культуры и спорта:</w:t>
      </w:r>
    </w:p>
    <w:p w:rsidR="009E4546" w:rsidRPr="00524FCC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E2B">
        <w:rPr>
          <w:rFonts w:ascii="Times New Roman" w:hAnsi="Times New Roman" w:cs="Times New Roman"/>
          <w:sz w:val="28"/>
          <w:szCs w:val="28"/>
        </w:rPr>
        <w:t> увеличение обеспеченности плоскостными сооружениями с 2786 м2 в 2018 году до 3130 м2 к 2027 году.</w:t>
      </w:r>
    </w:p>
    <w:p w:rsidR="009E4546" w:rsidRDefault="009E4546" w:rsidP="00D06D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0FE">
        <w:rPr>
          <w:rFonts w:ascii="Times New Roman" w:hAnsi="Times New Roman" w:cs="Times New Roman"/>
          <w:sz w:val="28"/>
          <w:szCs w:val="28"/>
        </w:rPr>
        <w:t>Необходимо отметить, что уровень обеспеченности населения объектами социальной инфраструктуры (по количеству таких объектов) на расчетный срок Программы (2027 год) соответствует минимально допустимому уровню обеспеченности, что свидетельствует об эффективности реализации мероприятий.</w:t>
      </w:r>
    </w:p>
    <w:p w:rsidR="009E4546" w:rsidRPr="007E5CBB" w:rsidRDefault="009E4546" w:rsidP="00C43E2B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68D4"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>7. П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редложения по совершенствованию нормативно-правового и информационного обеспечения развития социальной инфраструктуры, направленные на достижени</w:t>
      </w:r>
      <w:r>
        <w:rPr>
          <w:rFonts w:ascii="Times New Roman" w:hAnsi="Times New Roman" w:cs="Times New Roman"/>
          <w:b/>
          <w:bCs/>
          <w:sz w:val="28"/>
          <w:szCs w:val="28"/>
        </w:rPr>
        <w:t>е целевых показателей программы</w:t>
      </w:r>
    </w:p>
    <w:p w:rsidR="009E4546" w:rsidRPr="00D422B1" w:rsidRDefault="009E4546" w:rsidP="00C43E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422B1">
        <w:rPr>
          <w:rFonts w:ascii="Times New Roman" w:hAnsi="Times New Roman" w:cs="Times New Roman"/>
          <w:sz w:val="28"/>
          <w:szCs w:val="28"/>
        </w:rPr>
        <w:t>.1.Предложения по совершенствованию нормативно-правового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информационного обеспечения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9E4546" w:rsidRPr="00D422B1" w:rsidRDefault="009E4546" w:rsidP="00C43E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соответствии с частью 2 статьи 39 Федерального закона 172-ФЗ по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органов местного самоуправления могут разрабатываться, утверждаться (одобряться)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реализовываться в муниципальных районах и городских округах стратегия социально-экономического развития муниципального образования (далее – 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стратегия) и план мероприятий по реализации муниципальной стратегии. Таким образом,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федеральный закон 172-ФЗ наделяет муниципальные районы и городские округа (т.е.крупные муниципальные образования) правом подготовки указанных стратегических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документов.</w:t>
      </w:r>
    </w:p>
    <w:p w:rsidR="009E4546" w:rsidRPr="00D422B1" w:rsidRDefault="009E4546" w:rsidP="00C43E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Муниципальная стратегия носит комплексный характер и направлена на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различных подсистем муниципальной экономики и социальной сферы. Исходя из части 2статьи 39 Федерального закона 172-ФЗ, реализация муниципальной стратегии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осуществляется путем разработки плана мероприятий по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стратегии. Кроме того, частью 5 статьи 11 Федерального закона 172-ФЗ в перечне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документов муниципального стратегического планирования предусмотрены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муниципальные программы, которые также могут применяться в качестве механизмареализации муниципальной стратегии.</w:t>
      </w:r>
    </w:p>
    <w:p w:rsidR="009E4546" w:rsidRPr="00D422B1" w:rsidRDefault="009E4546" w:rsidP="00C43E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По мнению Минэкономразвития России, при наличии в муниципальном районе,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D422B1">
        <w:rPr>
          <w:rFonts w:ascii="Times New Roman" w:hAnsi="Times New Roman" w:cs="Times New Roman"/>
          <w:sz w:val="28"/>
          <w:szCs w:val="28"/>
        </w:rPr>
        <w:t>ородском округе муниципальной стратегии, плана мероприятий по ее реализации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муниципальных программ, предусмотренных частью 5 статьи 11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172-ФЗ, программа комплексного социально-экономического развития будет иметь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избыточный характер и во многом дублировать положения указанных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стратегического планирования. В этой ситуации разработка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района,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представляется нецелесообразной.</w:t>
      </w:r>
    </w:p>
    <w:p w:rsidR="009E4546" w:rsidRDefault="009E4546" w:rsidP="00C43E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то же время из части 2 статьи 39 Федерального закона № 172-ФЗ следует,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районов, городских округов вправе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принимать муниципальную стратегию и план мероприятий по ее реализации. В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случае приоритетные направления, цели и задачи развития муниципальных районов,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городских округов могут определяться в программах (планах) комплексного социально-экономического развития, предусмотренных пунктом 6 части 1 статьи 17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закона от 6 октября 2003 года № 131-ФЗ «Об общих принципах организации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самоуправления в Российской Федерации» (далее – Федеральный закон № 131-ФЗ).</w:t>
      </w:r>
    </w:p>
    <w:p w:rsidR="009E4546" w:rsidRPr="00D422B1" w:rsidRDefault="009E4546" w:rsidP="00C43E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С учетом того, что для городских и сельских поселений подготовка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социально-экономического развития является приоритетным инструментом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устойчивого развития, а также в связи с отсутствием 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и плана мероприятий по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рекомендуется осуществить разработку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программы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9E4546" w:rsidRPr="00D422B1" w:rsidRDefault="009E4546" w:rsidP="00C43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6.2.Предложения по совершенствованию нормативно-правового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информационного обеспечения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9E4546" w:rsidRDefault="009E4546" w:rsidP="00C43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546" w:rsidRPr="00D422B1" w:rsidRDefault="009E4546" w:rsidP="00C43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422B1">
        <w:rPr>
          <w:rFonts w:ascii="Times New Roman" w:hAnsi="Times New Roman" w:cs="Times New Roman"/>
          <w:sz w:val="28"/>
          <w:szCs w:val="28"/>
        </w:rPr>
        <w:t>остановлением Правитель</w:t>
      </w:r>
      <w:r>
        <w:rPr>
          <w:rFonts w:ascii="Times New Roman" w:hAnsi="Times New Roman" w:cs="Times New Roman"/>
          <w:sz w:val="28"/>
          <w:szCs w:val="28"/>
        </w:rPr>
        <w:t xml:space="preserve">ства Российской Федерации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от01.10.1050 </w:t>
      </w:r>
      <w:r>
        <w:rPr>
          <w:rFonts w:ascii="Times New Roman" w:hAnsi="Times New Roman" w:cs="Times New Roman"/>
          <w:sz w:val="28"/>
          <w:szCs w:val="28"/>
        </w:rPr>
        <w:t xml:space="preserve">№ 1050 </w:t>
      </w:r>
      <w:r w:rsidRPr="00D422B1">
        <w:rPr>
          <w:rFonts w:ascii="Times New Roman" w:hAnsi="Times New Roman" w:cs="Times New Roman"/>
          <w:sz w:val="28"/>
          <w:szCs w:val="28"/>
        </w:rPr>
        <w:t>«Об утверждении требований к Программам комплексного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социальной инфраструктуры поселений, городских округов»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развития социальной инфраструктуры включают в себя мероприятия, направленные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развитие 4-х основных областей социальной инфраструктуры: здравоохранение,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образование, культура, физическая культура и</w:t>
      </w:r>
      <w:r>
        <w:rPr>
          <w:rFonts w:ascii="Times New Roman" w:hAnsi="Times New Roman" w:cs="Times New Roman"/>
          <w:sz w:val="28"/>
          <w:szCs w:val="28"/>
        </w:rPr>
        <w:t xml:space="preserve"> массовый</w:t>
      </w:r>
      <w:r w:rsidRPr="00D422B1">
        <w:rPr>
          <w:rFonts w:ascii="Times New Roman" w:hAnsi="Times New Roman" w:cs="Times New Roman"/>
          <w:sz w:val="28"/>
          <w:szCs w:val="28"/>
        </w:rPr>
        <w:t xml:space="preserve"> спорт.</w:t>
      </w:r>
    </w:p>
    <w:p w:rsidR="009E4546" w:rsidRPr="00D422B1" w:rsidRDefault="009E4546" w:rsidP="00C43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Уровень обеспеченности населения услугами в данных областях оценивается 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сопоставления технико-экономических показателей существующих объектов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инфраструктуры с минимальным уровнем обеспеченности населения такими объектами,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установленным Местными нормативами градостроительного проектирования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«Ленский муниципальный район»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9E4546" w:rsidRDefault="009E4546" w:rsidP="00C43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Местными нормативами градостроительного проектирования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«Ленский муниципальный район» Ленского  района Архангельской области, утвержденными решением Собрания  депутатов МО «Ленский муниципальный район» </w:t>
      </w:r>
      <w:r w:rsidRPr="00A749A6">
        <w:rPr>
          <w:rFonts w:ascii="Times New Roman" w:hAnsi="Times New Roman" w:cs="Times New Roman"/>
          <w:sz w:val="28"/>
          <w:szCs w:val="28"/>
        </w:rPr>
        <w:t xml:space="preserve">от 25 октября 2017 года </w:t>
      </w:r>
      <w:r w:rsidRPr="00FF6394">
        <w:rPr>
          <w:rFonts w:ascii="Times New Roman" w:hAnsi="Times New Roman" w:cs="Times New Roman"/>
          <w:sz w:val="28"/>
          <w:szCs w:val="28"/>
        </w:rPr>
        <w:t>№ 7-н,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уровень обеспеченности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>
        <w:rPr>
          <w:rFonts w:ascii="Times New Roman" w:hAnsi="Times New Roman" w:cs="Times New Roman"/>
          <w:sz w:val="28"/>
          <w:szCs w:val="28"/>
        </w:rPr>
        <w:t>местного значения поселений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9E4546" w:rsidRDefault="009E4546" w:rsidP="00C43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3AD">
        <w:rPr>
          <w:rFonts w:ascii="Times New Roman" w:hAnsi="Times New Roman" w:cs="Times New Roman"/>
          <w:sz w:val="28"/>
          <w:szCs w:val="28"/>
        </w:rPr>
        <w:t>Региональными нормативами градостроительного проектирования Архангельской области, утвержденными постановлением Правительства Архангельской области от 19.04.2016 № 123-пп, определен минимальный уровень обеспеченности населения социальными объектами регионального значения.</w:t>
      </w:r>
    </w:p>
    <w:p w:rsidR="009E4546" w:rsidRPr="00383B1C" w:rsidRDefault="009E4546" w:rsidP="00C43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тем, что нормативами градостроительного проектирования учтены все социальные объекты регионального и местного значения, </w:t>
      </w:r>
      <w:r w:rsidRPr="00D422B1">
        <w:rPr>
          <w:rFonts w:ascii="Times New Roman" w:hAnsi="Times New Roman" w:cs="Times New Roman"/>
          <w:sz w:val="28"/>
          <w:szCs w:val="28"/>
        </w:rPr>
        <w:t>нормативно-правово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«Ленский муниципальный район» Ленского района Архангельской области находится на достаточном уровне и не требует внесения изменений.</w:t>
      </w:r>
    </w:p>
    <w:p w:rsidR="009E4546" w:rsidRPr="004B68D4" w:rsidRDefault="009E4546" w:rsidP="00C43E2B">
      <w:pPr>
        <w:widowControl w:val="0"/>
        <w:suppressAutoHyphens/>
        <w:ind w:firstLine="709"/>
        <w:jc w:val="center"/>
      </w:pPr>
    </w:p>
    <w:sectPr w:rsidR="009E4546" w:rsidRPr="004B68D4" w:rsidSect="007E5CBB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546" w:rsidRDefault="009E4546" w:rsidP="00DB3FD3">
      <w:pPr>
        <w:spacing w:after="0" w:line="240" w:lineRule="auto"/>
      </w:pPr>
      <w:r>
        <w:separator/>
      </w:r>
    </w:p>
  </w:endnote>
  <w:endnote w:type="continuationSeparator" w:id="1">
    <w:p w:rsidR="009E4546" w:rsidRDefault="009E4546" w:rsidP="00DB3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546" w:rsidRDefault="009E4546" w:rsidP="00DB3FD3">
      <w:pPr>
        <w:spacing w:after="0" w:line="240" w:lineRule="auto"/>
      </w:pPr>
      <w:r>
        <w:separator/>
      </w:r>
    </w:p>
  </w:footnote>
  <w:footnote w:type="continuationSeparator" w:id="1">
    <w:p w:rsidR="009E4546" w:rsidRDefault="009E4546" w:rsidP="00DB3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546" w:rsidRDefault="009E4546">
    <w:pPr>
      <w:pStyle w:val="Header"/>
      <w:jc w:val="center"/>
    </w:pPr>
    <w:fldSimple w:instr="PAGE   \* MERGEFORMAT">
      <w:r>
        <w:rPr>
          <w:noProof/>
        </w:rPr>
        <w:t>42</w:t>
      </w:r>
    </w:fldSimple>
  </w:p>
  <w:p w:rsidR="009E4546" w:rsidRDefault="009E454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546" w:rsidRPr="005A4853" w:rsidRDefault="009E4546" w:rsidP="005A4853">
    <w:pPr>
      <w:pStyle w:val="Header"/>
      <w:jc w:val="right"/>
      <w:rPr>
        <w:rFonts w:ascii="Times New Roman" w:hAnsi="Times New Roman" w:cs="Times New Roman"/>
        <w:b/>
        <w:bCs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5CBB"/>
    <w:rsid w:val="00005505"/>
    <w:rsid w:val="000142BB"/>
    <w:rsid w:val="00014DBC"/>
    <w:rsid w:val="00015E67"/>
    <w:rsid w:val="00017E20"/>
    <w:rsid w:val="00023A7B"/>
    <w:rsid w:val="0003109E"/>
    <w:rsid w:val="00043A4C"/>
    <w:rsid w:val="00047FA6"/>
    <w:rsid w:val="00050E08"/>
    <w:rsid w:val="00051AA0"/>
    <w:rsid w:val="000534A6"/>
    <w:rsid w:val="00054649"/>
    <w:rsid w:val="00056DA7"/>
    <w:rsid w:val="00070DA7"/>
    <w:rsid w:val="00072747"/>
    <w:rsid w:val="0007627B"/>
    <w:rsid w:val="00080919"/>
    <w:rsid w:val="0009117B"/>
    <w:rsid w:val="000920DE"/>
    <w:rsid w:val="00093E0A"/>
    <w:rsid w:val="00094E54"/>
    <w:rsid w:val="00097E9D"/>
    <w:rsid w:val="000A5814"/>
    <w:rsid w:val="000A6F6A"/>
    <w:rsid w:val="000B6ED5"/>
    <w:rsid w:val="000C4804"/>
    <w:rsid w:val="000D020D"/>
    <w:rsid w:val="000D16EB"/>
    <w:rsid w:val="000D3355"/>
    <w:rsid w:val="000D426E"/>
    <w:rsid w:val="000D4B99"/>
    <w:rsid w:val="000D5642"/>
    <w:rsid w:val="000D7B0B"/>
    <w:rsid w:val="000E2AB9"/>
    <w:rsid w:val="0010211A"/>
    <w:rsid w:val="00111F57"/>
    <w:rsid w:val="001151D0"/>
    <w:rsid w:val="00124A32"/>
    <w:rsid w:val="0014074F"/>
    <w:rsid w:val="00143F15"/>
    <w:rsid w:val="001445D8"/>
    <w:rsid w:val="00146DB0"/>
    <w:rsid w:val="001528F8"/>
    <w:rsid w:val="00160E31"/>
    <w:rsid w:val="0016123C"/>
    <w:rsid w:val="001612AE"/>
    <w:rsid w:val="00161F21"/>
    <w:rsid w:val="001661BD"/>
    <w:rsid w:val="00176414"/>
    <w:rsid w:val="0017660B"/>
    <w:rsid w:val="001947D9"/>
    <w:rsid w:val="00197806"/>
    <w:rsid w:val="001B289B"/>
    <w:rsid w:val="001B642F"/>
    <w:rsid w:val="001B6A9E"/>
    <w:rsid w:val="001B6CBE"/>
    <w:rsid w:val="001C1BA8"/>
    <w:rsid w:val="001C3526"/>
    <w:rsid w:val="001D458C"/>
    <w:rsid w:val="001D4DD9"/>
    <w:rsid w:val="001E4998"/>
    <w:rsid w:val="001E59A7"/>
    <w:rsid w:val="001F351E"/>
    <w:rsid w:val="00203058"/>
    <w:rsid w:val="00203A70"/>
    <w:rsid w:val="002042AE"/>
    <w:rsid w:val="0020537D"/>
    <w:rsid w:val="00206104"/>
    <w:rsid w:val="00216946"/>
    <w:rsid w:val="00221685"/>
    <w:rsid w:val="00223AE6"/>
    <w:rsid w:val="00226892"/>
    <w:rsid w:val="00237E0B"/>
    <w:rsid w:val="00246EF2"/>
    <w:rsid w:val="0025321C"/>
    <w:rsid w:val="00270022"/>
    <w:rsid w:val="00270936"/>
    <w:rsid w:val="00270DE4"/>
    <w:rsid w:val="00271E45"/>
    <w:rsid w:val="0027610F"/>
    <w:rsid w:val="00281F8D"/>
    <w:rsid w:val="002832B6"/>
    <w:rsid w:val="0028557C"/>
    <w:rsid w:val="00285FDF"/>
    <w:rsid w:val="0029043D"/>
    <w:rsid w:val="00290931"/>
    <w:rsid w:val="002931AC"/>
    <w:rsid w:val="00293CC0"/>
    <w:rsid w:val="002968A9"/>
    <w:rsid w:val="00296C9A"/>
    <w:rsid w:val="002A106E"/>
    <w:rsid w:val="002A281B"/>
    <w:rsid w:val="002A6837"/>
    <w:rsid w:val="002B56AD"/>
    <w:rsid w:val="002B587B"/>
    <w:rsid w:val="002B7A8E"/>
    <w:rsid w:val="002D2CDC"/>
    <w:rsid w:val="002D6CAC"/>
    <w:rsid w:val="002E299F"/>
    <w:rsid w:val="002E2B9B"/>
    <w:rsid w:val="002E3B5F"/>
    <w:rsid w:val="002E5D69"/>
    <w:rsid w:val="002F125E"/>
    <w:rsid w:val="002F1E1B"/>
    <w:rsid w:val="002F259C"/>
    <w:rsid w:val="002F292E"/>
    <w:rsid w:val="002F2AFD"/>
    <w:rsid w:val="002F7356"/>
    <w:rsid w:val="003007CB"/>
    <w:rsid w:val="003047B0"/>
    <w:rsid w:val="00313146"/>
    <w:rsid w:val="003232BF"/>
    <w:rsid w:val="00325648"/>
    <w:rsid w:val="00331BE1"/>
    <w:rsid w:val="00331C62"/>
    <w:rsid w:val="00332599"/>
    <w:rsid w:val="00335937"/>
    <w:rsid w:val="00337A99"/>
    <w:rsid w:val="003456DE"/>
    <w:rsid w:val="003523FA"/>
    <w:rsid w:val="00354B95"/>
    <w:rsid w:val="00361A8B"/>
    <w:rsid w:val="00371EB5"/>
    <w:rsid w:val="00381846"/>
    <w:rsid w:val="00383B1C"/>
    <w:rsid w:val="00390854"/>
    <w:rsid w:val="003908FF"/>
    <w:rsid w:val="0039322B"/>
    <w:rsid w:val="00394EC3"/>
    <w:rsid w:val="00396D7F"/>
    <w:rsid w:val="00397942"/>
    <w:rsid w:val="003A2E16"/>
    <w:rsid w:val="003B1F2B"/>
    <w:rsid w:val="003C18E3"/>
    <w:rsid w:val="003C2037"/>
    <w:rsid w:val="003D03D2"/>
    <w:rsid w:val="003D1020"/>
    <w:rsid w:val="003D39FB"/>
    <w:rsid w:val="003D7DFD"/>
    <w:rsid w:val="003E1279"/>
    <w:rsid w:val="003E2F0E"/>
    <w:rsid w:val="003E762B"/>
    <w:rsid w:val="003F7469"/>
    <w:rsid w:val="00407F60"/>
    <w:rsid w:val="00412E90"/>
    <w:rsid w:val="00415A73"/>
    <w:rsid w:val="00421662"/>
    <w:rsid w:val="00425DA5"/>
    <w:rsid w:val="0042626E"/>
    <w:rsid w:val="00427BBB"/>
    <w:rsid w:val="00427F17"/>
    <w:rsid w:val="004300EE"/>
    <w:rsid w:val="00433216"/>
    <w:rsid w:val="004338FB"/>
    <w:rsid w:val="004364E5"/>
    <w:rsid w:val="00437938"/>
    <w:rsid w:val="004416F6"/>
    <w:rsid w:val="00441B77"/>
    <w:rsid w:val="00441D42"/>
    <w:rsid w:val="00450C2D"/>
    <w:rsid w:val="004572C3"/>
    <w:rsid w:val="00460952"/>
    <w:rsid w:val="0046669B"/>
    <w:rsid w:val="00485D55"/>
    <w:rsid w:val="004866C4"/>
    <w:rsid w:val="004867DA"/>
    <w:rsid w:val="00487117"/>
    <w:rsid w:val="00496632"/>
    <w:rsid w:val="004A4187"/>
    <w:rsid w:val="004B0CA4"/>
    <w:rsid w:val="004B42BC"/>
    <w:rsid w:val="004B4EB6"/>
    <w:rsid w:val="004B68D4"/>
    <w:rsid w:val="004C02B8"/>
    <w:rsid w:val="004C1FD0"/>
    <w:rsid w:val="004C42BE"/>
    <w:rsid w:val="004C43A6"/>
    <w:rsid w:val="004D328F"/>
    <w:rsid w:val="004D3F61"/>
    <w:rsid w:val="004F1178"/>
    <w:rsid w:val="004F6495"/>
    <w:rsid w:val="00502408"/>
    <w:rsid w:val="00507233"/>
    <w:rsid w:val="005238EC"/>
    <w:rsid w:val="00524FCC"/>
    <w:rsid w:val="005259D9"/>
    <w:rsid w:val="00527E7E"/>
    <w:rsid w:val="00534879"/>
    <w:rsid w:val="00535C78"/>
    <w:rsid w:val="00536A7F"/>
    <w:rsid w:val="00537023"/>
    <w:rsid w:val="005371E8"/>
    <w:rsid w:val="005405D7"/>
    <w:rsid w:val="0054404D"/>
    <w:rsid w:val="0054429C"/>
    <w:rsid w:val="00544940"/>
    <w:rsid w:val="00546611"/>
    <w:rsid w:val="005540DD"/>
    <w:rsid w:val="005701C1"/>
    <w:rsid w:val="00572C0E"/>
    <w:rsid w:val="00572C6A"/>
    <w:rsid w:val="005817DF"/>
    <w:rsid w:val="0058663F"/>
    <w:rsid w:val="00594BB3"/>
    <w:rsid w:val="00595EF6"/>
    <w:rsid w:val="005A17C1"/>
    <w:rsid w:val="005A1A68"/>
    <w:rsid w:val="005A4853"/>
    <w:rsid w:val="005B6D9F"/>
    <w:rsid w:val="005B6FF9"/>
    <w:rsid w:val="005C41B6"/>
    <w:rsid w:val="005C7BD7"/>
    <w:rsid w:val="005D60C3"/>
    <w:rsid w:val="005E176A"/>
    <w:rsid w:val="005E4113"/>
    <w:rsid w:val="005E700F"/>
    <w:rsid w:val="005F4BED"/>
    <w:rsid w:val="00600432"/>
    <w:rsid w:val="006023CD"/>
    <w:rsid w:val="00605DBD"/>
    <w:rsid w:val="006075C2"/>
    <w:rsid w:val="00615FA9"/>
    <w:rsid w:val="006255CB"/>
    <w:rsid w:val="00631C46"/>
    <w:rsid w:val="00637DEC"/>
    <w:rsid w:val="00640D8C"/>
    <w:rsid w:val="00642502"/>
    <w:rsid w:val="00645420"/>
    <w:rsid w:val="00645C29"/>
    <w:rsid w:val="006546ED"/>
    <w:rsid w:val="006568A2"/>
    <w:rsid w:val="006624A7"/>
    <w:rsid w:val="0067115F"/>
    <w:rsid w:val="0067522C"/>
    <w:rsid w:val="00686988"/>
    <w:rsid w:val="006941F2"/>
    <w:rsid w:val="006B4B5C"/>
    <w:rsid w:val="006B7870"/>
    <w:rsid w:val="006D1690"/>
    <w:rsid w:val="006D4121"/>
    <w:rsid w:val="006D72A3"/>
    <w:rsid w:val="006E25D0"/>
    <w:rsid w:val="006F02FB"/>
    <w:rsid w:val="006F23D2"/>
    <w:rsid w:val="006F248E"/>
    <w:rsid w:val="006F7E67"/>
    <w:rsid w:val="00700F3E"/>
    <w:rsid w:val="0070468B"/>
    <w:rsid w:val="007108E1"/>
    <w:rsid w:val="00722BCA"/>
    <w:rsid w:val="0072427D"/>
    <w:rsid w:val="0072541B"/>
    <w:rsid w:val="007309E4"/>
    <w:rsid w:val="007318D4"/>
    <w:rsid w:val="00731C1B"/>
    <w:rsid w:val="00743324"/>
    <w:rsid w:val="0074544B"/>
    <w:rsid w:val="00746DB1"/>
    <w:rsid w:val="00747068"/>
    <w:rsid w:val="007571E1"/>
    <w:rsid w:val="00764C33"/>
    <w:rsid w:val="007670FE"/>
    <w:rsid w:val="0077008E"/>
    <w:rsid w:val="0077183D"/>
    <w:rsid w:val="00772548"/>
    <w:rsid w:val="00781406"/>
    <w:rsid w:val="00782053"/>
    <w:rsid w:val="0079318F"/>
    <w:rsid w:val="00797882"/>
    <w:rsid w:val="007A0C65"/>
    <w:rsid w:val="007A71F4"/>
    <w:rsid w:val="007B2107"/>
    <w:rsid w:val="007B73EE"/>
    <w:rsid w:val="007C3C17"/>
    <w:rsid w:val="007C5294"/>
    <w:rsid w:val="007D06CF"/>
    <w:rsid w:val="007D4A50"/>
    <w:rsid w:val="007D7B5B"/>
    <w:rsid w:val="007E20B5"/>
    <w:rsid w:val="007E4019"/>
    <w:rsid w:val="007E4F0F"/>
    <w:rsid w:val="007E5CBB"/>
    <w:rsid w:val="007F043B"/>
    <w:rsid w:val="007F72F9"/>
    <w:rsid w:val="0081000D"/>
    <w:rsid w:val="00810483"/>
    <w:rsid w:val="008165C9"/>
    <w:rsid w:val="00816F40"/>
    <w:rsid w:val="00822E18"/>
    <w:rsid w:val="00823339"/>
    <w:rsid w:val="00826D90"/>
    <w:rsid w:val="008362D0"/>
    <w:rsid w:val="0083652C"/>
    <w:rsid w:val="00843B28"/>
    <w:rsid w:val="00843CD4"/>
    <w:rsid w:val="00844099"/>
    <w:rsid w:val="0085145D"/>
    <w:rsid w:val="00864C5F"/>
    <w:rsid w:val="008717ED"/>
    <w:rsid w:val="00873F8C"/>
    <w:rsid w:val="00881561"/>
    <w:rsid w:val="00882E85"/>
    <w:rsid w:val="008847A5"/>
    <w:rsid w:val="00885B31"/>
    <w:rsid w:val="0088767C"/>
    <w:rsid w:val="008907C9"/>
    <w:rsid w:val="0089188E"/>
    <w:rsid w:val="00893FEC"/>
    <w:rsid w:val="00895603"/>
    <w:rsid w:val="00895919"/>
    <w:rsid w:val="008A192C"/>
    <w:rsid w:val="008B1F92"/>
    <w:rsid w:val="008B7169"/>
    <w:rsid w:val="008B71C3"/>
    <w:rsid w:val="008C31CB"/>
    <w:rsid w:val="008C485C"/>
    <w:rsid w:val="008D32C0"/>
    <w:rsid w:val="008D5255"/>
    <w:rsid w:val="008D76F4"/>
    <w:rsid w:val="008F128E"/>
    <w:rsid w:val="009042E7"/>
    <w:rsid w:val="009059E9"/>
    <w:rsid w:val="009072C4"/>
    <w:rsid w:val="00916D02"/>
    <w:rsid w:val="00927BC8"/>
    <w:rsid w:val="0093714A"/>
    <w:rsid w:val="009373D4"/>
    <w:rsid w:val="00942493"/>
    <w:rsid w:val="00975A25"/>
    <w:rsid w:val="0098107E"/>
    <w:rsid w:val="00983D91"/>
    <w:rsid w:val="009848CD"/>
    <w:rsid w:val="00985FAF"/>
    <w:rsid w:val="009863AD"/>
    <w:rsid w:val="00996E8A"/>
    <w:rsid w:val="00997D7D"/>
    <w:rsid w:val="009A2564"/>
    <w:rsid w:val="009A5843"/>
    <w:rsid w:val="009A6247"/>
    <w:rsid w:val="009A7064"/>
    <w:rsid w:val="009B1452"/>
    <w:rsid w:val="009B174E"/>
    <w:rsid w:val="009B38DE"/>
    <w:rsid w:val="009B4C67"/>
    <w:rsid w:val="009B7A23"/>
    <w:rsid w:val="009C315E"/>
    <w:rsid w:val="009C6BC4"/>
    <w:rsid w:val="009D0FDD"/>
    <w:rsid w:val="009D3E91"/>
    <w:rsid w:val="009D5D2A"/>
    <w:rsid w:val="009D6C05"/>
    <w:rsid w:val="009E3483"/>
    <w:rsid w:val="009E4546"/>
    <w:rsid w:val="009F11B5"/>
    <w:rsid w:val="009F2022"/>
    <w:rsid w:val="009F422D"/>
    <w:rsid w:val="009F70CD"/>
    <w:rsid w:val="00A07DA2"/>
    <w:rsid w:val="00A14A01"/>
    <w:rsid w:val="00A14D71"/>
    <w:rsid w:val="00A17C0E"/>
    <w:rsid w:val="00A20197"/>
    <w:rsid w:val="00A21A90"/>
    <w:rsid w:val="00A230C4"/>
    <w:rsid w:val="00A2327E"/>
    <w:rsid w:val="00A24152"/>
    <w:rsid w:val="00A25D7E"/>
    <w:rsid w:val="00A26597"/>
    <w:rsid w:val="00A30E2E"/>
    <w:rsid w:val="00A359E9"/>
    <w:rsid w:val="00A3649E"/>
    <w:rsid w:val="00A439EE"/>
    <w:rsid w:val="00A43F6A"/>
    <w:rsid w:val="00A46561"/>
    <w:rsid w:val="00A46E2D"/>
    <w:rsid w:val="00A50884"/>
    <w:rsid w:val="00A749A6"/>
    <w:rsid w:val="00A7660B"/>
    <w:rsid w:val="00A82D9B"/>
    <w:rsid w:val="00A83382"/>
    <w:rsid w:val="00A85C64"/>
    <w:rsid w:val="00A91E64"/>
    <w:rsid w:val="00A93196"/>
    <w:rsid w:val="00A96036"/>
    <w:rsid w:val="00AA301C"/>
    <w:rsid w:val="00AA4C0A"/>
    <w:rsid w:val="00AA4CBB"/>
    <w:rsid w:val="00AB14E5"/>
    <w:rsid w:val="00AC10E0"/>
    <w:rsid w:val="00AC3B10"/>
    <w:rsid w:val="00AC7753"/>
    <w:rsid w:val="00AD3875"/>
    <w:rsid w:val="00AD553A"/>
    <w:rsid w:val="00AE2A56"/>
    <w:rsid w:val="00AE3449"/>
    <w:rsid w:val="00AE5001"/>
    <w:rsid w:val="00AF2A32"/>
    <w:rsid w:val="00B02E27"/>
    <w:rsid w:val="00B0464D"/>
    <w:rsid w:val="00B04DD4"/>
    <w:rsid w:val="00B064AA"/>
    <w:rsid w:val="00B12039"/>
    <w:rsid w:val="00B12200"/>
    <w:rsid w:val="00B14923"/>
    <w:rsid w:val="00B214BF"/>
    <w:rsid w:val="00B21CD9"/>
    <w:rsid w:val="00B22DDD"/>
    <w:rsid w:val="00B250F0"/>
    <w:rsid w:val="00B26AF6"/>
    <w:rsid w:val="00B33100"/>
    <w:rsid w:val="00B45ADC"/>
    <w:rsid w:val="00B5399F"/>
    <w:rsid w:val="00B53FF9"/>
    <w:rsid w:val="00B56819"/>
    <w:rsid w:val="00B7558D"/>
    <w:rsid w:val="00B81094"/>
    <w:rsid w:val="00B87245"/>
    <w:rsid w:val="00B87480"/>
    <w:rsid w:val="00B87B66"/>
    <w:rsid w:val="00B96F50"/>
    <w:rsid w:val="00BA07C3"/>
    <w:rsid w:val="00BA26D0"/>
    <w:rsid w:val="00BA65A2"/>
    <w:rsid w:val="00BB0D31"/>
    <w:rsid w:val="00BB12AC"/>
    <w:rsid w:val="00BB2E78"/>
    <w:rsid w:val="00BC18F6"/>
    <w:rsid w:val="00BC1C98"/>
    <w:rsid w:val="00BC789E"/>
    <w:rsid w:val="00BD5A8A"/>
    <w:rsid w:val="00BD62D3"/>
    <w:rsid w:val="00BE40C1"/>
    <w:rsid w:val="00BF600B"/>
    <w:rsid w:val="00C01878"/>
    <w:rsid w:val="00C126CC"/>
    <w:rsid w:val="00C1297C"/>
    <w:rsid w:val="00C1354D"/>
    <w:rsid w:val="00C2232D"/>
    <w:rsid w:val="00C249F9"/>
    <w:rsid w:val="00C27C46"/>
    <w:rsid w:val="00C33B26"/>
    <w:rsid w:val="00C3577F"/>
    <w:rsid w:val="00C3581E"/>
    <w:rsid w:val="00C37564"/>
    <w:rsid w:val="00C40C84"/>
    <w:rsid w:val="00C43E2B"/>
    <w:rsid w:val="00C50C30"/>
    <w:rsid w:val="00C54A60"/>
    <w:rsid w:val="00C571C1"/>
    <w:rsid w:val="00C60856"/>
    <w:rsid w:val="00C64C82"/>
    <w:rsid w:val="00C6550D"/>
    <w:rsid w:val="00C656C1"/>
    <w:rsid w:val="00C65C41"/>
    <w:rsid w:val="00C66B46"/>
    <w:rsid w:val="00C7159E"/>
    <w:rsid w:val="00C71715"/>
    <w:rsid w:val="00C743EF"/>
    <w:rsid w:val="00C77656"/>
    <w:rsid w:val="00C82882"/>
    <w:rsid w:val="00C830F0"/>
    <w:rsid w:val="00C83F5E"/>
    <w:rsid w:val="00C962CA"/>
    <w:rsid w:val="00C9698C"/>
    <w:rsid w:val="00CA0394"/>
    <w:rsid w:val="00CA462E"/>
    <w:rsid w:val="00CB1366"/>
    <w:rsid w:val="00CB4169"/>
    <w:rsid w:val="00CC02A5"/>
    <w:rsid w:val="00CC403B"/>
    <w:rsid w:val="00CD0BD8"/>
    <w:rsid w:val="00CD3D09"/>
    <w:rsid w:val="00CD5C5A"/>
    <w:rsid w:val="00CD71F2"/>
    <w:rsid w:val="00CE29E7"/>
    <w:rsid w:val="00CF39D1"/>
    <w:rsid w:val="00CF44C1"/>
    <w:rsid w:val="00CF6DCD"/>
    <w:rsid w:val="00D06572"/>
    <w:rsid w:val="00D06D62"/>
    <w:rsid w:val="00D07A21"/>
    <w:rsid w:val="00D1152B"/>
    <w:rsid w:val="00D15759"/>
    <w:rsid w:val="00D21173"/>
    <w:rsid w:val="00D30D88"/>
    <w:rsid w:val="00D32C5D"/>
    <w:rsid w:val="00D422B1"/>
    <w:rsid w:val="00D46198"/>
    <w:rsid w:val="00D53E55"/>
    <w:rsid w:val="00D64561"/>
    <w:rsid w:val="00D67B80"/>
    <w:rsid w:val="00D70605"/>
    <w:rsid w:val="00D85982"/>
    <w:rsid w:val="00D85A06"/>
    <w:rsid w:val="00D95010"/>
    <w:rsid w:val="00DB3FD3"/>
    <w:rsid w:val="00DD24AA"/>
    <w:rsid w:val="00DF537C"/>
    <w:rsid w:val="00E03F0A"/>
    <w:rsid w:val="00E052C4"/>
    <w:rsid w:val="00E06925"/>
    <w:rsid w:val="00E162FC"/>
    <w:rsid w:val="00E4500B"/>
    <w:rsid w:val="00E4539E"/>
    <w:rsid w:val="00E529A7"/>
    <w:rsid w:val="00E52F33"/>
    <w:rsid w:val="00E54EEA"/>
    <w:rsid w:val="00E56ABD"/>
    <w:rsid w:val="00E71100"/>
    <w:rsid w:val="00E73ED1"/>
    <w:rsid w:val="00E75A4B"/>
    <w:rsid w:val="00E76D9F"/>
    <w:rsid w:val="00E80382"/>
    <w:rsid w:val="00E85060"/>
    <w:rsid w:val="00E94A38"/>
    <w:rsid w:val="00E96FBE"/>
    <w:rsid w:val="00EA249D"/>
    <w:rsid w:val="00EA403D"/>
    <w:rsid w:val="00EA50A9"/>
    <w:rsid w:val="00EA6458"/>
    <w:rsid w:val="00EB0D51"/>
    <w:rsid w:val="00EB225D"/>
    <w:rsid w:val="00EB66D7"/>
    <w:rsid w:val="00EB69B8"/>
    <w:rsid w:val="00EC2F90"/>
    <w:rsid w:val="00EE39DA"/>
    <w:rsid w:val="00EE4A1F"/>
    <w:rsid w:val="00EE6229"/>
    <w:rsid w:val="00EE7C69"/>
    <w:rsid w:val="00EF29E2"/>
    <w:rsid w:val="00EF3C54"/>
    <w:rsid w:val="00EF3D3D"/>
    <w:rsid w:val="00EF3E25"/>
    <w:rsid w:val="00EF732B"/>
    <w:rsid w:val="00F05769"/>
    <w:rsid w:val="00F0752A"/>
    <w:rsid w:val="00F25349"/>
    <w:rsid w:val="00F2572F"/>
    <w:rsid w:val="00F25AB0"/>
    <w:rsid w:val="00F336FD"/>
    <w:rsid w:val="00F36A59"/>
    <w:rsid w:val="00F378FD"/>
    <w:rsid w:val="00F3795F"/>
    <w:rsid w:val="00F37E64"/>
    <w:rsid w:val="00F40A7F"/>
    <w:rsid w:val="00F40AE5"/>
    <w:rsid w:val="00F423EC"/>
    <w:rsid w:val="00F45A6D"/>
    <w:rsid w:val="00F548A8"/>
    <w:rsid w:val="00F660D5"/>
    <w:rsid w:val="00F751B8"/>
    <w:rsid w:val="00F76C69"/>
    <w:rsid w:val="00F81608"/>
    <w:rsid w:val="00F84EDF"/>
    <w:rsid w:val="00F8793A"/>
    <w:rsid w:val="00F9435A"/>
    <w:rsid w:val="00FA0EC3"/>
    <w:rsid w:val="00FA1B4C"/>
    <w:rsid w:val="00FB374B"/>
    <w:rsid w:val="00FC095E"/>
    <w:rsid w:val="00FC52D4"/>
    <w:rsid w:val="00FC5F2A"/>
    <w:rsid w:val="00FC7438"/>
    <w:rsid w:val="00FC789B"/>
    <w:rsid w:val="00FD2BE7"/>
    <w:rsid w:val="00FD3FC3"/>
    <w:rsid w:val="00FD629E"/>
    <w:rsid w:val="00FE46E7"/>
    <w:rsid w:val="00FE73BF"/>
    <w:rsid w:val="00FF3113"/>
    <w:rsid w:val="00FF4CAC"/>
    <w:rsid w:val="00FF6394"/>
    <w:rsid w:val="00FF6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068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E5CB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2541B"/>
    <w:pPr>
      <w:ind w:left="720"/>
    </w:pPr>
  </w:style>
  <w:style w:type="paragraph" w:customStyle="1" w:styleId="Default">
    <w:name w:val="Default"/>
    <w:uiPriority w:val="99"/>
    <w:rsid w:val="0032564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B3FD3"/>
  </w:style>
  <w:style w:type="paragraph" w:styleId="Footer">
    <w:name w:val="footer"/>
    <w:basedOn w:val="Normal"/>
    <w:link w:val="FooterChar"/>
    <w:uiPriority w:val="99"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B3FD3"/>
  </w:style>
  <w:style w:type="paragraph" w:styleId="BalloonText">
    <w:name w:val="Balloon Text"/>
    <w:basedOn w:val="Normal"/>
    <w:link w:val="BalloonTextChar"/>
    <w:uiPriority w:val="99"/>
    <w:semiHidden/>
    <w:rsid w:val="00361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1A8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B12039"/>
    <w:pPr>
      <w:widowControl w:val="0"/>
      <w:autoSpaceDE w:val="0"/>
      <w:autoSpaceDN w:val="0"/>
    </w:pPr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08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</TotalTime>
  <Pages>42</Pages>
  <Words>8269</Words>
  <Characters>-32766</Characters>
  <Application>Microsoft Office Outlook</Application>
  <DocSecurity>0</DocSecurity>
  <Lines>0</Lines>
  <Paragraphs>0</Paragraphs>
  <ScaleCrop>false</ScaleCrop>
  <Company>HomeLab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Sergey</dc:creator>
  <cp:keywords/>
  <dc:description/>
  <cp:lastModifiedBy>User</cp:lastModifiedBy>
  <cp:revision>13</cp:revision>
  <cp:lastPrinted>2017-12-04T06:02:00Z</cp:lastPrinted>
  <dcterms:created xsi:type="dcterms:W3CDTF">2017-12-11T08:28:00Z</dcterms:created>
  <dcterms:modified xsi:type="dcterms:W3CDTF">2017-12-28T08:07:00Z</dcterms:modified>
</cp:coreProperties>
</file>