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A0" w:rsidRDefault="00051AA0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051AA0" w:rsidRDefault="00051AA0" w:rsidP="00246EF2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остановлением Администрации МО «Ленский муниципальный район»</w:t>
      </w:r>
    </w:p>
    <w:p w:rsidR="00051AA0" w:rsidRDefault="00051AA0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</w:t>
      </w: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комплексного развития</w:t>
      </w: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социальной инфраструктуры</w:t>
      </w: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МО «САФРОНОВСКОЕ»</w:t>
      </w:r>
    </w:p>
    <w:p w:rsidR="00051AA0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АРХАГЕЛЬ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ской области</w:t>
      </w:r>
    </w:p>
    <w:p w:rsidR="00051AA0" w:rsidRPr="007E5CBB" w:rsidRDefault="00051AA0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2018 – 2027 годы</w:t>
      </w:r>
    </w:p>
    <w:p w:rsidR="00051AA0" w:rsidRDefault="00051AA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51AA0" w:rsidRDefault="00051AA0" w:rsidP="0072541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Паспорт программы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комплексного развития социальной и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фраструктуры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МО «Сафроновское»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Архангель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2018 – 2027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5096"/>
      </w:tblGrid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«Сафроновское»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на 2018 – 2027 годы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муниципального образования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«Сафроновское»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МО «Сафроновское» от 05.05.2015 № 142. 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«Ленский муниципальный район» Архангельской области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165780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Яренск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Бр. Покровских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д. 19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051AA0" w:rsidRPr="006255CB" w:rsidRDefault="00051AA0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051AA0" w:rsidRPr="006255CB" w:rsidRDefault="00051AA0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051AA0" w:rsidRPr="006255CB" w:rsidRDefault="00051AA0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051AA0" w:rsidRPr="006255CB" w:rsidRDefault="00051AA0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Задачи программы: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-экономического развития района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5. Содействие в обеспечении социальной поддержки слабозащищенным слоям населения.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спорта, повышение роли физкультуры и спорта в деле профилактики правонарушений,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преодоления распространения наркомании и алкоголизма;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учителей,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3625</w:t>
            </w:r>
            <w:r w:rsidRPr="00B22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Pr="00B22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</w:t>
            </w:r>
            <w:r w:rsidRPr="00B22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51AA0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 </w:t>
            </w:r>
            <w:r w:rsidRPr="003E1279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Pr="00B22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B22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AA0" w:rsidRPr="006255CB" w:rsidRDefault="00051AA0" w:rsidP="00A26597">
            <w:pPr>
              <w:ind w:firstLine="25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2DD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Pr="00B22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тыс.рублей. </w:t>
            </w:r>
          </w:p>
        </w:tc>
      </w:tr>
      <w:tr w:rsidR="00051AA0" w:rsidRPr="006255CB">
        <w:tc>
          <w:tcPr>
            <w:tcW w:w="396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</w:tcPr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051AA0" w:rsidRPr="006255CB" w:rsidRDefault="00051AA0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051AA0" w:rsidRDefault="00051AA0" w:rsidP="007E5C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1AA0" w:rsidRPr="007E5CBB" w:rsidRDefault="00051AA0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2.Характеристика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ояния социальной инфраструктуры</w:t>
      </w:r>
    </w:p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МО «Сафроновское» составляет 488 122 га. Численность населения по данным на 01.01.2017 – </w:t>
      </w:r>
      <w:r w:rsidRPr="00B56819">
        <w:rPr>
          <w:rFonts w:ascii="Times New Roman" w:hAnsi="Times New Roman" w:cs="Times New Roman"/>
          <w:sz w:val="28"/>
          <w:szCs w:val="28"/>
        </w:rPr>
        <w:t>4623</w:t>
      </w:r>
      <w:r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051AA0" w:rsidRDefault="00051AA0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34 населённых пункта: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0"/>
        <w:gridCol w:w="4530"/>
      </w:tblGrid>
      <w:tr w:rsidR="00051AA0" w:rsidRPr="006255CB">
        <w:tc>
          <w:tcPr>
            <w:tcW w:w="453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3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населенного пункта, чел.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с. Яренск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3184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Берег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Богослово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Большой Кряж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Борок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Верхний Базлук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Выемково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Гора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ГЭС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Жуково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Заполье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Кересаг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Конец Озерье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Крюковка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Курейная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Лантыш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Лопатино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Матлуг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Микшина Гора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Новая Деревня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Паладино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Паста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Пристань Яренск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Пустошь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Сафроновка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Шордынь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Юргино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Запань Яренга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Лысимо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Пантый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Савкино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Усть-Очея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с. Ирта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</w:tr>
      <w:tr w:rsidR="00051AA0" w:rsidRPr="006255CB">
        <w:tc>
          <w:tcPr>
            <w:tcW w:w="4530" w:type="dxa"/>
          </w:tcPr>
          <w:p w:rsidR="00051AA0" w:rsidRPr="00FA0EC3" w:rsidRDefault="00051AA0" w:rsidP="00A2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с. Тохта</w:t>
            </w:r>
          </w:p>
        </w:tc>
        <w:tc>
          <w:tcPr>
            <w:tcW w:w="4530" w:type="dxa"/>
          </w:tcPr>
          <w:p w:rsidR="00051AA0" w:rsidRPr="00B56819" w:rsidRDefault="00051AA0" w:rsidP="00A2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051AA0" w:rsidRDefault="00051AA0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51AA0" w:rsidRPr="00427F17" w:rsidRDefault="00051AA0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7F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Демографическая ситуация</w:t>
      </w:r>
    </w:p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населения поселения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4623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–508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15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 620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>
        <w:rPr>
          <w:rFonts w:ascii="Times New Roman" w:hAnsi="Times New Roman" w:cs="Times New Roman"/>
          <w:sz w:val="28"/>
          <w:szCs w:val="28"/>
        </w:rPr>
        <w:t>от 16 до 17 лет включительно – 108 человек.</w:t>
      </w:r>
    </w:p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2330 человек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50,4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1327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28,7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>
        <w:rPr>
          <w:rFonts w:ascii="Times New Roman" w:hAnsi="Times New Roman" w:cs="Times New Roman"/>
          <w:sz w:val="28"/>
          <w:szCs w:val="28"/>
        </w:rPr>
        <w:t>380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населения).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AA0" w:rsidRPr="00427BBB" w:rsidRDefault="00051AA0" w:rsidP="00427BB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27BBB">
        <w:rPr>
          <w:rFonts w:ascii="Times New Roman" w:hAnsi="Times New Roman" w:cs="Times New Roman"/>
          <w:i/>
          <w:iCs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678"/>
        <w:gridCol w:w="1276"/>
        <w:gridCol w:w="1276"/>
        <w:gridCol w:w="1268"/>
      </w:tblGrid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Естественный прирос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(убыль)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-30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(убыль)</w:t>
            </w:r>
          </w:p>
        </w:tc>
        <w:tc>
          <w:tcPr>
            <w:tcW w:w="1276" w:type="dxa"/>
          </w:tcPr>
          <w:p w:rsidR="00051AA0" w:rsidRPr="002B7A8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31CB">
              <w:rPr>
                <w:rFonts w:ascii="Times New Roman" w:hAnsi="Times New Roman" w:cs="Times New Roman"/>
                <w:sz w:val="28"/>
                <w:szCs w:val="28"/>
              </w:rPr>
              <w:t>-128</w:t>
            </w:r>
          </w:p>
        </w:tc>
        <w:tc>
          <w:tcPr>
            <w:tcW w:w="1276" w:type="dxa"/>
          </w:tcPr>
          <w:p w:rsidR="00051AA0" w:rsidRPr="002B7A8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31CB">
              <w:rPr>
                <w:rFonts w:ascii="Times New Roman" w:hAnsi="Times New Roman" w:cs="Times New Roman"/>
                <w:sz w:val="28"/>
                <w:szCs w:val="28"/>
              </w:rPr>
              <w:t>-100</w:t>
            </w:r>
          </w:p>
        </w:tc>
        <w:tc>
          <w:tcPr>
            <w:tcW w:w="1268" w:type="dxa"/>
          </w:tcPr>
          <w:p w:rsidR="00051AA0" w:rsidRPr="002B7A8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C31CB">
              <w:rPr>
                <w:rFonts w:ascii="Times New Roman" w:hAnsi="Times New Roman" w:cs="Times New Roman"/>
                <w:sz w:val="28"/>
                <w:szCs w:val="28"/>
              </w:rPr>
              <w:t>-53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выбыло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</w:tr>
      <w:tr w:rsidR="00051AA0" w:rsidRPr="006255CB">
        <w:tc>
          <w:tcPr>
            <w:tcW w:w="56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 (среднегодовая)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4872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4744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4651</w:t>
            </w:r>
          </w:p>
        </w:tc>
      </w:tr>
    </w:tbl>
    <w:p w:rsidR="00051AA0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F40A7F" w:rsidRDefault="00051AA0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Демографическая ситуация в поселении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началась ухудшаться, </w:t>
      </w:r>
      <w:r w:rsidRPr="008C31CB">
        <w:rPr>
          <w:rFonts w:ascii="Times New Roman" w:hAnsi="Times New Roman" w:cs="Times New Roman"/>
          <w:sz w:val="28"/>
          <w:szCs w:val="28"/>
        </w:rPr>
        <w:t>число умерших превышает число родившихся</w:t>
      </w:r>
      <w:r w:rsidRPr="00F40A7F">
        <w:rPr>
          <w:rFonts w:ascii="Times New Roman" w:hAnsi="Times New Roman" w:cs="Times New Roman"/>
          <w:sz w:val="28"/>
          <w:szCs w:val="28"/>
        </w:rPr>
        <w:t xml:space="preserve">. Баланс населения также ухудшается, из-за превышения числа убывших с территории, над числом прибывшим на территорию. </w:t>
      </w:r>
      <w:r>
        <w:rPr>
          <w:rFonts w:ascii="Times New Roman" w:hAnsi="Times New Roman" w:cs="Times New Roman"/>
          <w:sz w:val="28"/>
          <w:szCs w:val="28"/>
        </w:rPr>
        <w:t>Невысокая рождаемость</w:t>
      </w:r>
      <w:r w:rsidRPr="00F40A7F">
        <w:rPr>
          <w:rFonts w:ascii="Times New Roman" w:hAnsi="Times New Roman" w:cs="Times New Roman"/>
          <w:sz w:val="28"/>
          <w:szCs w:val="28"/>
        </w:rPr>
        <w:t xml:space="preserve"> объясняется следующими факторами: многократным повышением стоимости самообеспечения (питание, лечение, лекарства, одежда). С развалом экономики </w:t>
      </w:r>
      <w:r>
        <w:rPr>
          <w:rFonts w:ascii="Times New Roman" w:hAnsi="Times New Roman" w:cs="Times New Roman"/>
          <w:sz w:val="28"/>
          <w:szCs w:val="28"/>
        </w:rPr>
        <w:t>в период перестройки</w:t>
      </w:r>
      <w:r w:rsidRPr="00F40A7F">
        <w:rPr>
          <w:rFonts w:ascii="Times New Roman" w:hAnsi="Times New Roman" w:cs="Times New Roman"/>
          <w:sz w:val="28"/>
          <w:szCs w:val="28"/>
        </w:rPr>
        <w:t xml:space="preserve"> обанкротил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сь ранее крупн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е сельскохозяйственн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е предприяти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строительные организации прекратили свою деятельность, п</w:t>
      </w:r>
      <w:r w:rsidRPr="00F40A7F">
        <w:rPr>
          <w:rFonts w:ascii="Times New Roman" w:hAnsi="Times New Roman" w:cs="Times New Roman"/>
          <w:sz w:val="28"/>
          <w:szCs w:val="28"/>
        </w:rPr>
        <w:t xml:space="preserve">оявилась безработица,  снизились доходы населения. В </w:t>
      </w:r>
      <w:r>
        <w:rPr>
          <w:rFonts w:ascii="Times New Roman" w:hAnsi="Times New Roman" w:cs="Times New Roman"/>
          <w:sz w:val="28"/>
          <w:szCs w:val="28"/>
        </w:rPr>
        <w:t xml:space="preserve">учреждениях здравоохранения </w:t>
      </w:r>
      <w:r w:rsidRPr="00F40A7F">
        <w:rPr>
          <w:rFonts w:ascii="Times New Roman" w:hAnsi="Times New Roman" w:cs="Times New Roman"/>
          <w:sz w:val="28"/>
          <w:szCs w:val="28"/>
        </w:rPr>
        <w:t xml:space="preserve"> нет достаточного количество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врачей, среднего медицинского персонала</w:t>
      </w:r>
      <w:r w:rsidRPr="00F40A7F">
        <w:rPr>
          <w:rFonts w:ascii="Times New Roman" w:hAnsi="Times New Roman" w:cs="Times New Roman"/>
          <w:sz w:val="28"/>
          <w:szCs w:val="28"/>
        </w:rPr>
        <w:t xml:space="preserve">, в поселках с малой численностью закрыты школы, клубы. </w:t>
      </w:r>
      <w:r>
        <w:rPr>
          <w:rFonts w:ascii="Times New Roman" w:hAnsi="Times New Roman" w:cs="Times New Roman"/>
          <w:sz w:val="28"/>
          <w:szCs w:val="28"/>
        </w:rPr>
        <w:t>Наблюдается рост р</w:t>
      </w:r>
      <w:r w:rsidRPr="00F40A7F">
        <w:rPr>
          <w:rFonts w:ascii="Times New Roman" w:hAnsi="Times New Roman" w:cs="Times New Roman"/>
          <w:sz w:val="28"/>
          <w:szCs w:val="28"/>
        </w:rPr>
        <w:t>ождаемост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2016 году по сравнению с 2015 годом,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40A7F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ение повлияли следующие факторы: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 xml:space="preserve"> за рождение второго и последующих детей</w:t>
      </w:r>
      <w:r>
        <w:rPr>
          <w:rFonts w:ascii="Times New Roman" w:hAnsi="Times New Roman" w:cs="Times New Roman"/>
          <w:sz w:val="28"/>
          <w:szCs w:val="28"/>
        </w:rPr>
        <w:t>, а также строительство детского сада на 220 мест в с.Яренск, нет очереди в дошкольные учреждения, уверенность в будущем подрастающего поколения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51AA0" w:rsidRPr="00C1354D" w:rsidRDefault="00051AA0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Инвестиции</w:t>
      </w:r>
    </w:p>
    <w:p w:rsidR="00051AA0" w:rsidRPr="00C1354D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6,8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78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</w:t>
      </w:r>
      <w:r w:rsidRPr="00C1354D">
        <w:rPr>
          <w:rFonts w:ascii="Times New Roman" w:hAnsi="Times New Roman" w:cs="Times New Roman"/>
          <w:sz w:val="28"/>
          <w:szCs w:val="28"/>
        </w:rPr>
        <w:t>ше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 2015 году осуществлялось строительство жилых домов по программе переселения из ветхого и аварийного жилья.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AA0" w:rsidRPr="00C1354D" w:rsidRDefault="00051AA0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Финансы</w:t>
      </w:r>
    </w:p>
    <w:p w:rsidR="00051AA0" w:rsidRPr="00C1354D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</w:t>
      </w:r>
      <w:r w:rsidRPr="000534A6">
        <w:rPr>
          <w:rFonts w:ascii="Times New Roman" w:hAnsi="Times New Roman" w:cs="Times New Roman"/>
          <w:sz w:val="28"/>
          <w:szCs w:val="28"/>
        </w:rPr>
        <w:t xml:space="preserve">) из бюджета </w:t>
      </w: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C1354D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051AA0" w:rsidRPr="00C1354D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«Сафроновское»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>
        <w:rPr>
          <w:rFonts w:ascii="Times New Roman" w:hAnsi="Times New Roman" w:cs="Times New Roman"/>
          <w:sz w:val="28"/>
          <w:szCs w:val="28"/>
        </w:rPr>
        <w:t>11429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73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C1354D">
        <w:rPr>
          <w:rFonts w:ascii="Times New Roman" w:hAnsi="Times New Roman" w:cs="Times New Roman"/>
          <w:sz w:val="28"/>
          <w:szCs w:val="28"/>
        </w:rPr>
        <w:t>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42337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в связи с передачей полномочий на муниципальный район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051AA0" w:rsidRPr="00C1354D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6402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, что на</w:t>
      </w:r>
      <w:r>
        <w:rPr>
          <w:rFonts w:ascii="Times New Roman" w:hAnsi="Times New Roman" w:cs="Times New Roman"/>
          <w:sz w:val="28"/>
          <w:szCs w:val="28"/>
        </w:rPr>
        <w:t xml:space="preserve"> 54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</w:t>
      </w:r>
      <w:r w:rsidRPr="00C1354D">
        <w:rPr>
          <w:rFonts w:ascii="Times New Roman" w:hAnsi="Times New Roman" w:cs="Times New Roman"/>
          <w:sz w:val="28"/>
          <w:szCs w:val="28"/>
        </w:rPr>
        <w:t>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13829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лей, в связи с изменением Бюджетного кодекса РФ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56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>
        <w:rPr>
          <w:rFonts w:ascii="Times New Roman" w:hAnsi="Times New Roman" w:cs="Times New Roman"/>
          <w:sz w:val="28"/>
          <w:szCs w:val="28"/>
        </w:rPr>
        <w:t xml:space="preserve">44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051AA0" w:rsidRPr="00C1354D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>
        <w:rPr>
          <w:rFonts w:ascii="Times New Roman" w:hAnsi="Times New Roman" w:cs="Times New Roman"/>
          <w:sz w:val="28"/>
          <w:szCs w:val="28"/>
        </w:rPr>
        <w:t>11285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96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>
        <w:rPr>
          <w:rFonts w:ascii="Times New Roman" w:hAnsi="Times New Roman" w:cs="Times New Roman"/>
          <w:sz w:val="28"/>
          <w:szCs w:val="28"/>
        </w:rPr>
        <w:t>42919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62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051AA0" w:rsidRPr="00C1354D" w:rsidRDefault="00051AA0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сфера</w:t>
      </w:r>
    </w:p>
    <w:p w:rsidR="00051AA0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составила 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человек. Среднемесячная номинальная начисленная заработная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sz w:val="28"/>
          <w:szCs w:val="28"/>
        </w:rPr>
        <w:t>31952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6,7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аналогичным периодом предыдущего года (</w:t>
      </w:r>
      <w:r>
        <w:rPr>
          <w:rFonts w:ascii="Times New Roman" w:hAnsi="Times New Roman" w:cs="Times New Roman"/>
          <w:sz w:val="28"/>
          <w:szCs w:val="28"/>
        </w:rPr>
        <w:t>29947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</w:t>
      </w:r>
      <w:r>
        <w:rPr>
          <w:rFonts w:ascii="Times New Roman" w:hAnsi="Times New Roman" w:cs="Times New Roman"/>
          <w:sz w:val="28"/>
          <w:szCs w:val="28"/>
        </w:rPr>
        <w:t>увеличился</w:t>
      </w:r>
      <w:r w:rsidRPr="00C1354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6,4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и составил </w:t>
      </w:r>
      <w:r>
        <w:rPr>
          <w:rFonts w:ascii="Times New Roman" w:hAnsi="Times New Roman" w:cs="Times New Roman"/>
          <w:sz w:val="28"/>
          <w:szCs w:val="28"/>
        </w:rPr>
        <w:t>490,4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AA0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официально зарегистрированных в государственных учреждениях службы занятости населения, составила </w:t>
      </w:r>
      <w:r>
        <w:rPr>
          <w:rFonts w:ascii="Times New Roman" w:hAnsi="Times New Roman" w:cs="Times New Roman"/>
          <w:sz w:val="28"/>
          <w:szCs w:val="28"/>
        </w:rPr>
        <w:t>146 человек.</w:t>
      </w:r>
    </w:p>
    <w:p w:rsidR="00051AA0" w:rsidRDefault="00051AA0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14880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>
        <w:rPr>
          <w:rFonts w:ascii="Times New Roman" w:hAnsi="Times New Roman" w:cs="Times New Roman"/>
          <w:sz w:val="28"/>
          <w:szCs w:val="28"/>
        </w:rPr>
        <w:t xml:space="preserve">4,5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больше по сравнению с аналогичным периодом предыдущего года. 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7E1">
        <w:rPr>
          <w:rFonts w:ascii="Times New Roman" w:hAnsi="Times New Roman" w:cs="Times New Roman"/>
          <w:sz w:val="28"/>
          <w:szCs w:val="28"/>
          <w:u w:val="single"/>
        </w:rPr>
        <w:t>7,4</w:t>
      </w:r>
      <w:r>
        <w:rPr>
          <w:rFonts w:ascii="Times New Roman" w:hAnsi="Times New Roman" w:cs="Times New Roman"/>
          <w:sz w:val="28"/>
          <w:szCs w:val="28"/>
        </w:rPr>
        <w:t xml:space="preserve"> 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051AA0" w:rsidRPr="00FF67E1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7E1">
        <w:rPr>
          <w:rFonts w:ascii="Times New Roman" w:hAnsi="Times New Roman" w:cs="Times New Roman"/>
          <w:sz w:val="28"/>
          <w:szCs w:val="28"/>
          <w:u w:val="single"/>
        </w:rPr>
        <w:t>0,72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67E1">
        <w:rPr>
          <w:rFonts w:ascii="Times New Roman" w:hAnsi="Times New Roman" w:cs="Times New Roman"/>
          <w:sz w:val="28"/>
          <w:szCs w:val="28"/>
        </w:rPr>
        <w:t>тыс. м</w:t>
      </w:r>
      <w:r w:rsidRPr="00FF67E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F67E1">
        <w:rPr>
          <w:rFonts w:ascii="Times New Roman" w:hAnsi="Times New Roman" w:cs="Times New Roman"/>
          <w:sz w:val="28"/>
          <w:szCs w:val="28"/>
        </w:rPr>
        <w:t xml:space="preserve"> объектов общественно-делового назначения;</w:t>
      </w:r>
    </w:p>
    <w:p w:rsidR="00051AA0" w:rsidRPr="00FF67E1" w:rsidRDefault="00051AA0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7E1">
        <w:rPr>
          <w:rFonts w:ascii="Times New Roman" w:hAnsi="Times New Roman" w:cs="Times New Roman"/>
          <w:sz w:val="28"/>
          <w:szCs w:val="28"/>
          <w:u w:val="single"/>
        </w:rPr>
        <w:t>2,577</w:t>
      </w:r>
      <w:r w:rsidRPr="00FF67E1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F67E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F67E1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051AA0" w:rsidRDefault="00051AA0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7E1">
        <w:rPr>
          <w:rFonts w:ascii="Times New Roman" w:hAnsi="Times New Roman" w:cs="Times New Roman"/>
          <w:sz w:val="28"/>
          <w:szCs w:val="28"/>
          <w:u w:val="single"/>
        </w:rPr>
        <w:t>3,317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67E1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F67E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F67E1">
        <w:rPr>
          <w:rFonts w:ascii="Times New Roman" w:hAnsi="Times New Roman" w:cs="Times New Roman"/>
          <w:sz w:val="28"/>
          <w:szCs w:val="28"/>
        </w:rPr>
        <w:t xml:space="preserve"> объектов производственного назначения.</w:t>
      </w:r>
    </w:p>
    <w:p w:rsidR="00051AA0" w:rsidRPr="00605DBD" w:rsidRDefault="00051AA0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2.3.Т</w:t>
      </w:r>
      <w:r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социальной инфраструктуры посел</w:t>
      </w:r>
      <w:r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051AA0" w:rsidRDefault="00051AA0" w:rsidP="004866C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Образование</w:t>
      </w:r>
    </w:p>
    <w:p w:rsidR="00051AA0" w:rsidRPr="00605DBD" w:rsidRDefault="00051AA0" w:rsidP="007A71F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C37564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детских 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сад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. Численность учащихся составляет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664 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>381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ребенок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, посещающи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детски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сад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2"/>
        <w:gridCol w:w="2213"/>
        <w:gridCol w:w="1857"/>
        <w:gridCol w:w="1208"/>
        <w:gridCol w:w="1193"/>
        <w:gridCol w:w="2393"/>
      </w:tblGrid>
      <w:tr w:rsidR="00051AA0" w:rsidRPr="006255CB">
        <w:tc>
          <w:tcPr>
            <w:tcW w:w="44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7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2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1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29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3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051AA0" w:rsidRPr="006255CB">
        <w:tc>
          <w:tcPr>
            <w:tcW w:w="443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«Яренская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редняя 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9" w:type="dxa"/>
          </w:tcPr>
          <w:p w:rsidR="00051AA0" w:rsidRPr="00C7159E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39</w:t>
            </w:r>
          </w:p>
        </w:tc>
        <w:tc>
          <w:tcPr>
            <w:tcW w:w="131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3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051AA0" w:rsidRPr="006255CB">
        <w:tc>
          <w:tcPr>
            <w:tcW w:w="443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2029" w:type="dxa"/>
          </w:tcPr>
          <w:p w:rsidR="00051AA0" w:rsidRPr="00C7159E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с. Яренск,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Урицкого, д.50</w:t>
            </w:r>
          </w:p>
        </w:tc>
        <w:tc>
          <w:tcPr>
            <w:tcW w:w="131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051AA0" w:rsidRPr="00C715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08F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334" w:type="dxa"/>
          </w:tcPr>
          <w:p w:rsidR="00051AA0" w:rsidRPr="006255CB" w:rsidRDefault="00051AA0" w:rsidP="00226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требуется строительство новой школы на 320 мест</w:t>
            </w:r>
          </w:p>
        </w:tc>
      </w:tr>
      <w:tr w:rsidR="00051AA0" w:rsidRPr="006255CB">
        <w:tc>
          <w:tcPr>
            <w:tcW w:w="443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МБОУ «Ленская СШ»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«Очейская общеобразовательная школа»</w:t>
            </w:r>
          </w:p>
        </w:tc>
        <w:tc>
          <w:tcPr>
            <w:tcW w:w="2029" w:type="dxa"/>
          </w:tcPr>
          <w:p w:rsidR="00051AA0" w:rsidRPr="00507233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п. Усть-Очея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ул.Центральная д.8</w:t>
            </w:r>
          </w:p>
        </w:tc>
        <w:tc>
          <w:tcPr>
            <w:tcW w:w="131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051AA0" w:rsidRPr="006255CB">
        <w:tc>
          <w:tcPr>
            <w:tcW w:w="443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«Лысимская общеобразовательная школа»</w:t>
            </w:r>
          </w:p>
        </w:tc>
        <w:tc>
          <w:tcPr>
            <w:tcW w:w="2029" w:type="dxa"/>
          </w:tcPr>
          <w:p w:rsidR="00051AA0" w:rsidRPr="0050723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п. Лысимо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ул. Школьная, д. 11</w:t>
            </w:r>
          </w:p>
        </w:tc>
        <w:tc>
          <w:tcPr>
            <w:tcW w:w="131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 ремонта</w:t>
            </w:r>
          </w:p>
        </w:tc>
      </w:tr>
      <w:tr w:rsidR="00051AA0" w:rsidRPr="006255CB">
        <w:tc>
          <w:tcPr>
            <w:tcW w:w="443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Иртовская общеобразовательная школа</w:t>
            </w:r>
          </w:p>
        </w:tc>
        <w:tc>
          <w:tcPr>
            <w:tcW w:w="2029" w:type="dxa"/>
          </w:tcPr>
          <w:p w:rsidR="00051AA0" w:rsidRPr="00507233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 Ирта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пер. Школьный, д. 2</w:t>
            </w:r>
          </w:p>
        </w:tc>
        <w:tc>
          <w:tcPr>
            <w:tcW w:w="1313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4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051AA0" w:rsidRPr="006255CB">
        <w:tc>
          <w:tcPr>
            <w:tcW w:w="443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51AA0" w:rsidRPr="00BE40C1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0C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 "Незабудка" ОРВ с. Яренск»</w:t>
            </w:r>
          </w:p>
        </w:tc>
        <w:tc>
          <w:tcPr>
            <w:tcW w:w="2029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ул.Урицкого, д. 46А</w:t>
            </w:r>
          </w:p>
        </w:tc>
        <w:tc>
          <w:tcPr>
            <w:tcW w:w="1313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334" w:type="dxa"/>
          </w:tcPr>
          <w:p w:rsidR="00051AA0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43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:rsidR="00051AA0" w:rsidRPr="00BE40C1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0C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№3"Теремок" ОРВ с. Яренск»</w:t>
            </w:r>
          </w:p>
        </w:tc>
        <w:tc>
          <w:tcPr>
            <w:tcW w:w="2029" w:type="dxa"/>
          </w:tcPr>
          <w:p w:rsidR="00051AA0" w:rsidRPr="00507233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ул Красных Партизан, 32</w:t>
            </w:r>
          </w:p>
        </w:tc>
        <w:tc>
          <w:tcPr>
            <w:tcW w:w="1313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34" w:type="dxa"/>
          </w:tcPr>
          <w:p w:rsidR="00051AA0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43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1" w:type="dxa"/>
          </w:tcPr>
          <w:p w:rsidR="00051AA0" w:rsidRPr="00527E7E" w:rsidRDefault="00051AA0" w:rsidP="00226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Яреньгский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 xml:space="preserve"> сад №14(обособленное подразделение) МБДОУ «Детский сад №3"Теремок" ОРВ с. Яренск»</w:t>
            </w:r>
          </w:p>
        </w:tc>
        <w:tc>
          <w:tcPr>
            <w:tcW w:w="2029" w:type="dxa"/>
          </w:tcPr>
          <w:p w:rsidR="00051AA0" w:rsidRPr="00507233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 xml:space="preserve"> п Запань Яреньга, ул Центральная, 14</w:t>
            </w:r>
          </w:p>
        </w:tc>
        <w:tc>
          <w:tcPr>
            <w:tcW w:w="1313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34" w:type="dxa"/>
          </w:tcPr>
          <w:p w:rsidR="00051AA0" w:rsidRPr="00226892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43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</w:tcPr>
          <w:p w:rsidR="00051AA0" w:rsidRPr="00527E7E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Очейский детский сад филиала МБОУ «Ленская СШ» Очейская ООШ</w:t>
            </w:r>
          </w:p>
        </w:tc>
        <w:tc>
          <w:tcPr>
            <w:tcW w:w="2029" w:type="dxa"/>
          </w:tcPr>
          <w:p w:rsidR="00051AA0" w:rsidRPr="003908FF" w:rsidRDefault="00051AA0" w:rsidP="00390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п Усть-Очея, ул Набережная, 11</w:t>
            </w:r>
          </w:p>
        </w:tc>
        <w:tc>
          <w:tcPr>
            <w:tcW w:w="1313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4" w:type="dxa"/>
          </w:tcPr>
          <w:p w:rsidR="00051AA0" w:rsidRPr="00226892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43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</w:tcPr>
          <w:p w:rsidR="00051AA0" w:rsidRPr="00527E7E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Лысимский детский сад №13 МБОУ "Лысимская ОШ"</w:t>
            </w:r>
          </w:p>
        </w:tc>
        <w:tc>
          <w:tcPr>
            <w:tcW w:w="2029" w:type="dxa"/>
          </w:tcPr>
          <w:p w:rsidR="00051AA0" w:rsidRPr="00507233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п.Лысимо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ул Школьная, 11</w:t>
            </w:r>
          </w:p>
        </w:tc>
        <w:tc>
          <w:tcPr>
            <w:tcW w:w="1313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4" w:type="dxa"/>
          </w:tcPr>
          <w:p w:rsidR="00051AA0" w:rsidRPr="00226892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43" w:type="dxa"/>
          </w:tcPr>
          <w:p w:rsidR="00051AA0" w:rsidRPr="00527E7E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E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1" w:type="dxa"/>
          </w:tcPr>
          <w:p w:rsidR="00051AA0" w:rsidRPr="00527E7E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Иртовский детский сад №16 МБОУ "Иртовская ОШ"</w:t>
            </w:r>
          </w:p>
        </w:tc>
        <w:tc>
          <w:tcPr>
            <w:tcW w:w="2029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с.Ирта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пер Советский, 8</w:t>
            </w:r>
          </w:p>
        </w:tc>
        <w:tc>
          <w:tcPr>
            <w:tcW w:w="1313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051AA0" w:rsidRPr="00507233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4" w:type="dxa"/>
          </w:tcPr>
          <w:p w:rsidR="00051AA0" w:rsidRPr="00226892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8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646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649</w:t>
            </w:r>
          </w:p>
        </w:tc>
        <w:tc>
          <w:tcPr>
            <w:tcW w:w="1268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268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386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268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268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76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68" w:type="dxa"/>
          </w:tcPr>
          <w:p w:rsidR="00051AA0" w:rsidRPr="00460952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95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051AA0" w:rsidRDefault="00051AA0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9042E7" w:rsidRDefault="00051AA0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051AA0" w:rsidRDefault="00051AA0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 xml:space="preserve">Педагогический состав. В школах трудится </w:t>
      </w:r>
      <w:r>
        <w:rPr>
          <w:rFonts w:ascii="Times New Roman" w:hAnsi="Times New Roman" w:cs="Times New Roman"/>
          <w:sz w:val="28"/>
          <w:szCs w:val="28"/>
        </w:rPr>
        <w:t xml:space="preserve">120 </w:t>
      </w:r>
      <w:r w:rsidRPr="009042E7">
        <w:rPr>
          <w:rFonts w:ascii="Times New Roman" w:hAnsi="Times New Roman" w:cs="Times New Roman"/>
          <w:sz w:val="28"/>
          <w:szCs w:val="28"/>
        </w:rPr>
        <w:t>педагогических работника.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 xml:space="preserve">Средний возраст педагогических работников </w:t>
      </w:r>
      <w:r w:rsidRPr="003908FF">
        <w:rPr>
          <w:rFonts w:ascii="Times New Roman" w:hAnsi="Times New Roman" w:cs="Times New Roman"/>
          <w:sz w:val="28"/>
          <w:szCs w:val="28"/>
        </w:rPr>
        <w:t>более 40</w:t>
      </w:r>
      <w:r w:rsidRPr="009042E7">
        <w:rPr>
          <w:rFonts w:ascii="Times New Roman" w:hAnsi="Times New Roman" w:cs="Times New Roman"/>
          <w:sz w:val="28"/>
          <w:szCs w:val="28"/>
        </w:rPr>
        <w:t xml:space="preserve"> лет, на лицо старение кадрового состава педагогов в поселении, почти нет молодых специалистов. Основными причинами данной ситуации является  отсутствие благоустроенного жилья в поселении.</w:t>
      </w:r>
    </w:p>
    <w:p w:rsidR="00051AA0" w:rsidRDefault="00051AA0" w:rsidP="007A71F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051AA0" w:rsidRPr="00605DBD" w:rsidRDefault="00051AA0" w:rsidP="00B96F50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Pr="00DF537C">
        <w:rPr>
          <w:rFonts w:ascii="Times New Roman" w:hAnsi="Times New Roman" w:cs="Times New Roman"/>
          <w:sz w:val="28"/>
          <w:szCs w:val="28"/>
          <w:lang w:eastAsia="ru-RU"/>
        </w:rPr>
        <w:t>ГБУЗ «Яренская центральная районная больница» (ЦРБ)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пункта. Жителям оказывается первая медицинская помощь.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"/>
        <w:gridCol w:w="2723"/>
        <w:gridCol w:w="2144"/>
        <w:gridCol w:w="1321"/>
        <w:gridCol w:w="2350"/>
      </w:tblGrid>
      <w:tr w:rsidR="00051AA0" w:rsidRPr="006255CB">
        <w:tc>
          <w:tcPr>
            <w:tcW w:w="52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4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051AA0" w:rsidRPr="006255CB">
        <w:tc>
          <w:tcPr>
            <w:tcW w:w="529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C0">
              <w:rPr>
                <w:rFonts w:ascii="Times New Roman" w:hAnsi="Times New Roman" w:cs="Times New Roman"/>
                <w:sz w:val="24"/>
                <w:szCs w:val="24"/>
              </w:rPr>
              <w:t>ГБУЗ «Яренская центральная районная больница» (ЦРБ)</w:t>
            </w:r>
          </w:p>
        </w:tc>
        <w:tc>
          <w:tcPr>
            <w:tcW w:w="2144" w:type="dxa"/>
          </w:tcPr>
          <w:p w:rsidR="00051AA0" w:rsidRPr="008D32C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Бр. Покровских, д. 41</w:t>
            </w:r>
          </w:p>
        </w:tc>
        <w:tc>
          <w:tcPr>
            <w:tcW w:w="13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0" w:type="dxa"/>
          </w:tcPr>
          <w:p w:rsidR="00051AA0" w:rsidRPr="00C7171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29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44" w:type="dxa"/>
          </w:tcPr>
          <w:p w:rsidR="00051AA0" w:rsidRPr="00C6550D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50D">
              <w:rPr>
                <w:rFonts w:ascii="Times New Roman" w:hAnsi="Times New Roman" w:cs="Times New Roman"/>
                <w:sz w:val="24"/>
                <w:szCs w:val="24"/>
              </w:rPr>
              <w:t>п. Усть-Очея</w:t>
            </w:r>
          </w:p>
        </w:tc>
        <w:tc>
          <w:tcPr>
            <w:tcW w:w="13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051AA0" w:rsidRPr="00C7171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29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44" w:type="dxa"/>
          </w:tcPr>
          <w:p w:rsidR="00051AA0" w:rsidRPr="00C6550D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50D">
              <w:rPr>
                <w:rFonts w:ascii="Times New Roman" w:hAnsi="Times New Roman" w:cs="Times New Roman"/>
                <w:sz w:val="24"/>
                <w:szCs w:val="24"/>
              </w:rPr>
              <w:t>п. Лысимо</w:t>
            </w:r>
          </w:p>
        </w:tc>
        <w:tc>
          <w:tcPr>
            <w:tcW w:w="13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051AA0" w:rsidRPr="00C7171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29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3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44" w:type="dxa"/>
          </w:tcPr>
          <w:p w:rsidR="00051AA0" w:rsidRPr="002968A9" w:rsidRDefault="00051AA0">
            <w:r w:rsidRPr="002968A9">
              <w:rPr>
                <w:rFonts w:ascii="Times New Roman" w:hAnsi="Times New Roman" w:cs="Times New Roman"/>
                <w:sz w:val="24"/>
                <w:szCs w:val="24"/>
              </w:rPr>
              <w:t>п. Запань Яреньга</w:t>
            </w:r>
          </w:p>
        </w:tc>
        <w:tc>
          <w:tcPr>
            <w:tcW w:w="13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051AA0" w:rsidRPr="00C71715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29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3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44" w:type="dxa"/>
          </w:tcPr>
          <w:p w:rsidR="00051AA0" w:rsidRPr="002968A9" w:rsidRDefault="00051AA0">
            <w:r w:rsidRPr="002968A9">
              <w:rPr>
                <w:rFonts w:ascii="Times New Roman" w:hAnsi="Times New Roman" w:cs="Times New Roman"/>
                <w:sz w:val="24"/>
                <w:szCs w:val="24"/>
              </w:rPr>
              <w:t>с. Ирта</w:t>
            </w:r>
          </w:p>
        </w:tc>
        <w:tc>
          <w:tcPr>
            <w:tcW w:w="13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051AA0" w:rsidRPr="00C71715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051AA0" w:rsidRPr="007E5CBB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68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8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68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051AA0" w:rsidRPr="006255CB">
        <w:tc>
          <w:tcPr>
            <w:tcW w:w="52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8" w:type="dxa"/>
          </w:tcPr>
          <w:p w:rsidR="00051AA0" w:rsidRPr="006255CB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8717ED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051AA0" w:rsidRPr="008717ED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051AA0" w:rsidRPr="008717ED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051AA0" w:rsidRPr="008717ED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051AA0" w:rsidRPr="008717ED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051AA0" w:rsidRPr="008717ED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051AA0" w:rsidRDefault="00051AA0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Default="00051AA0" w:rsidP="00594B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"/>
        <w:gridCol w:w="2559"/>
        <w:gridCol w:w="2112"/>
        <w:gridCol w:w="1304"/>
        <w:gridCol w:w="2580"/>
      </w:tblGrid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0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6255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5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«Яренская СШ»</w:t>
            </w:r>
          </w:p>
        </w:tc>
        <w:tc>
          <w:tcPr>
            <w:tcW w:w="211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580" w:type="dxa"/>
          </w:tcPr>
          <w:p w:rsidR="00051AA0" w:rsidRPr="006255CB" w:rsidRDefault="00051AA0" w:rsidP="002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«Яренская СШ»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д. 50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«Ленская СШ»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Усть-Очея, ул. Центральная, д. 8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«Иртовская ОШ»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Ирта, пер. Школьный, д. 2</w:t>
            </w:r>
          </w:p>
        </w:tc>
        <w:tc>
          <w:tcPr>
            <w:tcW w:w="1304" w:type="dxa"/>
            <w:vAlign w:val="center"/>
          </w:tcPr>
          <w:p w:rsidR="00051AA0" w:rsidRPr="007108E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«Лысимская ОШ»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Лысимо, ул. Школьная, д. 11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Физкультурно-оздоровительный комплекс с. Яренск БОУ ДОД КЦДО</w:t>
            </w:r>
          </w:p>
        </w:tc>
        <w:tc>
          <w:tcPr>
            <w:tcW w:w="2112" w:type="dxa"/>
          </w:tcPr>
          <w:p w:rsidR="00051AA0" w:rsidRPr="006255CB" w:rsidRDefault="00051AA0" w:rsidP="00546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д. 57</w:t>
            </w:r>
          </w:p>
        </w:tc>
        <w:tc>
          <w:tcPr>
            <w:tcW w:w="1304" w:type="dxa"/>
            <w:vAlign w:val="center"/>
          </w:tcPr>
          <w:p w:rsidR="00051AA0" w:rsidRPr="0088156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д/с «Незабудка»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46А</w:t>
            </w:r>
          </w:p>
        </w:tc>
        <w:tc>
          <w:tcPr>
            <w:tcW w:w="1304" w:type="dxa"/>
            <w:vAlign w:val="center"/>
          </w:tcPr>
          <w:p w:rsidR="00051AA0" w:rsidRPr="006D412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«Яренская СШ»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3190</w:t>
            </w:r>
          </w:p>
        </w:tc>
        <w:tc>
          <w:tcPr>
            <w:tcW w:w="2580" w:type="dxa"/>
          </w:tcPr>
          <w:p w:rsidR="00051AA0" w:rsidRDefault="00051AA0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«Очейская ООШ»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Усть-Очея, ул. Центральная, д. 8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80" w:type="dxa"/>
          </w:tcPr>
          <w:p w:rsidR="00051AA0" w:rsidRDefault="00051AA0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 МБОУ «Иртовская ОШ»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Ирта, пер. Школьный, д. 2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80" w:type="dxa"/>
          </w:tcPr>
          <w:p w:rsidR="00051AA0" w:rsidRDefault="00051AA0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площадка МБОУ «Лысимская ОШ»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Лысимо, ул. Школьная, д. 11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580" w:type="dxa"/>
          </w:tcPr>
          <w:p w:rsidR="00051AA0" w:rsidRDefault="00051AA0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хоккейный корт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</w:t>
            </w:r>
          </w:p>
        </w:tc>
        <w:tc>
          <w:tcPr>
            <w:tcW w:w="1304" w:type="dxa"/>
            <w:vAlign w:val="center"/>
          </w:tcPr>
          <w:p w:rsidR="00051AA0" w:rsidRPr="0054661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611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5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11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</w:t>
            </w:r>
          </w:p>
        </w:tc>
        <w:tc>
          <w:tcPr>
            <w:tcW w:w="1304" w:type="dxa"/>
            <w:vAlign w:val="center"/>
          </w:tcPr>
          <w:p w:rsidR="00051AA0" w:rsidRPr="0088156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25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Pr="006255CB" w:rsidRDefault="00051AA0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Волейбольная площадка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парк Землячка</w:t>
            </w:r>
          </w:p>
        </w:tc>
        <w:tc>
          <w:tcPr>
            <w:tcW w:w="1304" w:type="dxa"/>
            <w:vAlign w:val="center"/>
          </w:tcPr>
          <w:p w:rsidR="00051AA0" w:rsidRPr="0054661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61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Default="00051AA0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д/с «Незабудка»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46 А</w:t>
            </w:r>
          </w:p>
        </w:tc>
        <w:tc>
          <w:tcPr>
            <w:tcW w:w="1304" w:type="dxa"/>
            <w:vAlign w:val="center"/>
          </w:tcPr>
          <w:p w:rsidR="00051AA0" w:rsidRPr="006D4121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21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580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Крытый хоккейный корт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Восточная, д. 26</w:t>
            </w:r>
          </w:p>
        </w:tc>
        <w:tc>
          <w:tcPr>
            <w:tcW w:w="1304" w:type="dxa"/>
            <w:vAlign w:val="center"/>
          </w:tcPr>
          <w:p w:rsidR="00051AA0" w:rsidRPr="00E052C4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2C4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2580" w:type="dxa"/>
          </w:tcPr>
          <w:p w:rsidR="00051AA0" w:rsidRDefault="00051AA0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 МБОУ «Яренская СШ»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304" w:type="dxa"/>
            <w:vAlign w:val="center"/>
          </w:tcPr>
          <w:p w:rsidR="00051AA0" w:rsidRPr="00544940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80" w:type="dxa"/>
          </w:tcPr>
          <w:p w:rsidR="00051AA0" w:rsidRDefault="00051AA0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 МБОУ «Яренская СШ»</w:t>
            </w:r>
          </w:p>
        </w:tc>
        <w:tc>
          <w:tcPr>
            <w:tcW w:w="2112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304" w:type="dxa"/>
            <w:vAlign w:val="center"/>
          </w:tcPr>
          <w:p w:rsidR="00051AA0" w:rsidRPr="006023CD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051AA0" w:rsidRDefault="00051AA0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512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9" w:type="dxa"/>
          </w:tcPr>
          <w:p w:rsidR="00051AA0" w:rsidRPr="006255CB" w:rsidRDefault="00051AA0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ДОД КЦДО</w:t>
            </w:r>
          </w:p>
        </w:tc>
        <w:tc>
          <w:tcPr>
            <w:tcW w:w="2112" w:type="dxa"/>
          </w:tcPr>
          <w:p w:rsidR="00051AA0" w:rsidRPr="006255CB" w:rsidRDefault="00051AA0" w:rsidP="00546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д. 57</w:t>
            </w:r>
          </w:p>
        </w:tc>
        <w:tc>
          <w:tcPr>
            <w:tcW w:w="1304" w:type="dxa"/>
            <w:vAlign w:val="center"/>
          </w:tcPr>
          <w:p w:rsidR="00051AA0" w:rsidRPr="004364E5" w:rsidRDefault="00051AA0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E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80" w:type="dxa"/>
          </w:tcPr>
          <w:p w:rsidR="00051AA0" w:rsidRDefault="00051AA0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051AA0" w:rsidRDefault="00051AA0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5701C1" w:rsidRDefault="00051AA0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1C1">
        <w:rPr>
          <w:rFonts w:ascii="Times New Roman" w:hAnsi="Times New Roman" w:cs="Times New Roman"/>
          <w:sz w:val="28"/>
          <w:szCs w:val="28"/>
        </w:rPr>
        <w:t xml:space="preserve"> поселении ведется спортивная работа:</w:t>
      </w:r>
    </w:p>
    <w:p w:rsidR="00051AA0" w:rsidRPr="005701C1" w:rsidRDefault="00051AA0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При школ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701C1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701C1">
        <w:rPr>
          <w:rFonts w:ascii="Times New Roman" w:hAnsi="Times New Roman" w:cs="Times New Roman"/>
          <w:sz w:val="28"/>
          <w:szCs w:val="28"/>
        </w:rPr>
        <w:t>тся площадк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01C1">
        <w:rPr>
          <w:rFonts w:ascii="Times New Roman" w:hAnsi="Times New Roman" w:cs="Times New Roman"/>
          <w:sz w:val="28"/>
          <w:szCs w:val="28"/>
        </w:rPr>
        <w:t>, где проводятся игры и соревнования по волейболу, баскетболу, футболу, военно-спортивные соревнования и т.д.</w:t>
      </w:r>
    </w:p>
    <w:p w:rsidR="00051AA0" w:rsidRPr="005701C1" w:rsidRDefault="00051AA0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051AA0" w:rsidRPr="005701C1" w:rsidRDefault="00051AA0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соревнованиях, спартакиадах.</w:t>
      </w:r>
    </w:p>
    <w:p w:rsidR="00051AA0" w:rsidRDefault="00051AA0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</w:t>
      </w:r>
      <w:r>
        <w:rPr>
          <w:rFonts w:ascii="Times New Roman" w:hAnsi="Times New Roman" w:cs="Times New Roman"/>
          <w:sz w:val="28"/>
          <w:szCs w:val="28"/>
        </w:rPr>
        <w:t>рта: необходимо</w:t>
      </w:r>
      <w:r w:rsidRPr="00570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новых спортивных объектов, ремонт имеющихся. </w:t>
      </w: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CF39D1">
        <w:rPr>
          <w:rFonts w:ascii="Times New Roman" w:hAnsi="Times New Roman" w:cs="Times New Roman"/>
          <w:color w:val="000000"/>
          <w:sz w:val="28"/>
          <w:szCs w:val="28"/>
        </w:rPr>
        <w:t>100 %</w:t>
      </w:r>
      <w:r w:rsidRPr="005701C1">
        <w:rPr>
          <w:rFonts w:ascii="Times New Roman" w:hAnsi="Times New Roman" w:cs="Times New Roman"/>
          <w:sz w:val="28"/>
          <w:szCs w:val="28"/>
        </w:rPr>
        <w:t xml:space="preserve"> населения по существующим нормативам на количество населения в поселении.</w:t>
      </w:r>
    </w:p>
    <w:p w:rsidR="00051AA0" w:rsidRDefault="00051AA0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051AA0" w:rsidRPr="0079318F" w:rsidRDefault="00051AA0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051AA0" w:rsidRDefault="00051AA0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1871"/>
        <w:gridCol w:w="2129"/>
        <w:gridCol w:w="2259"/>
        <w:gridCol w:w="2350"/>
      </w:tblGrid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7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25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(число посадочных мест)</w:t>
            </w:r>
          </w:p>
        </w:tc>
        <w:tc>
          <w:tcPr>
            <w:tcW w:w="235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</w:tc>
        <w:tc>
          <w:tcPr>
            <w:tcW w:w="2129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Яренский дом культуры</w:t>
            </w:r>
          </w:p>
        </w:tc>
        <w:tc>
          <w:tcPr>
            <w:tcW w:w="212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165780, Архангельская обл, Ленский район,  Яренск с, ул, Володи Дубинина, 4/А</w:t>
            </w:r>
          </w:p>
        </w:tc>
        <w:tc>
          <w:tcPr>
            <w:tcW w:w="225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12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051AA0" w:rsidRPr="00FF3113" w:rsidRDefault="00051AA0" w:rsidP="00332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«Иртовский клуб»</w:t>
            </w:r>
          </w:p>
        </w:tc>
        <w:tc>
          <w:tcPr>
            <w:tcW w:w="2129" w:type="dxa"/>
          </w:tcPr>
          <w:p w:rsidR="00051AA0" w:rsidRPr="00FF3113" w:rsidRDefault="00051AA0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165772</w:t>
            </w:r>
          </w:p>
          <w:p w:rsidR="00051AA0" w:rsidRPr="00FF3113" w:rsidRDefault="00051AA0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Архангельская обл, Ленский район, с. Ирта</w:t>
            </w:r>
          </w:p>
          <w:p w:rsidR="00051AA0" w:rsidRPr="00FF3113" w:rsidRDefault="00051AA0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пер. Советский, 8</w:t>
            </w:r>
          </w:p>
        </w:tc>
        <w:tc>
          <w:tcPr>
            <w:tcW w:w="2259" w:type="dxa"/>
          </w:tcPr>
          <w:p w:rsidR="00051AA0" w:rsidRPr="00FF3113" w:rsidRDefault="00051AA0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051AA0" w:rsidRPr="00FF3113" w:rsidRDefault="00051AA0" w:rsidP="0033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«Лысимский клуб» (с 2016 года не работает из-за отсутствия работника)</w:t>
            </w:r>
          </w:p>
        </w:tc>
        <w:tc>
          <w:tcPr>
            <w:tcW w:w="212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 Ленский район п. Лысимо</w:t>
            </w:r>
          </w:p>
        </w:tc>
        <w:tc>
          <w:tcPr>
            <w:tcW w:w="225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:rsidR="00051AA0" w:rsidRPr="00FF3113" w:rsidRDefault="00051AA0" w:rsidP="0033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«Очейский клуб»</w:t>
            </w:r>
          </w:p>
        </w:tc>
        <w:tc>
          <w:tcPr>
            <w:tcW w:w="212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165788 Архангельская область Ленский район п. Очея</w:t>
            </w:r>
          </w:p>
        </w:tc>
        <w:tc>
          <w:tcPr>
            <w:tcW w:w="225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51AA0" w:rsidRPr="00FF3113" w:rsidRDefault="00051AA0" w:rsidP="0033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«Яреньгский клуб»</w:t>
            </w:r>
          </w:p>
        </w:tc>
        <w:tc>
          <w:tcPr>
            <w:tcW w:w="212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 Ленский район п. Яреньга</w:t>
            </w:r>
          </w:p>
        </w:tc>
        <w:tc>
          <w:tcPr>
            <w:tcW w:w="2259" w:type="dxa"/>
          </w:tcPr>
          <w:p w:rsidR="00051AA0" w:rsidRPr="00FF3113" w:rsidRDefault="00051AA0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12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тыс. ед. хранения/читателей</w:t>
            </w:r>
          </w:p>
        </w:tc>
        <w:tc>
          <w:tcPr>
            <w:tcW w:w="2350" w:type="dxa"/>
          </w:tcPr>
          <w:p w:rsidR="00051AA0" w:rsidRPr="0025321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Головной филиал «Яренская центральная библиотека»</w:t>
            </w:r>
          </w:p>
        </w:tc>
        <w:tc>
          <w:tcPr>
            <w:tcW w:w="212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165780, Архангельская обл., Ленский р-н, с. Яренск, ул. Братьев Покровских, 31.</w:t>
            </w:r>
          </w:p>
        </w:tc>
        <w:tc>
          <w:tcPr>
            <w:tcW w:w="225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44525/2032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«Очейская библиотека»</w:t>
            </w:r>
          </w:p>
        </w:tc>
        <w:tc>
          <w:tcPr>
            <w:tcW w:w="212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165788 Архангельская область Ленский район п. Очея ул. Центральная, 10</w:t>
            </w:r>
          </w:p>
        </w:tc>
        <w:tc>
          <w:tcPr>
            <w:tcW w:w="225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3707/115</w:t>
            </w:r>
          </w:p>
        </w:tc>
        <w:tc>
          <w:tcPr>
            <w:tcW w:w="2350" w:type="dxa"/>
          </w:tcPr>
          <w:p w:rsidR="00051AA0" w:rsidRPr="00FF3113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051AA0" w:rsidRPr="006255CB">
        <w:tc>
          <w:tcPr>
            <w:tcW w:w="458" w:type="dxa"/>
          </w:tcPr>
          <w:p w:rsidR="00051AA0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«Иртовская библиотека»</w:t>
            </w:r>
          </w:p>
        </w:tc>
        <w:tc>
          <w:tcPr>
            <w:tcW w:w="212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165772</w:t>
            </w:r>
          </w:p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Архангельская обл, Ленский район, с. Ирта</w:t>
            </w:r>
          </w:p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пер. Советский, 8</w:t>
            </w:r>
          </w:p>
        </w:tc>
        <w:tc>
          <w:tcPr>
            <w:tcW w:w="2259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4465/224</w:t>
            </w:r>
          </w:p>
        </w:tc>
        <w:tc>
          <w:tcPr>
            <w:tcW w:w="2350" w:type="dxa"/>
          </w:tcPr>
          <w:p w:rsidR="00051AA0" w:rsidRPr="008847A5" w:rsidRDefault="00051AA0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051AA0" w:rsidRDefault="00051AA0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826D90" w:rsidRDefault="00051AA0" w:rsidP="003908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051AA0" w:rsidRPr="00826D90" w:rsidRDefault="00051AA0" w:rsidP="003908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>Одним из основных направлений работы является работа по организации досуга детей и подростков.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 xml:space="preserve">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051AA0" w:rsidRPr="00826D90" w:rsidRDefault="00051AA0" w:rsidP="003908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>Задача в культурно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 xml:space="preserve">досуговых учреждениях – вводить инновационные формы организации досуга населения и увеличить процент охвата населения </w:t>
      </w:r>
    </w:p>
    <w:p w:rsidR="00051AA0" w:rsidRDefault="00051AA0" w:rsidP="00390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6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5648">
        <w:rPr>
          <w:rFonts w:ascii="Times New Roman" w:hAnsi="Times New Roman" w:cs="Times New Roman"/>
          <w:sz w:val="28"/>
          <w:szCs w:val="28"/>
        </w:rPr>
        <w:t>досуговыми учреждениями и качеством услуг.</w:t>
      </w:r>
    </w:p>
    <w:p w:rsidR="00051AA0" w:rsidRPr="00826D90" w:rsidRDefault="00051AA0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AA0" w:rsidRDefault="00051AA0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51AA0" w:rsidSect="005A4853">
          <w:headerReference w:type="default" r:id="rId6"/>
          <w:headerReference w:type="first" r:id="rId7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051AA0" w:rsidRDefault="00051AA0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2.4.1. </w:t>
      </w:r>
      <w:r w:rsidRPr="00BB2E78">
        <w:rPr>
          <w:rFonts w:ascii="Times New Roman" w:hAnsi="Times New Roman" w:cs="Times New Roman"/>
          <w:sz w:val="28"/>
          <w:szCs w:val="28"/>
        </w:rPr>
        <w:t xml:space="preserve">Уровень обеспеченности </w:t>
      </w:r>
      <w:r>
        <w:rPr>
          <w:rFonts w:ascii="Times New Roman" w:hAnsi="Times New Roman" w:cs="Times New Roman"/>
          <w:sz w:val="28"/>
          <w:szCs w:val="28"/>
        </w:rPr>
        <w:t>социальными объектами и доступности социальных объектов</w:t>
      </w:r>
    </w:p>
    <w:tbl>
      <w:tblPr>
        <w:tblW w:w="150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7"/>
        <w:gridCol w:w="3353"/>
        <w:gridCol w:w="3178"/>
        <w:gridCol w:w="1984"/>
        <w:gridCol w:w="3545"/>
        <w:gridCol w:w="2410"/>
      </w:tblGrid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3178" w:type="dxa"/>
          </w:tcPr>
          <w:p w:rsidR="00051AA0" w:rsidRPr="006255CB" w:rsidRDefault="00051AA0" w:rsidP="00EE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обеспеченности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1984" w:type="dxa"/>
          </w:tcPr>
          <w:p w:rsidR="00051AA0" w:rsidRPr="006255CB" w:rsidRDefault="00051AA0" w:rsidP="00EE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доступности объектов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образования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78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3178" w:type="dxa"/>
          </w:tcPr>
          <w:p w:rsidR="00051AA0" w:rsidRPr="006255CB" w:rsidRDefault="00051AA0" w:rsidP="00746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82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1984" w:type="dxa"/>
          </w:tcPr>
          <w:p w:rsidR="00051AA0" w:rsidRPr="005E176A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 мест на  381 детей </w:t>
            </w:r>
            <w:r w:rsidRPr="00C64C82">
              <w:rPr>
                <w:rFonts w:ascii="Times New Roman" w:hAnsi="Times New Roman" w:cs="Times New Roman"/>
              </w:rPr>
              <w:t>в возрасте от 3 до 7 лет</w:t>
            </w:r>
            <w:r>
              <w:rPr>
                <w:rFonts w:ascii="Times New Roman" w:hAnsi="Times New Roman" w:cs="Times New Roman"/>
              </w:rPr>
              <w:t xml:space="preserve"> (100% охват)</w:t>
            </w:r>
          </w:p>
        </w:tc>
        <w:tc>
          <w:tcPr>
            <w:tcW w:w="2410" w:type="dxa"/>
          </w:tcPr>
          <w:p w:rsidR="00051AA0" w:rsidRPr="005E176A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178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1984" w:type="dxa"/>
          </w:tcPr>
          <w:p w:rsidR="00051AA0" w:rsidRPr="005E176A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 </w:t>
            </w:r>
          </w:p>
        </w:tc>
        <w:tc>
          <w:tcPr>
            <w:tcW w:w="3545" w:type="dxa"/>
          </w:tcPr>
          <w:p w:rsidR="00051AA0" w:rsidRDefault="00051AA0" w:rsidP="00631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 мест на 624 ученика</w:t>
            </w:r>
          </w:p>
          <w:p w:rsidR="00051AA0" w:rsidRPr="006255CB" w:rsidRDefault="00051AA0" w:rsidP="00631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410" w:type="dxa"/>
          </w:tcPr>
          <w:p w:rsidR="00051AA0" w:rsidRPr="005E176A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  <w:vAlign w:val="center"/>
          </w:tcPr>
          <w:p w:rsidR="00051AA0" w:rsidRPr="005E176A" w:rsidRDefault="00051AA0" w:rsidP="00CF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176A">
              <w:rPr>
                <w:rFonts w:ascii="Times New Roman" w:hAnsi="Times New Roman" w:cs="Times New Roman"/>
                <w:sz w:val="24"/>
                <w:szCs w:val="24"/>
              </w:rPr>
              <w:t>чреждения дополнительного образования</w:t>
            </w:r>
          </w:p>
        </w:tc>
        <w:tc>
          <w:tcPr>
            <w:tcW w:w="3178" w:type="dxa"/>
          </w:tcPr>
          <w:p w:rsidR="00051AA0" w:rsidRPr="006255CB" w:rsidRDefault="00051AA0" w:rsidP="006B7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 на 3-10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3545" w:type="dxa"/>
          </w:tcPr>
          <w:p w:rsidR="00051AA0" w:rsidRPr="006255CB" w:rsidRDefault="00051AA0" w:rsidP="006B7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на 4,6 тыс.жителей </w:t>
            </w:r>
          </w:p>
        </w:tc>
        <w:tc>
          <w:tcPr>
            <w:tcW w:w="2410" w:type="dxa"/>
          </w:tcPr>
          <w:p w:rsidR="00051AA0" w:rsidRPr="006255CB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051AA0" w:rsidRPr="006255CB">
        <w:tc>
          <w:tcPr>
            <w:tcW w:w="547" w:type="dxa"/>
          </w:tcPr>
          <w:p w:rsidR="00051AA0" w:rsidRPr="006B7870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здравоохранения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78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Стационары</w:t>
            </w:r>
          </w:p>
        </w:tc>
        <w:tc>
          <w:tcPr>
            <w:tcW w:w="3178" w:type="dxa"/>
          </w:tcPr>
          <w:p w:rsidR="00051AA0" w:rsidRPr="006255CB" w:rsidRDefault="00051AA0" w:rsidP="00EE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 xml:space="preserve">134,7 </w:t>
            </w:r>
            <w:r>
              <w:rPr>
                <w:rFonts w:ascii="Times New Roman" w:hAnsi="Times New Roman" w:cs="Times New Roman"/>
              </w:rPr>
              <w:t xml:space="preserve">коек </w:t>
            </w:r>
            <w:r w:rsidRPr="00C64C82">
              <w:rPr>
                <w:rFonts w:ascii="Times New Roman" w:hAnsi="Times New Roman" w:cs="Times New Roman"/>
              </w:rPr>
              <w:t>на 10 тыс. жителей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коек на 1 тыс. жителей</w:t>
            </w:r>
          </w:p>
        </w:tc>
        <w:tc>
          <w:tcPr>
            <w:tcW w:w="2410" w:type="dxa"/>
          </w:tcPr>
          <w:p w:rsidR="00051AA0" w:rsidRPr="006255CB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Поликлиники, амбулатории</w:t>
            </w:r>
          </w:p>
        </w:tc>
        <w:tc>
          <w:tcPr>
            <w:tcW w:w="3178" w:type="dxa"/>
          </w:tcPr>
          <w:p w:rsidR="00051AA0" w:rsidRPr="005E176A" w:rsidRDefault="00051AA0" w:rsidP="009D3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 xml:space="preserve">20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  <w:tc>
          <w:tcPr>
            <w:tcW w:w="3545" w:type="dxa"/>
          </w:tcPr>
          <w:p w:rsidR="00051AA0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  <w:r w:rsidRPr="00C64C82">
              <w:rPr>
                <w:rFonts w:ascii="Times New Roman" w:hAnsi="Times New Roman" w:cs="Times New Roman"/>
              </w:rPr>
              <w:t xml:space="preserve">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410" w:type="dxa"/>
          </w:tcPr>
          <w:p w:rsidR="00051AA0" w:rsidRPr="006255CB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Пункт скорой медицинской помощи</w:t>
            </w:r>
          </w:p>
        </w:tc>
        <w:tc>
          <w:tcPr>
            <w:tcW w:w="3178" w:type="dxa"/>
          </w:tcPr>
          <w:p w:rsidR="00051AA0" w:rsidRPr="00337A99" w:rsidRDefault="00051AA0" w:rsidP="009D3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84" w:type="dxa"/>
          </w:tcPr>
          <w:p w:rsidR="00051AA0" w:rsidRPr="00337A99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3545" w:type="dxa"/>
          </w:tcPr>
          <w:p w:rsidR="00051AA0" w:rsidRPr="00337A99" w:rsidRDefault="00051AA0" w:rsidP="004C1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 на 5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410" w:type="dxa"/>
          </w:tcPr>
          <w:p w:rsidR="00051AA0" w:rsidRPr="00337A99" w:rsidRDefault="00051AA0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353" w:type="dxa"/>
          </w:tcPr>
          <w:p w:rsidR="00051AA0" w:rsidRPr="00631C46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3178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vAlign w:val="center"/>
          </w:tcPr>
          <w:p w:rsidR="00051AA0" w:rsidRPr="00337A99" w:rsidRDefault="00051AA0" w:rsidP="00E1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</w:p>
        </w:tc>
        <w:tc>
          <w:tcPr>
            <w:tcW w:w="3178" w:type="dxa"/>
          </w:tcPr>
          <w:p w:rsidR="00051AA0" w:rsidRPr="008362D0" w:rsidRDefault="00051AA0" w:rsidP="00B21CD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 га </w:t>
            </w:r>
            <w:r w:rsidRPr="00722BCA">
              <w:rPr>
                <w:rFonts w:ascii="Times New Roman" w:hAnsi="Times New Roman" w:cs="Times New Roman"/>
              </w:rPr>
              <w:t xml:space="preserve"> на 1 тыс. человек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3545" w:type="dxa"/>
          </w:tcPr>
          <w:p w:rsidR="00051AA0" w:rsidRPr="006255CB" w:rsidRDefault="00051AA0" w:rsidP="00916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 га на 1 тыс. жителей</w:t>
            </w: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vAlign w:val="center"/>
          </w:tcPr>
          <w:p w:rsidR="00051AA0" w:rsidRPr="00337A99" w:rsidRDefault="00051AA0" w:rsidP="00E1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</w:p>
        </w:tc>
        <w:tc>
          <w:tcPr>
            <w:tcW w:w="3178" w:type="dxa"/>
          </w:tcPr>
          <w:p w:rsidR="00051AA0" w:rsidRPr="008362D0" w:rsidRDefault="00051AA0" w:rsidP="00F257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кв.м на 1тыс. жителей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3545" w:type="dxa"/>
          </w:tcPr>
          <w:p w:rsidR="00051AA0" w:rsidRPr="006255CB" w:rsidRDefault="00051AA0" w:rsidP="00916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 тыс. кв.м. на 1 тыс. жителей</w:t>
            </w: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051AA0" w:rsidRPr="006255CB">
        <w:tc>
          <w:tcPr>
            <w:tcW w:w="547" w:type="dxa"/>
          </w:tcPr>
          <w:p w:rsidR="00051AA0" w:rsidRPr="00337A99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353" w:type="dxa"/>
          </w:tcPr>
          <w:p w:rsidR="00051AA0" w:rsidRPr="00631C46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культуры</w:t>
            </w:r>
          </w:p>
        </w:tc>
        <w:tc>
          <w:tcPr>
            <w:tcW w:w="3178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  <w:vAlign w:val="center"/>
          </w:tcPr>
          <w:p w:rsidR="00051AA0" w:rsidRPr="00337A99" w:rsidRDefault="00051AA0" w:rsidP="00731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Сельская массовая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3178" w:type="dxa"/>
          </w:tcPr>
          <w:p w:rsidR="00051AA0" w:rsidRPr="006255CB" w:rsidRDefault="00051AA0" w:rsidP="00823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4,5-5 тыс. ед. экз. на 1 тыс.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51AA0" w:rsidRPr="006255CB" w:rsidRDefault="00051AA0" w:rsidP="00823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C69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 ед. экз. на 1 тыс. жителей</w:t>
            </w: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AA0" w:rsidRPr="006255CB">
        <w:tc>
          <w:tcPr>
            <w:tcW w:w="547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  <w:vAlign w:val="center"/>
          </w:tcPr>
          <w:p w:rsidR="00051AA0" w:rsidRPr="00337A99" w:rsidRDefault="00051AA0" w:rsidP="00CF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</w:p>
        </w:tc>
        <w:tc>
          <w:tcPr>
            <w:tcW w:w="3178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мест на 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1984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051AA0" w:rsidRPr="006255CB" w:rsidRDefault="00051AA0" w:rsidP="00823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116,8  мест на 1 тыс. жителей </w:t>
            </w:r>
          </w:p>
        </w:tc>
        <w:tc>
          <w:tcPr>
            <w:tcW w:w="2410" w:type="dxa"/>
          </w:tcPr>
          <w:p w:rsidR="00051AA0" w:rsidRPr="006255CB" w:rsidRDefault="00051AA0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1AA0" w:rsidRPr="00337A99" w:rsidRDefault="00051AA0" w:rsidP="00337A99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337A99">
        <w:rPr>
          <w:rFonts w:ascii="Times New Roman" w:hAnsi="Times New Roman" w:cs="Times New Roman"/>
          <w:i/>
          <w:iCs/>
          <w:sz w:val="20"/>
          <w:szCs w:val="20"/>
        </w:rPr>
        <w:t>* с учетом объектов при общеобразовательных школах.</w:t>
      </w:r>
    </w:p>
    <w:p w:rsidR="00051AA0" w:rsidRPr="00325648" w:rsidRDefault="00051AA0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Default="00051AA0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Default="00051AA0" w:rsidP="00E76D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данных таблицы 2.4.1 существует недостаточность обеспечения населения Сафроновского  поселения следующими объектами социального назначения: плоскостные сооружения</w:t>
      </w:r>
    </w:p>
    <w:p w:rsidR="00051AA0" w:rsidRDefault="00051AA0" w:rsidP="00E03F0A">
      <w:pPr>
        <w:jc w:val="both"/>
        <w:rPr>
          <w:rFonts w:ascii="Times New Roman" w:hAnsi="Times New Roman" w:cs="Times New Roman"/>
          <w:sz w:val="28"/>
          <w:szCs w:val="28"/>
        </w:rPr>
        <w:sectPr w:rsidR="00051AA0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бразования, здравоохранения, физической культуры и массового спорта и культуры</w:t>
      </w:r>
    </w:p>
    <w:p w:rsidR="00051AA0" w:rsidRPr="00CD71F2" w:rsidRDefault="00051AA0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051AA0" w:rsidRPr="00CD71F2" w:rsidRDefault="00051AA0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 xml:space="preserve">, предлагается следующее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(2032 г.) </w:t>
      </w:r>
      <w:r w:rsidRPr="00CD71F2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5750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человек, на первую очередь строительства (20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г.) – </w:t>
      </w:r>
      <w:r>
        <w:rPr>
          <w:rFonts w:ascii="Times New Roman" w:hAnsi="Times New Roman" w:cs="Times New Roman"/>
          <w:sz w:val="28"/>
          <w:szCs w:val="28"/>
        </w:rPr>
        <w:t>6030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51AA0" w:rsidRPr="00CD71F2" w:rsidRDefault="00051AA0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населения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 Ленского района Архангельской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небольшого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комфортных социальных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молодых семей, что в свою очередь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процессов естественного прироста населения.</w:t>
      </w:r>
    </w:p>
    <w:p w:rsidR="00051AA0" w:rsidRDefault="00051AA0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Default="00051AA0" w:rsidP="00BB2E78">
      <w:pPr>
        <w:rPr>
          <w:rFonts w:ascii="Times New Roman" w:hAnsi="Times New Roman" w:cs="Times New Roman"/>
          <w:sz w:val="28"/>
          <w:szCs w:val="28"/>
        </w:rPr>
        <w:sectPr w:rsidR="00051AA0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051AA0" w:rsidRDefault="00051AA0" w:rsidP="004F6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Таблица. Прогноз изменения численности населения МО «Сафроновское» Ленского района </w:t>
      </w:r>
    </w:p>
    <w:p w:rsidR="00051AA0" w:rsidRDefault="00051AA0" w:rsidP="004F6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051AA0" w:rsidRDefault="00051AA0" w:rsidP="004F6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051AA0" w:rsidRPr="006255CB">
        <w:tc>
          <w:tcPr>
            <w:tcW w:w="54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051AA0" w:rsidRPr="006255CB">
        <w:tc>
          <w:tcPr>
            <w:tcW w:w="54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4504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</w:t>
            </w:r>
          </w:p>
        </w:tc>
        <w:tc>
          <w:tcPr>
            <w:tcW w:w="115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</w:tr>
      <w:tr w:rsidR="00051AA0" w:rsidRPr="006255CB">
        <w:tc>
          <w:tcPr>
            <w:tcW w:w="54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15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051AA0" w:rsidRPr="006255CB">
        <w:tc>
          <w:tcPr>
            <w:tcW w:w="54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2232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5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2235</w:t>
            </w:r>
          </w:p>
        </w:tc>
      </w:tr>
      <w:tr w:rsidR="00051AA0" w:rsidRPr="006255CB">
        <w:tc>
          <w:tcPr>
            <w:tcW w:w="54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21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157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1218" w:type="dxa"/>
            <w:vAlign w:val="center"/>
          </w:tcPr>
          <w:p w:rsidR="00051AA0" w:rsidRPr="006255CB" w:rsidRDefault="00051AA0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</w:tr>
    </w:tbl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51AA0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051AA0" w:rsidRPr="00197806" w:rsidRDefault="00051AA0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051AA0" w:rsidRPr="00197806" w:rsidRDefault="00051AA0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С целью переселения жильцов, проживающих в домах с высоким износом,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запланировано строительство новых жилых домов в соответствии с «Проектами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планировки, проектами межевания планировочных кварталов </w:t>
      </w:r>
      <w:r>
        <w:rPr>
          <w:rFonts w:ascii="Times New Roman" w:hAnsi="Times New Roman" w:cs="Times New Roman"/>
          <w:sz w:val="28"/>
          <w:szCs w:val="28"/>
        </w:rPr>
        <w:t xml:space="preserve">080136;  080105, 080134, 080129, 080131,080127,080118 </w:t>
      </w:r>
      <w:r w:rsidRPr="00197806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МО «Сафроновское»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Ленского</w:t>
      </w:r>
      <w:r w:rsidRPr="00197806">
        <w:rPr>
          <w:rFonts w:ascii="Times New Roman" w:hAnsi="Times New Roman" w:cs="Times New Roman"/>
          <w:sz w:val="28"/>
          <w:szCs w:val="28"/>
        </w:rPr>
        <w:t xml:space="preserve"> района» (далее – проект).</w:t>
      </w:r>
    </w:p>
    <w:p w:rsidR="00051AA0" w:rsidRDefault="00051AA0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Проектом предусмотрено образование зоны малоэтажной жилой застройки. По причине ветхого состояния жилых домов в</w:t>
      </w:r>
      <w:r>
        <w:rPr>
          <w:rFonts w:ascii="Times New Roman" w:hAnsi="Times New Roman" w:cs="Times New Roman"/>
          <w:sz w:val="28"/>
          <w:szCs w:val="28"/>
        </w:rPr>
        <w:t xml:space="preserve"> кадастровом </w:t>
      </w:r>
      <w:r w:rsidRPr="00197806">
        <w:rPr>
          <w:rFonts w:ascii="Times New Roman" w:hAnsi="Times New Roman" w:cs="Times New Roman"/>
          <w:sz w:val="28"/>
          <w:szCs w:val="28"/>
        </w:rPr>
        <w:t xml:space="preserve">квартале </w:t>
      </w:r>
      <w:r>
        <w:rPr>
          <w:rFonts w:ascii="Times New Roman" w:hAnsi="Times New Roman" w:cs="Times New Roman"/>
          <w:sz w:val="28"/>
          <w:szCs w:val="28"/>
        </w:rPr>
        <w:t>080105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проектом предусмотрен снос жилищного фонда площадью </w:t>
      </w:r>
      <w:r>
        <w:rPr>
          <w:rFonts w:ascii="Times New Roman" w:hAnsi="Times New Roman" w:cs="Times New Roman"/>
          <w:sz w:val="28"/>
          <w:szCs w:val="28"/>
        </w:rPr>
        <w:t>541,1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; 080127 - 505,3 кв.м;  080131 -526,6 кв.м; 080136 - 771,4 кв.м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</w:p>
    <w:p w:rsidR="00051AA0" w:rsidRPr="007E5CBB" w:rsidRDefault="00051AA0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Таким образом, общая площадь проектного жилищного фонда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планировочного квартала </w:t>
      </w:r>
      <w:r>
        <w:rPr>
          <w:rFonts w:ascii="Times New Roman" w:hAnsi="Times New Roman" w:cs="Times New Roman"/>
          <w:sz w:val="28"/>
          <w:szCs w:val="28"/>
        </w:rPr>
        <w:t xml:space="preserve">080136 </w:t>
      </w:r>
      <w:r w:rsidRPr="00197806">
        <w:rPr>
          <w:rFonts w:ascii="Times New Roman" w:hAnsi="Times New Roman" w:cs="Times New Roman"/>
          <w:sz w:val="28"/>
          <w:szCs w:val="28"/>
        </w:rPr>
        <w:t xml:space="preserve">должна составить </w:t>
      </w:r>
      <w:r>
        <w:rPr>
          <w:rFonts w:ascii="Times New Roman" w:hAnsi="Times New Roman" w:cs="Times New Roman"/>
          <w:sz w:val="28"/>
          <w:szCs w:val="28"/>
        </w:rPr>
        <w:t xml:space="preserve">4320 </w:t>
      </w:r>
      <w:r w:rsidRPr="00197806">
        <w:rPr>
          <w:rFonts w:ascii="Times New Roman" w:hAnsi="Times New Roman" w:cs="Times New Roman"/>
          <w:sz w:val="28"/>
          <w:szCs w:val="28"/>
        </w:rPr>
        <w:t>кв.м.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жилых дома)</w:t>
      </w:r>
      <w:r>
        <w:rPr>
          <w:rFonts w:ascii="Times New Roman" w:hAnsi="Times New Roman" w:cs="Times New Roman"/>
          <w:sz w:val="28"/>
          <w:szCs w:val="28"/>
        </w:rPr>
        <w:t xml:space="preserve">; 080105 – 1440 кв.м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; 080134 – 1440 кв.м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; 080129  -  480 кв.м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; 080131 - 720  кв.м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B4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080127 -  720 кв.м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 090118  - 1440 кв.м 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97806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проектируемого жилого фонда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территори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планировочн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080136;  080105, 080134, 080129, 080131, 080127,080118 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10560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кв.м. (таблица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.2.1).</w:t>
      </w:r>
    </w:p>
    <w:p w:rsidR="00051AA0" w:rsidRPr="00197806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.2.1. Характеристики проектируемого жилищного фонда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9"/>
        <w:gridCol w:w="2314"/>
        <w:gridCol w:w="2098"/>
        <w:gridCol w:w="1376"/>
        <w:gridCol w:w="1503"/>
        <w:gridCol w:w="1456"/>
      </w:tblGrid>
      <w:tr w:rsidR="00051AA0" w:rsidRPr="006255CB">
        <w:tc>
          <w:tcPr>
            <w:tcW w:w="54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5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415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этажей</w:t>
            </w:r>
          </w:p>
        </w:tc>
        <w:tc>
          <w:tcPr>
            <w:tcW w:w="1505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Площадь застройки, кв. м</w:t>
            </w:r>
          </w:p>
        </w:tc>
        <w:tc>
          <w:tcPr>
            <w:tcW w:w="147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Общая площадь, кв.м</w:t>
            </w:r>
          </w:p>
        </w:tc>
      </w:tr>
      <w:tr w:rsidR="00051AA0" w:rsidRPr="006255CB">
        <w:tc>
          <w:tcPr>
            <w:tcW w:w="54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051AA0" w:rsidRPr="001B6CB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176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051AA0" w:rsidRPr="001B6CB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051AA0" w:rsidRPr="006255CB">
        <w:tc>
          <w:tcPr>
            <w:tcW w:w="54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6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051AA0" w:rsidRPr="001B6CBE" w:rsidRDefault="00051AA0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051AA0" w:rsidRPr="006255CB">
        <w:tc>
          <w:tcPr>
            <w:tcW w:w="54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6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051AA0" w:rsidRPr="001B6CBE" w:rsidRDefault="00051AA0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6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6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и квартирный дом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56" w:type="dxa"/>
          </w:tcPr>
          <w:p w:rsidR="00051AA0" w:rsidRPr="001B6CBE" w:rsidRDefault="00051AA0" w:rsidP="00176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-ми квартирный дом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56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и квартирный дом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56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и квартирный дом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56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051AA0" w:rsidRPr="006255CB">
        <w:tc>
          <w:tcPr>
            <w:tcW w:w="546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98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051AA0" w:rsidRPr="001B6CBE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051AA0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051AA0" w:rsidRDefault="00051AA0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10560</w:t>
            </w:r>
          </w:p>
        </w:tc>
      </w:tr>
    </w:tbl>
    <w:p w:rsidR="00051AA0" w:rsidRPr="006B4B5C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Default="00051AA0" w:rsidP="00CB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документации по планировке территории были проведены расчеты обеспеченности объектами социального назначения, на основании которых документацией по планировке территории предусмотрены земельные участки для строительства следующих социальных объектов:</w:t>
      </w:r>
    </w:p>
    <w:p w:rsidR="00051AA0" w:rsidRDefault="00051AA0" w:rsidP="00CB1366">
      <w:pPr>
        <w:jc w:val="both"/>
        <w:rPr>
          <w:rFonts w:ascii="Times New Roman" w:hAnsi="Times New Roman" w:cs="Times New Roman"/>
          <w:sz w:val="28"/>
          <w:szCs w:val="28"/>
        </w:rPr>
        <w:sectPr w:rsidR="00051AA0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51AA0" w:rsidRPr="00197806" w:rsidRDefault="00051AA0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807"/>
        <w:gridCol w:w="2315"/>
        <w:gridCol w:w="2268"/>
        <w:gridCol w:w="1842"/>
        <w:gridCol w:w="3969"/>
        <w:gridCol w:w="2091"/>
      </w:tblGrid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0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½ доли</w:t>
            </w:r>
          </w:p>
        </w:tc>
        <w:tc>
          <w:tcPr>
            <w:tcW w:w="2315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Pr="00080919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29516301-01 от  13.01.2014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70,2 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13.01.2016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½ доли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Pr="00080919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29516301-02 от  13.01.2014</w:t>
            </w:r>
          </w:p>
        </w:tc>
        <w:tc>
          <w:tcPr>
            <w:tcW w:w="1842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13.01.2014</w:t>
            </w:r>
          </w:p>
        </w:tc>
        <w:tc>
          <w:tcPr>
            <w:tcW w:w="3969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2091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13.01.2016</w:t>
            </w:r>
          </w:p>
        </w:tc>
      </w:tr>
      <w:tr w:rsidR="00051AA0" w:rsidRPr="006255CB">
        <w:trPr>
          <w:trHeight w:val="499"/>
        </w:trPr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686988" w:rsidRDefault="00051AA0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29516301-03 от 23.01.2014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686988" w:rsidRDefault="00051AA0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29516301-04 от 20.01.2014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686988" w:rsidRDefault="00051AA0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29516301-05 от 23.01.2014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686988" w:rsidRDefault="00051AA0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29516301-07 от  23.01.2014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686988" w:rsidRDefault="00051AA0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29516301-08 от 24.02.2014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Pr="00686988" w:rsidRDefault="00051AA0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29516301-09 от 27.02.2014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 от 11.03.2014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 от 26.03.2014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-13 от </w:t>
            </w:r>
          </w:p>
        </w:tc>
        <w:tc>
          <w:tcPr>
            <w:tcW w:w="1842" w:type="dxa"/>
          </w:tcPr>
          <w:p w:rsidR="00051AA0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26.03.2014</w:t>
            </w:r>
          </w:p>
        </w:tc>
        <w:tc>
          <w:tcPr>
            <w:tcW w:w="3969" w:type="dxa"/>
          </w:tcPr>
          <w:p w:rsidR="00051AA0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2091" w:type="dxa"/>
          </w:tcPr>
          <w:p w:rsidR="00051AA0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 от 27.03.2014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 от 27.03.2014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 от 02.04.2014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 от 07.04.2014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-18 от 15.04.2014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-21 от 15.05.2014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-22 от 20.05.2014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 от 21.05.2014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 от 21.05.2014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21.05.2019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12-ти кв.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 от 21.05.2014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-27 от 23.05.2014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492473177"/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-28 от 26.05.2014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91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26.05.2017</w:t>
            </w:r>
          </w:p>
        </w:tc>
      </w:tr>
      <w:bookmarkEnd w:id="1"/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-29 от 26.05.2014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-30 от  26.05.2014</w:t>
            </w:r>
          </w:p>
        </w:tc>
        <w:tc>
          <w:tcPr>
            <w:tcW w:w="1842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69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-31 от  26.05.2014</w:t>
            </w:r>
          </w:p>
        </w:tc>
        <w:tc>
          <w:tcPr>
            <w:tcW w:w="1842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69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-33 от 28.05.2014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-36 от 30.05.2014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-38 от 11.06.2014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11.06.2014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11.06.2024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07" w:type="dxa"/>
          </w:tcPr>
          <w:p w:rsidR="00051AA0" w:rsidRPr="00B45AD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8-ми кв. жилой дом</w:t>
            </w:r>
          </w:p>
        </w:tc>
        <w:tc>
          <w:tcPr>
            <w:tcW w:w="2315" w:type="dxa"/>
          </w:tcPr>
          <w:p w:rsidR="00051AA0" w:rsidRPr="00B45ADC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B45ADC" w:rsidRDefault="00051AA0">
            <w:r w:rsidRPr="00B45A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29516301-40 от 02.10.2014</w:t>
            </w:r>
          </w:p>
        </w:tc>
        <w:tc>
          <w:tcPr>
            <w:tcW w:w="1842" w:type="dxa"/>
          </w:tcPr>
          <w:p w:rsidR="00051AA0" w:rsidRPr="00B45AD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02.10.2014</w:t>
            </w:r>
          </w:p>
        </w:tc>
        <w:tc>
          <w:tcPr>
            <w:tcW w:w="3969" w:type="dxa"/>
          </w:tcPr>
          <w:p w:rsidR="00051AA0" w:rsidRPr="00B45AD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294,6</w:t>
            </w:r>
          </w:p>
        </w:tc>
        <w:tc>
          <w:tcPr>
            <w:tcW w:w="2091" w:type="dxa"/>
          </w:tcPr>
          <w:p w:rsidR="00051AA0" w:rsidRPr="00B45AD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-02-2015 от 03.04.2015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03.04.2015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03.04.2020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-03-2015 от 03.04.2015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03.04.2015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03.04.2017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-04-2015 от 13.04.2015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294,6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13.04.2025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-05-2015 от 13.04.2015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13.04.2025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07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кв. жилой дом</w:t>
            </w:r>
          </w:p>
        </w:tc>
        <w:tc>
          <w:tcPr>
            <w:tcW w:w="2315" w:type="dxa"/>
          </w:tcPr>
          <w:p w:rsidR="00051AA0" w:rsidRPr="006255CB" w:rsidRDefault="00051AA0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-06-2015 от 13.04.2015</w:t>
            </w:r>
          </w:p>
        </w:tc>
        <w:tc>
          <w:tcPr>
            <w:tcW w:w="1842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13.04.2020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-08-2015 от 27.04.2015</w:t>
            </w:r>
          </w:p>
        </w:tc>
        <w:tc>
          <w:tcPr>
            <w:tcW w:w="1842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27.04.2015</w:t>
            </w:r>
          </w:p>
        </w:tc>
        <w:tc>
          <w:tcPr>
            <w:tcW w:w="3969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2091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27.04.2020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-09-2015 от 28.04.2015</w:t>
            </w:r>
          </w:p>
        </w:tc>
        <w:tc>
          <w:tcPr>
            <w:tcW w:w="1842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28.04.2015</w:t>
            </w:r>
          </w:p>
        </w:tc>
        <w:tc>
          <w:tcPr>
            <w:tcW w:w="3969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91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28.04.2018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-10-2015 от 30.04.2015</w:t>
            </w:r>
          </w:p>
        </w:tc>
        <w:tc>
          <w:tcPr>
            <w:tcW w:w="1842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30.04.2015</w:t>
            </w:r>
          </w:p>
        </w:tc>
        <w:tc>
          <w:tcPr>
            <w:tcW w:w="3969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091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-11-2015 от 22.05.2015</w:t>
            </w:r>
          </w:p>
        </w:tc>
        <w:tc>
          <w:tcPr>
            <w:tcW w:w="1842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22.05.2015</w:t>
            </w:r>
          </w:p>
        </w:tc>
        <w:tc>
          <w:tcPr>
            <w:tcW w:w="3969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2091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22.05.2025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-12-2015 от 22.05.2015</w:t>
            </w:r>
          </w:p>
        </w:tc>
        <w:tc>
          <w:tcPr>
            <w:tcW w:w="1842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22.05.2015</w:t>
            </w:r>
          </w:p>
        </w:tc>
        <w:tc>
          <w:tcPr>
            <w:tcW w:w="3969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091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22.05.2025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07" w:type="dxa"/>
          </w:tcPr>
          <w:p w:rsidR="00051AA0" w:rsidRPr="003A2E16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3A2E16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Pr="003A2E16" w:rsidRDefault="00051AA0" w:rsidP="0020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 w:rsidRPr="003A2E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29516301-13-2015 от 02.06.2015</w:t>
            </w:r>
          </w:p>
        </w:tc>
        <w:tc>
          <w:tcPr>
            <w:tcW w:w="1842" w:type="dxa"/>
          </w:tcPr>
          <w:p w:rsidR="00051AA0" w:rsidRPr="003A2E1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02.06.2015</w:t>
            </w:r>
          </w:p>
        </w:tc>
        <w:tc>
          <w:tcPr>
            <w:tcW w:w="396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02.06.2025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-14-2015 от 18.06.2015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-15-2015 от 25.06.2015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-16-2015 от 07.08.2015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07.08.2015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07.08.2025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-17-2015 от 11.08.2015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-18-2015 от 14.08.2015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14.08.2015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14.08.2025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-19-2015 от 26.08.2015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-20-2015 от 27.08.2015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27.08.2015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27.08.2025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-21-2015 от 28.08.2015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-22-2015 от 07.09.2015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-23-2015 от 07.09.2015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-24-2015 от 21.09.2015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-25-2015 от 21.09.2015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21.09.2015</w:t>
            </w:r>
          </w:p>
        </w:tc>
        <w:tc>
          <w:tcPr>
            <w:tcW w:w="3969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-26-2015 от 22.09.2015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-28-2015 от 15.10.2015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-29-2015 от 30.10.2015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30.08.2016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-31-2015 от 12.11.2015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-32-2015 от 02.12.2015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02.12.2015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02.12.2025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кв.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-01-2016 от 22.03.2016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22.03.2018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 блокированной застройки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-02-2016 от 23.03.2016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23.03.2016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23.03.2021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-03-2016 от  25.03.2016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-04-2016 от 01.04.2016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-05-2016 от 06.04.2016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04.06.2016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-06-2016 от 06.05.2016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-07-2016 от 13.05.2016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-08-2016 от 13.05.2016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-09-2016 от 13.05.2016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-10-2016 от 13.05.2016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-11-2016 от 27.05.2016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-12-2016 от 15.06.2016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07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12-ти кв.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-13-2016 от 28.06.2016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28.06.2016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649,5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28.12.2016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-15-2016 от 15.07.2016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-17-2016 от 07.09.2016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-18-2016 от 07.09.2016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-19-2016 от 07.09.2016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69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-20-2016 от 07.09.2016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-21-2016 от 11.10.2016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-23-2016 от 28.11.2016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-24-2016 от  28.11.2016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28.11.2016</w:t>
            </w:r>
          </w:p>
        </w:tc>
        <w:tc>
          <w:tcPr>
            <w:tcW w:w="3969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-26-2016 от 12.12.2016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07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051AA0" w:rsidRDefault="00051A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-27-2016 от 16.12.2016</w:t>
            </w:r>
          </w:p>
        </w:tc>
        <w:tc>
          <w:tcPr>
            <w:tcW w:w="1842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16.12.2016</w:t>
            </w:r>
          </w:p>
        </w:tc>
        <w:tc>
          <w:tcPr>
            <w:tcW w:w="3969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16.12.2026</w:t>
            </w:r>
          </w:p>
        </w:tc>
      </w:tr>
    </w:tbl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197806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. Данные по строительству объектов, не относящихся к жилищной сфере, в соответствии с выданными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914"/>
        <w:gridCol w:w="2310"/>
        <w:gridCol w:w="2263"/>
        <w:gridCol w:w="1840"/>
        <w:gridCol w:w="3951"/>
        <w:gridCol w:w="2087"/>
      </w:tblGrid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1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3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5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8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31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051AA0" w:rsidRPr="00080919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29516301-11 от  13.03.2014</w:t>
            </w:r>
          </w:p>
        </w:tc>
        <w:tc>
          <w:tcPr>
            <w:tcW w:w="18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13.03.2014</w:t>
            </w:r>
          </w:p>
        </w:tc>
        <w:tc>
          <w:tcPr>
            <w:tcW w:w="395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208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13.07.2014</w:t>
            </w:r>
          </w:p>
        </w:tc>
      </w:tr>
      <w:tr w:rsidR="00051AA0" w:rsidRPr="006255CB">
        <w:tc>
          <w:tcPr>
            <w:tcW w:w="42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шиномонтажа и пяти гаражных боксов</w:t>
            </w:r>
          </w:p>
        </w:tc>
        <w:tc>
          <w:tcPr>
            <w:tcW w:w="231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этап</w:t>
            </w:r>
          </w:p>
        </w:tc>
        <w:tc>
          <w:tcPr>
            <w:tcW w:w="2263" w:type="dxa"/>
          </w:tcPr>
          <w:p w:rsidR="00051AA0" w:rsidRPr="00080919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29516301-19 от  07.05.2014</w:t>
            </w:r>
          </w:p>
        </w:tc>
        <w:tc>
          <w:tcPr>
            <w:tcW w:w="184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07.05.2014</w:t>
            </w:r>
          </w:p>
        </w:tc>
        <w:tc>
          <w:tcPr>
            <w:tcW w:w="395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455,0</w:t>
            </w:r>
          </w:p>
        </w:tc>
        <w:tc>
          <w:tcPr>
            <w:tcW w:w="208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07.05.2015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«Копейка -4»</w:t>
            </w:r>
          </w:p>
        </w:tc>
        <w:tc>
          <w:tcPr>
            <w:tcW w:w="2310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051AA0" w:rsidRPr="00080919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29516301-26 от  21.05.2014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промышленных товаров</w:t>
            </w:r>
          </w:p>
        </w:tc>
        <w:tc>
          <w:tcPr>
            <w:tcW w:w="2310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051AA0" w:rsidRPr="00080919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29516301-32 от  28.05.2014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28.05.2014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4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Мастерская бытовых услуг</w:t>
            </w:r>
          </w:p>
        </w:tc>
        <w:tc>
          <w:tcPr>
            <w:tcW w:w="2310" w:type="dxa"/>
          </w:tcPr>
          <w:p w:rsidR="00051AA0" w:rsidRPr="006255CB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051AA0" w:rsidRPr="00080919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29516301-37 от  30.05.2014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01.11.2014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4" w:type="dxa"/>
            <w:shd w:val="clear" w:color="auto" w:fill="FFFFFF"/>
          </w:tcPr>
          <w:p w:rsidR="00051AA0" w:rsidRPr="003A2E1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2BE7">
              <w:rPr>
                <w:rFonts w:ascii="Times New Roman" w:hAnsi="Times New Roman" w:cs="Times New Roman"/>
                <w:sz w:val="20"/>
                <w:szCs w:val="20"/>
              </w:rPr>
              <w:t>Детский сад на 220 мест</w:t>
            </w:r>
          </w:p>
        </w:tc>
        <w:tc>
          <w:tcPr>
            <w:tcW w:w="2310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051AA0" w:rsidRPr="00080919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29516301-39 от  20.06.2014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20.06.2014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2371,82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25.12.2015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4" w:type="dxa"/>
          </w:tcPr>
          <w:p w:rsidR="00051AA0" w:rsidRPr="003A2E1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26CC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распределительный низкого давления по ул. Таежная, ул. Кирпичная, пер. Глотова, пер. Торкова, пер. Сосновый, ул. Пермская, проезд от ул. Юбилейная до ул. Кр. Партизан в с. Яренск</w:t>
            </w:r>
          </w:p>
        </w:tc>
        <w:tc>
          <w:tcPr>
            <w:tcW w:w="2310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051AA0" w:rsidRDefault="00051AA0" w:rsidP="0020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-27-2015 от 24.09.2015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24.09.2015</w:t>
            </w:r>
          </w:p>
        </w:tc>
        <w:tc>
          <w:tcPr>
            <w:tcW w:w="3951" w:type="dxa"/>
          </w:tcPr>
          <w:p w:rsidR="00051AA0" w:rsidRDefault="00051AA0" w:rsidP="00C12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2062,4 п.м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24.11.2015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4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стройматериалов</w:t>
            </w:r>
          </w:p>
        </w:tc>
        <w:tc>
          <w:tcPr>
            <w:tcW w:w="2310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051AA0" w:rsidRDefault="00051AA0" w:rsidP="0020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-30-2015 от 10.11.2015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10.11.2015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4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 гостиницы под многоквартирный жилой дом с нежилыми помещениями</w:t>
            </w:r>
          </w:p>
        </w:tc>
        <w:tc>
          <w:tcPr>
            <w:tcW w:w="2310" w:type="dxa"/>
          </w:tcPr>
          <w:p w:rsidR="00051AA0" w:rsidRDefault="00051AA0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</w:tcPr>
          <w:p w:rsidR="00051AA0" w:rsidRDefault="00051AA0" w:rsidP="006F2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-14-2016 от 08.07.2016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08.07.2016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1247,3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08.09.2016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4" w:type="dxa"/>
            <w:shd w:val="clear" w:color="auto" w:fill="FFFFFF"/>
          </w:tcPr>
          <w:p w:rsidR="00051AA0" w:rsidRPr="003A2E1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5F">
              <w:rPr>
                <w:rFonts w:ascii="Times New Roman" w:hAnsi="Times New Roman" w:cs="Times New Roman"/>
                <w:sz w:val="20"/>
                <w:szCs w:val="20"/>
              </w:rPr>
              <w:t>Здание «Контрольно-пропускной пункт транспортных средств ОСП ЛЗУ «Ленский»</w:t>
            </w:r>
          </w:p>
        </w:tc>
        <w:tc>
          <w:tcPr>
            <w:tcW w:w="2310" w:type="dxa"/>
          </w:tcPr>
          <w:p w:rsidR="00051AA0" w:rsidRDefault="00051AA0" w:rsidP="006F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051AA0" w:rsidRDefault="00051AA0" w:rsidP="006F2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-22-2016 от 18.10.2016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18.10.2016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18.09.2017</w:t>
            </w:r>
          </w:p>
        </w:tc>
      </w:tr>
      <w:tr w:rsidR="00051AA0" w:rsidRPr="006255CB">
        <w:tc>
          <w:tcPr>
            <w:tcW w:w="42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4" w:type="dxa"/>
          </w:tcPr>
          <w:p w:rsidR="00051AA0" w:rsidRPr="00C126C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6CC">
              <w:rPr>
                <w:rFonts w:ascii="Times New Roman" w:hAnsi="Times New Roman" w:cs="Times New Roman"/>
                <w:sz w:val="20"/>
                <w:szCs w:val="20"/>
              </w:rPr>
              <w:t>Распределительный газопровод по ул. Дубинина, ул. Кр. Партизан, пер. Сельский, ул. Наб. Подбельского, ул. Трудовая</w:t>
            </w:r>
          </w:p>
        </w:tc>
        <w:tc>
          <w:tcPr>
            <w:tcW w:w="2310" w:type="dxa"/>
          </w:tcPr>
          <w:p w:rsidR="00051AA0" w:rsidRDefault="00051AA0" w:rsidP="006F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051AA0" w:rsidRDefault="00051AA0" w:rsidP="006F2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-25-2016 от 01.12.2016</w:t>
            </w:r>
          </w:p>
        </w:tc>
        <w:tc>
          <w:tcPr>
            <w:tcW w:w="184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01.12.2016</w:t>
            </w:r>
          </w:p>
        </w:tc>
        <w:tc>
          <w:tcPr>
            <w:tcW w:w="3951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798,1 п.м</w:t>
            </w:r>
          </w:p>
        </w:tc>
        <w:tc>
          <w:tcPr>
            <w:tcW w:w="2087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28.02.2017</w:t>
            </w:r>
          </w:p>
        </w:tc>
      </w:tr>
    </w:tbl>
    <w:p w:rsidR="00051AA0" w:rsidRDefault="00051AA0" w:rsidP="00743324">
      <w:pPr>
        <w:rPr>
          <w:rFonts w:ascii="Times New Roman" w:hAnsi="Times New Roman" w:cs="Times New Roman"/>
          <w:sz w:val="28"/>
          <w:szCs w:val="28"/>
        </w:rPr>
        <w:sectPr w:rsidR="00051AA0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051AA0" w:rsidRDefault="00051AA0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051AA0" w:rsidRDefault="00051AA0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051AA0" w:rsidRPr="00F76C69" w:rsidRDefault="00051AA0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051AA0" w:rsidRPr="00F76C69" w:rsidRDefault="00051AA0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недостаточном уровне обеспеченности объектами </w:t>
      </w:r>
      <w:r w:rsidRPr="009B1452">
        <w:rPr>
          <w:rFonts w:ascii="Times New Roman" w:hAnsi="Times New Roman" w:cs="Times New Roman"/>
          <w:sz w:val="28"/>
          <w:szCs w:val="28"/>
        </w:rPr>
        <w:t>в области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051AA0" w:rsidRPr="003E762B" w:rsidRDefault="00051AA0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обусловлены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переселением граждан из ветхого жилья в новое, а также предоставлением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молодым семьям, а не расширением территории, связанной с ростом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населения за счет миграционных притоков, первостепенной задачей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6C69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достижение расчетного уровня обеспеченности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МО «Сафроновское» </w:t>
      </w:r>
      <w:r w:rsidRPr="00F76C69">
        <w:rPr>
          <w:rFonts w:ascii="Times New Roman" w:hAnsi="Times New Roman" w:cs="Times New Roman"/>
          <w:sz w:val="28"/>
          <w:szCs w:val="28"/>
        </w:rPr>
        <w:t>услугами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вышеуказанных областях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Pr="00F76C69">
        <w:rPr>
          <w:rFonts w:ascii="Times New Roman" w:hAnsi="Times New Roman" w:cs="Times New Roman"/>
          <w:sz w:val="28"/>
          <w:szCs w:val="28"/>
        </w:rPr>
        <w:t>нормативами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>
        <w:rPr>
          <w:rFonts w:ascii="Times New Roman" w:hAnsi="Times New Roman" w:cs="Times New Roman"/>
          <w:sz w:val="28"/>
          <w:szCs w:val="28"/>
        </w:rPr>
        <w:t>МО «Сафроновское» Ленского района Архангельской области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</w:t>
      </w:r>
      <w:r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051AA0" w:rsidRPr="00816F40" w:rsidRDefault="00051AA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051AA0" w:rsidRPr="00816F40" w:rsidRDefault="00051AA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53A">
        <w:rPr>
          <w:rFonts w:ascii="Times New Roman" w:hAnsi="Times New Roman" w:cs="Times New Roman"/>
          <w:sz w:val="28"/>
          <w:szCs w:val="28"/>
        </w:rPr>
        <w:t>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муниципального образования МО «Сафроновское</w:t>
      </w:r>
      <w:r w:rsidRPr="009B1452">
        <w:rPr>
          <w:rFonts w:ascii="Times New Roman" w:hAnsi="Times New Roman" w:cs="Times New Roman"/>
          <w:sz w:val="28"/>
          <w:szCs w:val="28"/>
        </w:rPr>
        <w:t>» отсутствуют.</w:t>
      </w:r>
    </w:p>
    <w:p w:rsidR="00051AA0" w:rsidRDefault="00051AA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1AA0" w:rsidRPr="00816F40" w:rsidRDefault="00051AA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«Сафроновское» Ленского района Архангельской области.</w:t>
      </w:r>
    </w:p>
    <w:p w:rsidR="00051AA0" w:rsidRPr="00816F40" w:rsidRDefault="00051AA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«Сафроновское» Ленского района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«Сафроновское» Ленского района Архангельской области. 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Федеральным Законом от 28.06.2014 №172-ФЗ «О стратегическом 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051AA0" w:rsidRPr="00816F40" w:rsidRDefault="00051AA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051AA0" w:rsidRPr="00816F4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сельских поселений подготовка программ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051AA0" w:rsidRDefault="00051AA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содержащая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муниципального образования.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еречни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капитальному ремонту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 поселения</w:t>
      </w:r>
    </w:p>
    <w:p w:rsidR="00051AA0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услугами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(инвестиционных проектов) по проектированию,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E96FBE">
        <w:rPr>
          <w:rFonts w:ascii="Times New Roman" w:hAnsi="Times New Roman" w:cs="Times New Roman"/>
          <w:sz w:val="28"/>
          <w:szCs w:val="28"/>
        </w:rPr>
        <w:t>объектов социальной инфраструктуры.</w:t>
      </w:r>
    </w:p>
    <w:p w:rsidR="00051AA0" w:rsidRPr="00E96FBE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051AA0" w:rsidRPr="004867DA" w:rsidRDefault="00051AA0" w:rsidP="00E96F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 xml:space="preserve">Группа I. Мероприятия (инвестиционные проекты)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капитальному ремонту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существующих объектов социальной инфраструктуры:</w:t>
      </w:r>
    </w:p>
    <w:p w:rsidR="00051AA0" w:rsidRPr="000B6ED5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Капитальный ремонт крыши  здания лечебного корпуса   государственного бюджетного учреждения здравоохранения «Яренская центральная районная больница» (с.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6ED5">
        <w:rPr>
          <w:rFonts w:ascii="Times New Roman" w:hAnsi="Times New Roman" w:cs="Times New Roman"/>
          <w:sz w:val="28"/>
          <w:szCs w:val="28"/>
        </w:rPr>
        <w:t>Яренск, ул. Братьев Покровских, д.35а);</w:t>
      </w:r>
    </w:p>
    <w:p w:rsidR="00051AA0" w:rsidRPr="000B6ED5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Замена водопровода в лечебном корпусе государственного бюджетного учреждения здравоохранения «Яренская центральная районная больница» (с.Яренск, ул. Братьев Покровских, д.35а);</w:t>
      </w:r>
    </w:p>
    <w:p w:rsidR="00051AA0" w:rsidRPr="000B6ED5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Замена канализации в лечебном корпусе государственного бюджетного учреждения здравоохранения «Яренская центральная районная больница» (с.Яренск, ул. Братьев Покровских, д.35а);</w:t>
      </w:r>
    </w:p>
    <w:p w:rsidR="00051AA0" w:rsidRPr="000B6ED5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Капитальный ремонт крыши здания поликлиники государственного бюджетного учреждения здравоохранения «Яренская центральная районная больница» (с.Яренск, ул. Братьев Покровских, д.35);</w:t>
      </w:r>
    </w:p>
    <w:p w:rsidR="00051AA0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МБОУ «Яренская средняя школа» (с.Яренск, </w:t>
      </w:r>
      <w:r w:rsidRPr="00893FEC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Дубинина, д.39);</w:t>
      </w:r>
    </w:p>
    <w:p w:rsidR="00051AA0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Капитальный ремонт МБОУ «Иртовская основная школа» (с.Ирта, пер</w:t>
      </w:r>
      <w:r w:rsidRPr="00893F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Школьный, д.2);</w:t>
      </w:r>
    </w:p>
    <w:p w:rsidR="00051AA0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</w:t>
      </w:r>
      <w:r w:rsidRPr="00216946">
        <w:rPr>
          <w:rFonts w:ascii="Times New Roman" w:hAnsi="Times New Roman" w:cs="Times New Roman"/>
          <w:sz w:val="28"/>
          <w:szCs w:val="28"/>
        </w:rPr>
        <w:t>ГБУ АО «Яренский детский дом»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16946">
        <w:rPr>
          <w:rFonts w:ascii="Times New Roman" w:hAnsi="Times New Roman" w:cs="Times New Roman"/>
          <w:sz w:val="28"/>
          <w:szCs w:val="28"/>
        </w:rPr>
        <w:t>с.Яренск, ул. Дубинина, д.37).</w:t>
      </w:r>
    </w:p>
    <w:p w:rsidR="00051AA0" w:rsidRPr="004867DA" w:rsidRDefault="00051AA0" w:rsidP="00E96F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>Группа II. Мероприятия (инвестиционные проекты) по новому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инфраструктуры:</w:t>
      </w:r>
    </w:p>
    <w:p w:rsidR="00051AA0" w:rsidRPr="00AD553A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553A">
        <w:rPr>
          <w:rFonts w:ascii="Times New Roman" w:hAnsi="Times New Roman" w:cs="Times New Roman"/>
          <w:sz w:val="28"/>
          <w:szCs w:val="28"/>
        </w:rPr>
        <w:t>Строительство начальной школы на 320 мест в с.Яренск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AA0" w:rsidRPr="00E96FBE" w:rsidRDefault="00051AA0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53A">
        <w:rPr>
          <w:rFonts w:ascii="Times New Roman" w:hAnsi="Times New Roman" w:cs="Times New Roman"/>
          <w:sz w:val="28"/>
          <w:szCs w:val="28"/>
        </w:rPr>
        <w:t xml:space="preserve">Детальный перечень мероприятий (инвестиционных 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AD553A">
        <w:rPr>
          <w:rFonts w:ascii="Times New Roman" w:hAnsi="Times New Roman" w:cs="Times New Roman"/>
          <w:sz w:val="28"/>
          <w:szCs w:val="28"/>
        </w:rPr>
        <w:t>объектов социальной инфраструктуры представлен в таблице 3.1</w:t>
      </w:r>
      <w:r w:rsidRPr="00E96FBE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51AA0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051AA0" w:rsidRDefault="00051AA0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 xml:space="preserve">.1. Перечень мероприятий (инвестиционных 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2F7356">
        <w:rPr>
          <w:rFonts w:ascii="Times New Roman" w:hAnsi="Times New Roman" w:cs="Times New Roman"/>
          <w:sz w:val="28"/>
          <w:szCs w:val="28"/>
        </w:rPr>
        <w:t xml:space="preserve">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W w:w="149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127"/>
        <w:gridCol w:w="1417"/>
        <w:gridCol w:w="1559"/>
        <w:gridCol w:w="2835"/>
        <w:gridCol w:w="779"/>
        <w:gridCol w:w="780"/>
        <w:gridCol w:w="779"/>
        <w:gridCol w:w="780"/>
        <w:gridCol w:w="779"/>
        <w:gridCol w:w="781"/>
        <w:gridCol w:w="1524"/>
      </w:tblGrid>
      <w:tr w:rsidR="00051AA0" w:rsidRPr="006255CB">
        <w:tc>
          <w:tcPr>
            <w:tcW w:w="78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(инвестиционных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проектов) по видам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объектов социальной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инфраструктуры</w:t>
            </w:r>
          </w:p>
        </w:tc>
        <w:tc>
          <w:tcPr>
            <w:tcW w:w="1417" w:type="dxa"/>
            <w:vMerge w:val="restart"/>
          </w:tcPr>
          <w:p w:rsidR="00051AA0" w:rsidRPr="006255CB" w:rsidRDefault="00051AA0" w:rsidP="00F05769">
            <w:pPr>
              <w:spacing w:after="0" w:line="240" w:lineRule="auto"/>
              <w:ind w:right="-3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2835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параметры объекта</w:t>
            </w:r>
          </w:p>
        </w:tc>
        <w:tc>
          <w:tcPr>
            <w:tcW w:w="4678" w:type="dxa"/>
            <w:gridSpan w:val="6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051AA0" w:rsidRPr="006255CB">
        <w:tc>
          <w:tcPr>
            <w:tcW w:w="78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7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79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81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14920" w:type="dxa"/>
            <w:gridSpan w:val="12"/>
          </w:tcPr>
          <w:p w:rsidR="00051AA0" w:rsidRPr="006255CB" w:rsidRDefault="00051AA0" w:rsidP="00B872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капитальному ремонту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существующих объектов социальной инфраструктуры</w:t>
            </w:r>
          </w:p>
        </w:tc>
      </w:tr>
      <w:tr w:rsidR="00051AA0" w:rsidRPr="006255CB">
        <w:tc>
          <w:tcPr>
            <w:tcW w:w="14920" w:type="dxa"/>
            <w:gridSpan w:val="12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Объекты здравоохранения:</w:t>
            </w:r>
          </w:p>
        </w:tc>
      </w:tr>
      <w:tr w:rsidR="00051AA0" w:rsidRPr="006255CB"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7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крыши лечебного корпуса «Яренская центральная районная больница "</w:t>
            </w:r>
          </w:p>
        </w:tc>
        <w:tc>
          <w:tcPr>
            <w:tcW w:w="1417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051AA0" w:rsidRPr="00CF44C1" w:rsidRDefault="00051AA0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д.35а</w:t>
            </w:r>
          </w:p>
        </w:tc>
        <w:tc>
          <w:tcPr>
            <w:tcW w:w="2835" w:type="dxa"/>
          </w:tcPr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 кирпичное здание 1984 год постр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ойки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общей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лощадью 1128,5 кв.м. </w:t>
            </w:r>
          </w:p>
          <w:p w:rsidR="00051AA0" w:rsidRPr="00AE2A56" w:rsidRDefault="00051AA0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61 койко-места. Капитальный ремонт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Pr="00CF44C1" w:rsidRDefault="00051AA0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Архангельской области</w:t>
            </w:r>
          </w:p>
        </w:tc>
      </w:tr>
      <w:tr w:rsidR="00051AA0" w:rsidRPr="006255CB">
        <w:tc>
          <w:tcPr>
            <w:tcW w:w="780" w:type="dxa"/>
          </w:tcPr>
          <w:p w:rsidR="00051AA0" w:rsidRPr="00CF44C1" w:rsidRDefault="00051AA0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127" w:type="dxa"/>
          </w:tcPr>
          <w:p w:rsidR="00051AA0" w:rsidRPr="00CF44C1" w:rsidRDefault="00051AA0" w:rsidP="00654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водопровода в 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лечебно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корпус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«Яренская центральная районная больница "</w:t>
            </w:r>
          </w:p>
        </w:tc>
        <w:tc>
          <w:tcPr>
            <w:tcW w:w="1417" w:type="dxa"/>
          </w:tcPr>
          <w:p w:rsidR="00051AA0" w:rsidRPr="00CF44C1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051AA0" w:rsidRPr="00CF44C1" w:rsidRDefault="00051AA0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д.35а</w:t>
            </w:r>
          </w:p>
        </w:tc>
        <w:tc>
          <w:tcPr>
            <w:tcW w:w="2835" w:type="dxa"/>
          </w:tcPr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 кирпичное здание 1984 год постр. общей</w:t>
            </w:r>
          </w:p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1128,5 кв.м. </w:t>
            </w:r>
          </w:p>
          <w:p w:rsidR="00051AA0" w:rsidRPr="003C18E3" w:rsidRDefault="00051AA0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61 койко-места. Капитальный ремонт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Pr="00CF44C1" w:rsidRDefault="00051AA0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127" w:type="dxa"/>
          </w:tcPr>
          <w:p w:rsidR="00051AA0" w:rsidRPr="00CF44C1" w:rsidRDefault="00051AA0" w:rsidP="00654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канализации в 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лечебно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корпус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«Яренская центральная районная больница "</w:t>
            </w:r>
          </w:p>
        </w:tc>
        <w:tc>
          <w:tcPr>
            <w:tcW w:w="1417" w:type="dxa"/>
          </w:tcPr>
          <w:p w:rsidR="00051AA0" w:rsidRPr="00CF44C1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051AA0" w:rsidRPr="00CF44C1" w:rsidRDefault="00051AA0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д.35а</w:t>
            </w:r>
          </w:p>
        </w:tc>
        <w:tc>
          <w:tcPr>
            <w:tcW w:w="2835" w:type="dxa"/>
          </w:tcPr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 кирпичное здание 1984 год постр. общей</w:t>
            </w:r>
          </w:p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1128,5 кв.м. </w:t>
            </w:r>
          </w:p>
          <w:p w:rsidR="00051AA0" w:rsidRPr="003C18E3" w:rsidRDefault="00051AA0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61 койко-места. Капитальный ремонт не проводи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Pr="00CF44C1" w:rsidRDefault="00051AA0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127" w:type="dxa"/>
          </w:tcPr>
          <w:p w:rsidR="00051AA0" w:rsidRPr="00CF44C1" w:rsidRDefault="00051AA0" w:rsidP="00654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крыши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поликлинике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«Яренская центральная районная больница "</w:t>
            </w:r>
          </w:p>
        </w:tc>
        <w:tc>
          <w:tcPr>
            <w:tcW w:w="1417" w:type="dxa"/>
          </w:tcPr>
          <w:p w:rsidR="00051AA0" w:rsidRPr="00CF44C1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051AA0" w:rsidRPr="00CF44C1" w:rsidRDefault="00051AA0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</w:t>
            </w:r>
          </w:p>
        </w:tc>
        <w:tc>
          <w:tcPr>
            <w:tcW w:w="2835" w:type="dxa"/>
          </w:tcPr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 кирпичное здание 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год постр. общей</w:t>
            </w:r>
          </w:p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кв.м. </w:t>
            </w:r>
          </w:p>
          <w:p w:rsidR="00051AA0" w:rsidRPr="00390854" w:rsidRDefault="00051AA0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Пропускная способность</w:t>
            </w:r>
          </w:p>
          <w:p w:rsidR="00051AA0" w:rsidRPr="00AE2A56" w:rsidRDefault="00051AA0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150 человек в смену. Капитальный ремонт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CF44C1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AE2A56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Pr="00CF44C1" w:rsidRDefault="00051AA0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14920" w:type="dxa"/>
            <w:gridSpan w:val="12"/>
          </w:tcPr>
          <w:p w:rsidR="00051AA0" w:rsidRPr="00AE2A56" w:rsidRDefault="00051AA0" w:rsidP="00893F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бъекты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51AA0" w:rsidRPr="006255CB">
        <w:tc>
          <w:tcPr>
            <w:tcW w:w="780" w:type="dxa"/>
          </w:tcPr>
          <w:p w:rsidR="00051AA0" w:rsidRPr="00BD62D3" w:rsidRDefault="00051AA0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127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МБОУ «Яренская средняя школа» </w:t>
            </w:r>
          </w:p>
        </w:tc>
        <w:tc>
          <w:tcPr>
            <w:tcW w:w="1417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«Яренская средняя школа»</w:t>
            </w:r>
          </w:p>
        </w:tc>
        <w:tc>
          <w:tcPr>
            <w:tcW w:w="1559" w:type="dxa"/>
          </w:tcPr>
          <w:p w:rsidR="00051AA0" w:rsidRPr="00BD62D3" w:rsidRDefault="00051AA0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с. Яренск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Дубинина, д.39</w:t>
            </w:r>
          </w:p>
        </w:tc>
        <w:tc>
          <w:tcPr>
            <w:tcW w:w="2835" w:type="dxa"/>
          </w:tcPr>
          <w:p w:rsidR="00051AA0" w:rsidRPr="00F84EDF" w:rsidRDefault="00051AA0" w:rsidP="00F8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кирпичное здание 1984 год постр. общей площадью 4350 кв.м. на 640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051AA0" w:rsidRPr="00BD62D3" w:rsidRDefault="00051AA0" w:rsidP="00F8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- 2016 г</w:t>
            </w:r>
          </w:p>
        </w:tc>
        <w:tc>
          <w:tcPr>
            <w:tcW w:w="779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Pr="00BD62D3" w:rsidRDefault="00051AA0" w:rsidP="0019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051AA0" w:rsidRPr="006255CB">
        <w:tc>
          <w:tcPr>
            <w:tcW w:w="780" w:type="dxa"/>
          </w:tcPr>
          <w:p w:rsidR="00051AA0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2127" w:type="dxa"/>
          </w:tcPr>
          <w:p w:rsidR="00051AA0" w:rsidRPr="00BD62D3" w:rsidRDefault="00051AA0" w:rsidP="00F8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МБОУ «Иртовская основная  школа»</w:t>
            </w:r>
          </w:p>
        </w:tc>
        <w:tc>
          <w:tcPr>
            <w:tcW w:w="1417" w:type="dxa"/>
          </w:tcPr>
          <w:p w:rsidR="00051AA0" w:rsidRPr="00BD62D3" w:rsidRDefault="00051AA0" w:rsidP="00810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   «Иртовская основная  школа»</w:t>
            </w:r>
          </w:p>
        </w:tc>
        <w:tc>
          <w:tcPr>
            <w:tcW w:w="1559" w:type="dxa"/>
          </w:tcPr>
          <w:p w:rsidR="00051AA0" w:rsidRPr="00BD62D3" w:rsidRDefault="00051AA0" w:rsidP="00810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Ирта, пер. Школьный, д.2</w:t>
            </w:r>
          </w:p>
        </w:tc>
        <w:tc>
          <w:tcPr>
            <w:tcW w:w="2835" w:type="dxa"/>
          </w:tcPr>
          <w:p w:rsidR="00051AA0" w:rsidRDefault="00051AA0" w:rsidP="0042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Одноэтажное кирпичное здание 1986 год постр. Общей площадью 691,9 кв.м на 80 учащихся. Капитальный ремонт не проводился.</w:t>
            </w:r>
          </w:p>
        </w:tc>
        <w:tc>
          <w:tcPr>
            <w:tcW w:w="779" w:type="dxa"/>
          </w:tcPr>
          <w:p w:rsidR="00051AA0" w:rsidRPr="000920D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0920D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051AA0" w:rsidRPr="000920D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0920D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BD62D3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Default="00051AA0" w:rsidP="0019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051AA0" w:rsidRPr="006255CB">
        <w:tc>
          <w:tcPr>
            <w:tcW w:w="780" w:type="dxa"/>
          </w:tcPr>
          <w:p w:rsidR="00051AA0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127" w:type="dxa"/>
          </w:tcPr>
          <w:p w:rsidR="00051AA0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ГБУ АО «Яренский детский дом»</w:t>
            </w:r>
          </w:p>
        </w:tc>
        <w:tc>
          <w:tcPr>
            <w:tcW w:w="1417" w:type="dxa"/>
          </w:tcPr>
          <w:p w:rsidR="00051AA0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 АО «Яренский детский дом»</w:t>
            </w:r>
          </w:p>
        </w:tc>
        <w:tc>
          <w:tcPr>
            <w:tcW w:w="1559" w:type="dxa"/>
          </w:tcPr>
          <w:p w:rsidR="00051AA0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с.Яренск, ул. Дубинина, д.37</w:t>
            </w:r>
          </w:p>
        </w:tc>
        <w:tc>
          <w:tcPr>
            <w:tcW w:w="2835" w:type="dxa"/>
          </w:tcPr>
          <w:p w:rsidR="00051AA0" w:rsidRPr="00390854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 кирпичное здание 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год постр. общей</w:t>
            </w:r>
          </w:p>
          <w:p w:rsidR="00051AA0" w:rsidRPr="00390854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кв.м. </w:t>
            </w:r>
          </w:p>
          <w:p w:rsidR="00051AA0" w:rsidRPr="00F84EDF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год.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Полная наполняемость учреждения  32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воспитанника.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051AA0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</w:tcPr>
          <w:p w:rsidR="00051AA0" w:rsidRPr="000920DE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CF44C1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0920DE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051AA0" w:rsidRPr="000920DE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BD62D3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BD62D3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051AA0" w:rsidRPr="006255CB">
        <w:tc>
          <w:tcPr>
            <w:tcW w:w="14920" w:type="dxa"/>
            <w:gridSpan w:val="12"/>
          </w:tcPr>
          <w:p w:rsidR="00051AA0" w:rsidRPr="00237E0B" w:rsidRDefault="00051AA0" w:rsidP="0019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051AA0" w:rsidRPr="006255CB">
        <w:tc>
          <w:tcPr>
            <w:tcW w:w="14920" w:type="dxa"/>
            <w:gridSpan w:val="12"/>
          </w:tcPr>
          <w:p w:rsidR="00051AA0" w:rsidRPr="00BD62D3" w:rsidRDefault="00051AA0" w:rsidP="0019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бъекты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51AA0" w:rsidRPr="006255CB">
        <w:tc>
          <w:tcPr>
            <w:tcW w:w="780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127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Строительство начальной школы на 320 мест</w:t>
            </w:r>
          </w:p>
        </w:tc>
        <w:tc>
          <w:tcPr>
            <w:tcW w:w="1417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Начальная школа на 320 мест</w:t>
            </w:r>
          </w:p>
        </w:tc>
        <w:tc>
          <w:tcPr>
            <w:tcW w:w="1559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с. Яренск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Трудовая, д.32</w:t>
            </w:r>
          </w:p>
        </w:tc>
        <w:tc>
          <w:tcPr>
            <w:tcW w:w="2835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Трехэтажное общей площадью  8793 кв.м</w:t>
            </w:r>
          </w:p>
        </w:tc>
        <w:tc>
          <w:tcPr>
            <w:tcW w:w="779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80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0DE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79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0DE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0DE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051AA0" w:rsidRPr="006255CB">
        <w:tc>
          <w:tcPr>
            <w:tcW w:w="14920" w:type="dxa"/>
            <w:gridSpan w:val="12"/>
          </w:tcPr>
          <w:p w:rsidR="00051AA0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Объекты </w:t>
            </w:r>
            <w:r w:rsidRPr="00810483">
              <w:rPr>
                <w:rFonts w:ascii="Times New Roman" w:hAnsi="Times New Roman" w:cs="Times New Roman"/>
                <w:sz w:val="20"/>
                <w:szCs w:val="20"/>
              </w:rPr>
              <w:t>физической культуры и массового спорта</w:t>
            </w:r>
          </w:p>
        </w:tc>
      </w:tr>
      <w:tr w:rsidR="00051AA0" w:rsidRPr="006255CB">
        <w:tc>
          <w:tcPr>
            <w:tcW w:w="780" w:type="dxa"/>
          </w:tcPr>
          <w:p w:rsidR="00051AA0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127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417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559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Яренск</w:t>
            </w:r>
          </w:p>
        </w:tc>
        <w:tc>
          <w:tcPr>
            <w:tcW w:w="2835" w:type="dxa"/>
          </w:tcPr>
          <w:p w:rsidR="00051AA0" w:rsidRDefault="00051AA0" w:rsidP="00F42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1800  кв.м.</w:t>
            </w:r>
          </w:p>
        </w:tc>
        <w:tc>
          <w:tcPr>
            <w:tcW w:w="779" w:type="dxa"/>
          </w:tcPr>
          <w:p w:rsidR="00051AA0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0920DE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0920DE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051AA0" w:rsidRPr="000920DE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1" w:type="dxa"/>
          </w:tcPr>
          <w:p w:rsidR="00051AA0" w:rsidRPr="00BD62D3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051AA0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1AA0" w:rsidRPr="000920DE" w:rsidRDefault="00051AA0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051AA0" w:rsidRPr="000920DE" w:rsidRDefault="00051AA0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051AA0" w:rsidRPr="000920DE" w:rsidRDefault="00051AA0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051AA0" w:rsidRPr="007E5CBB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ценк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капитальному ремонту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 поселения</w:t>
      </w:r>
    </w:p>
    <w:p w:rsidR="00051AA0" w:rsidRPr="000920DE" w:rsidRDefault="00051AA0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3625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02,4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числе:</w:t>
      </w:r>
    </w:p>
    <w:p w:rsidR="00051AA0" w:rsidRPr="000920DE" w:rsidRDefault="00051AA0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35</w:t>
      </w:r>
      <w:r>
        <w:rPr>
          <w:rFonts w:ascii="Times New Roman" w:hAnsi="Times New Roman" w:cs="Times New Roman"/>
          <w:b/>
          <w:bCs/>
          <w:sz w:val="28"/>
          <w:szCs w:val="28"/>
        </w:rPr>
        <w:t>55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02,4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;</w:t>
      </w:r>
    </w:p>
    <w:p w:rsidR="00051AA0" w:rsidRPr="000920DE" w:rsidRDefault="00051AA0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 xml:space="preserve">Ленского муниципального района 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00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051AA0" w:rsidRDefault="00051AA0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Сафроновское Ленского муниципального  района Архангельской  области 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</w:p>
    <w:p w:rsidR="00051AA0" w:rsidRPr="000920DE" w:rsidRDefault="00051AA0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DDD">
        <w:rPr>
          <w:rFonts w:ascii="Times New Roman" w:hAnsi="Times New Roman" w:cs="Times New Roman"/>
          <w:sz w:val="28"/>
          <w:szCs w:val="28"/>
        </w:rPr>
        <w:t>внебюджетные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Pr="00B22DDD">
        <w:rPr>
          <w:rFonts w:ascii="Times New Roman" w:hAnsi="Times New Roman" w:cs="Times New Roman"/>
          <w:b/>
          <w:bCs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тыс.рублей. </w:t>
      </w:r>
    </w:p>
    <w:p w:rsidR="00051AA0" w:rsidRDefault="00051AA0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(инвестиционных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0920DE">
        <w:rPr>
          <w:rFonts w:ascii="Times New Roman" w:hAnsi="Times New Roman" w:cs="Times New Roman"/>
          <w:sz w:val="28"/>
          <w:szCs w:val="28"/>
        </w:rPr>
        <w:t>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инфраструктуры представлена в таблице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051AA0" w:rsidRDefault="00051AA0" w:rsidP="00700F3E">
      <w:pPr>
        <w:jc w:val="both"/>
        <w:rPr>
          <w:rFonts w:ascii="Times New Roman" w:hAnsi="Times New Roman" w:cs="Times New Roman"/>
          <w:sz w:val="28"/>
          <w:szCs w:val="28"/>
        </w:rPr>
        <w:sectPr w:rsidR="00051AA0" w:rsidSect="00B0464D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051AA0" w:rsidRDefault="00051AA0" w:rsidP="004F6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F3E">
        <w:rPr>
          <w:rFonts w:ascii="Times New Roman" w:hAnsi="Times New Roman" w:cs="Times New Roman"/>
          <w:sz w:val="28"/>
          <w:szCs w:val="28"/>
        </w:rPr>
        <w:t>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 </w:t>
      </w:r>
      <w:r w:rsidRPr="00700F3E">
        <w:rPr>
          <w:rFonts w:ascii="Times New Roman" w:hAnsi="Times New Roman" w:cs="Times New Roman"/>
          <w:sz w:val="28"/>
          <w:szCs w:val="28"/>
        </w:rPr>
        <w:t xml:space="preserve">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0"/>
        <w:gridCol w:w="6257"/>
        <w:gridCol w:w="1134"/>
        <w:gridCol w:w="897"/>
        <w:gridCol w:w="898"/>
        <w:gridCol w:w="898"/>
        <w:gridCol w:w="897"/>
        <w:gridCol w:w="898"/>
        <w:gridCol w:w="898"/>
        <w:gridCol w:w="1418"/>
      </w:tblGrid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257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(инвестиционных проектов) по видам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объектов социальной инфраструктуры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 указанием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134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Общий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386" w:type="dxa"/>
            <w:gridSpan w:val="6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195" w:type="dxa"/>
            <w:gridSpan w:val="9"/>
          </w:tcPr>
          <w:p w:rsidR="00051AA0" w:rsidRPr="006255CB" w:rsidRDefault="00051AA0" w:rsidP="00B872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капитальному ремонту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существующих объектов социальной инфраструктуры</w:t>
            </w: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195" w:type="dxa"/>
            <w:gridSpan w:val="9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257" w:type="dxa"/>
          </w:tcPr>
          <w:p w:rsidR="00051AA0" w:rsidRPr="00C3581E" w:rsidRDefault="00051AA0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крыши лечебного корпуса «Яренская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центральная районная больница"</w:t>
            </w:r>
          </w:p>
        </w:tc>
        <w:tc>
          <w:tcPr>
            <w:tcW w:w="1134" w:type="dxa"/>
          </w:tcPr>
          <w:p w:rsidR="00051AA0" w:rsidRPr="00C3581E" w:rsidRDefault="00051AA0" w:rsidP="00782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051AA0" w:rsidRPr="00C3581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C60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4A4187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051AA0" w:rsidRPr="004A4187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4A4187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17660B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257" w:type="dxa"/>
          </w:tcPr>
          <w:p w:rsidR="00051AA0" w:rsidRPr="00C3581E" w:rsidRDefault="00051AA0" w:rsidP="007820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Замена водопровода в  лечебном корпусе «Яренская центральная районная больница"</w:t>
            </w:r>
          </w:p>
        </w:tc>
        <w:tc>
          <w:tcPr>
            <w:tcW w:w="1134" w:type="dxa"/>
          </w:tcPr>
          <w:p w:rsidR="00051AA0" w:rsidRPr="00C3581E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288,6</w:t>
            </w:r>
          </w:p>
        </w:tc>
        <w:tc>
          <w:tcPr>
            <w:tcW w:w="897" w:type="dxa"/>
          </w:tcPr>
          <w:p w:rsidR="00051AA0" w:rsidRPr="00C3581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288,6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4A4187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288,6</w:t>
            </w:r>
          </w:p>
        </w:tc>
        <w:tc>
          <w:tcPr>
            <w:tcW w:w="897" w:type="dxa"/>
          </w:tcPr>
          <w:p w:rsidR="00051AA0" w:rsidRPr="004A4187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288,6</w:t>
            </w:r>
          </w:p>
        </w:tc>
        <w:tc>
          <w:tcPr>
            <w:tcW w:w="898" w:type="dxa"/>
          </w:tcPr>
          <w:p w:rsidR="00051AA0" w:rsidRPr="004A4187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257" w:type="dxa"/>
          </w:tcPr>
          <w:p w:rsidR="00051AA0" w:rsidRPr="00C3581E" w:rsidRDefault="00051AA0" w:rsidP="007820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Замена канализации в  лечебном корпусе «Яренская центральная районная больница"</w:t>
            </w:r>
          </w:p>
        </w:tc>
        <w:tc>
          <w:tcPr>
            <w:tcW w:w="1134" w:type="dxa"/>
          </w:tcPr>
          <w:p w:rsidR="00051AA0" w:rsidRPr="00C3581E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413,8</w:t>
            </w:r>
          </w:p>
        </w:tc>
        <w:tc>
          <w:tcPr>
            <w:tcW w:w="897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413,8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898" w:type="dxa"/>
          </w:tcPr>
          <w:p w:rsidR="00051AA0" w:rsidRPr="00C6085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6257" w:type="dxa"/>
          </w:tcPr>
          <w:p w:rsidR="00051AA0" w:rsidRPr="00C3581E" w:rsidRDefault="00051AA0" w:rsidP="00237E0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крыши в поликлинике «Яренская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центральная районная больница"</w:t>
            </w:r>
          </w:p>
        </w:tc>
        <w:tc>
          <w:tcPr>
            <w:tcW w:w="1134" w:type="dxa"/>
          </w:tcPr>
          <w:p w:rsidR="00051AA0" w:rsidRPr="00C3581E" w:rsidRDefault="00051AA0" w:rsidP="00782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051AA0" w:rsidRPr="00C3581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195" w:type="dxa"/>
            <w:gridSpan w:val="9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895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6257" w:type="dxa"/>
          </w:tcPr>
          <w:p w:rsidR="00051AA0" w:rsidRPr="00C3581E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МБОУ «Яренская средняя школа»</w:t>
            </w:r>
          </w:p>
        </w:tc>
        <w:tc>
          <w:tcPr>
            <w:tcW w:w="1134" w:type="dxa"/>
          </w:tcPr>
          <w:p w:rsidR="00051AA0" w:rsidRPr="00C3581E" w:rsidRDefault="00051AA0" w:rsidP="00895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897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98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6257" w:type="dxa"/>
          </w:tcPr>
          <w:p w:rsidR="00051AA0" w:rsidRPr="00C3581E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МБОУ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овская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основная  школа»</w:t>
            </w:r>
          </w:p>
        </w:tc>
        <w:tc>
          <w:tcPr>
            <w:tcW w:w="1134" w:type="dxa"/>
          </w:tcPr>
          <w:p w:rsidR="00051AA0" w:rsidRPr="00C3581E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7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C3581E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6257" w:type="dxa"/>
          </w:tcPr>
          <w:p w:rsidR="00051AA0" w:rsidRPr="00C3581E" w:rsidRDefault="00051AA0" w:rsidP="006D4121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 АО «Яренский детский дом» </w:t>
            </w:r>
          </w:p>
        </w:tc>
        <w:tc>
          <w:tcPr>
            <w:tcW w:w="1134" w:type="dxa"/>
          </w:tcPr>
          <w:p w:rsidR="00051AA0" w:rsidRPr="00C3581E" w:rsidRDefault="00051AA0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7" w:type="dxa"/>
          </w:tcPr>
          <w:p w:rsidR="00051AA0" w:rsidRPr="00C3581E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C3581E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B22DDD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1134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02,4</w:t>
            </w:r>
          </w:p>
        </w:tc>
        <w:tc>
          <w:tcPr>
            <w:tcW w:w="897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702,4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5700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02,4</w:t>
            </w:r>
          </w:p>
        </w:tc>
        <w:tc>
          <w:tcPr>
            <w:tcW w:w="897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702,4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3700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Ленского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«Сафроновское» Ленского  муниципального района Архангельской области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97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255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4195" w:type="dxa"/>
            <w:gridSpan w:val="9"/>
          </w:tcPr>
          <w:p w:rsidR="00051AA0" w:rsidRPr="001766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051AA0" w:rsidRPr="006255CB">
        <w:tc>
          <w:tcPr>
            <w:tcW w:w="620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195" w:type="dxa"/>
            <w:gridSpan w:val="9"/>
          </w:tcPr>
          <w:p w:rsidR="00051AA0" w:rsidRPr="001766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257" w:type="dxa"/>
          </w:tcPr>
          <w:p w:rsidR="00051AA0" w:rsidRPr="00237E0B" w:rsidRDefault="00051AA0" w:rsidP="00C608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начальной школы на 320 мест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340900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8900</w:t>
            </w:r>
          </w:p>
        </w:tc>
        <w:tc>
          <w:tcPr>
            <w:tcW w:w="898" w:type="dxa"/>
          </w:tcPr>
          <w:p w:rsidR="00051AA0" w:rsidRPr="006255CB" w:rsidRDefault="00051AA0" w:rsidP="008165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179000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Архангельской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338400</w:t>
            </w:r>
          </w:p>
        </w:tc>
        <w:tc>
          <w:tcPr>
            <w:tcW w:w="897" w:type="dxa"/>
          </w:tcPr>
          <w:p w:rsidR="00051AA0" w:rsidRPr="00237E0B" w:rsidRDefault="00051AA0" w:rsidP="00433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8400</w:t>
            </w:r>
          </w:p>
        </w:tc>
        <w:tc>
          <w:tcPr>
            <w:tcW w:w="898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178000</w:t>
            </w:r>
          </w:p>
        </w:tc>
        <w:tc>
          <w:tcPr>
            <w:tcW w:w="897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97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7" w:type="dxa"/>
          </w:tcPr>
          <w:p w:rsidR="00051AA0" w:rsidRPr="00237E0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C6085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195" w:type="dxa"/>
            <w:gridSpan w:val="9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 w:rsidRPr="00810483">
              <w:rPr>
                <w:rFonts w:ascii="Times New Roman" w:hAnsi="Times New Roman" w:cs="Times New Roman"/>
                <w:sz w:val="20"/>
                <w:szCs w:val="20"/>
              </w:rPr>
              <w:t>физической культуры и массового спорта</w:t>
            </w:r>
          </w:p>
        </w:tc>
      </w:tr>
      <w:tr w:rsidR="00051AA0" w:rsidRPr="006255CB">
        <w:tc>
          <w:tcPr>
            <w:tcW w:w="620" w:type="dxa"/>
            <w:vMerge w:val="restart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6257" w:type="dxa"/>
          </w:tcPr>
          <w:p w:rsidR="00051AA0" w:rsidRPr="00F423EC" w:rsidRDefault="00051AA0" w:rsidP="00C6085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Спортивная площадка 1800 кв.м.</w:t>
            </w:r>
          </w:p>
        </w:tc>
        <w:tc>
          <w:tcPr>
            <w:tcW w:w="1134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7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51AA0" w:rsidRPr="00F423EC" w:rsidRDefault="00051AA0" w:rsidP="009C3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спорта</w:t>
            </w:r>
          </w:p>
        </w:tc>
      </w:tr>
      <w:tr w:rsidR="00051AA0" w:rsidRPr="006255CB">
        <w:tc>
          <w:tcPr>
            <w:tcW w:w="620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B331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7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B33100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7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237E0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B33100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B33100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051AA0" w:rsidRPr="00F423EC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7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F423EC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51AA0" w:rsidRPr="00F423EC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B22DDD" w:rsidRDefault="00051AA0" w:rsidP="00281F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051AA0" w:rsidRPr="00433216" w:rsidRDefault="00051AA0" w:rsidP="00F423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897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8900</w:t>
            </w:r>
          </w:p>
        </w:tc>
        <w:tc>
          <w:tcPr>
            <w:tcW w:w="898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179000</w:t>
            </w:r>
          </w:p>
        </w:tc>
        <w:tc>
          <w:tcPr>
            <w:tcW w:w="897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1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433216" w:rsidRDefault="00051AA0" w:rsidP="00B874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897" w:type="dxa"/>
          </w:tcPr>
          <w:p w:rsidR="00051AA0" w:rsidRPr="00433216" w:rsidRDefault="00051AA0" w:rsidP="004332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</w:t>
            </w:r>
          </w:p>
        </w:tc>
        <w:tc>
          <w:tcPr>
            <w:tcW w:w="898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178000</w:t>
            </w:r>
          </w:p>
        </w:tc>
        <w:tc>
          <w:tcPr>
            <w:tcW w:w="897" w:type="dxa"/>
          </w:tcPr>
          <w:p w:rsidR="00051AA0" w:rsidRPr="00433216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1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237E0B" w:rsidRDefault="00051AA0" w:rsidP="00B874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237E0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237E0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237E0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7" w:type="dxa"/>
          </w:tcPr>
          <w:p w:rsidR="00051AA0" w:rsidRPr="00237E0B" w:rsidRDefault="00051AA0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1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237E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1766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B22DDD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группам мероприятий I и 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3625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02,4</w:t>
            </w:r>
          </w:p>
        </w:tc>
        <w:tc>
          <w:tcPr>
            <w:tcW w:w="897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9602,4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7700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192200</w:t>
            </w:r>
          </w:p>
        </w:tc>
        <w:tc>
          <w:tcPr>
            <w:tcW w:w="897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151000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355502,4</w:t>
            </w:r>
          </w:p>
        </w:tc>
        <w:tc>
          <w:tcPr>
            <w:tcW w:w="897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9102,4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5700</w:t>
            </w:r>
          </w:p>
        </w:tc>
        <w:tc>
          <w:tcPr>
            <w:tcW w:w="898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97" w:type="dxa"/>
          </w:tcPr>
          <w:p w:rsidR="00051AA0" w:rsidRPr="00433216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433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7" w:type="dxa"/>
          </w:tcPr>
          <w:p w:rsidR="00051AA0" w:rsidRPr="004A4187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1AA0" w:rsidRPr="006255CB">
        <w:tc>
          <w:tcPr>
            <w:tcW w:w="62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051AA0" w:rsidRPr="0017660B" w:rsidRDefault="00051AA0" w:rsidP="006D41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97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051AA0" w:rsidRPr="006255CB" w:rsidRDefault="00051AA0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051AA0" w:rsidSect="00694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Ц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елевые индикаторы программы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Целевые индикаторы Программы, включающие технико-экономические, финансовые и социально-экономические показатели развития социальной инфраструктуры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«Сафроновское», установлены по мероприятиям (инвестиционным проектам)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F8793A">
        <w:rPr>
          <w:rFonts w:ascii="Times New Roman" w:hAnsi="Times New Roman" w:cs="Times New Roman"/>
          <w:sz w:val="28"/>
          <w:szCs w:val="28"/>
        </w:rPr>
        <w:t xml:space="preserve"> (строительства новых объек</w:t>
      </w:r>
      <w:r>
        <w:rPr>
          <w:rFonts w:ascii="Times New Roman" w:hAnsi="Times New Roman" w:cs="Times New Roman"/>
          <w:sz w:val="28"/>
          <w:szCs w:val="28"/>
        </w:rPr>
        <w:t>тов социальной инфраструктуры).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следующими документами: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793A">
        <w:rPr>
          <w:rFonts w:ascii="Times New Roman" w:hAnsi="Times New Roman" w:cs="Times New Roman"/>
          <w:sz w:val="28"/>
          <w:szCs w:val="28"/>
        </w:rPr>
        <w:t xml:space="preserve">риказ Министерства экономического развития Российской 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F8793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793A">
        <w:rPr>
          <w:rFonts w:ascii="Times New Roman" w:hAnsi="Times New Roman" w:cs="Times New Roman"/>
          <w:sz w:val="28"/>
          <w:szCs w:val="28"/>
        </w:rPr>
        <w:t>;</w:t>
      </w:r>
    </w:p>
    <w:p w:rsidR="00051AA0" w:rsidRPr="00D32C5D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8793A">
        <w:rPr>
          <w:rFonts w:ascii="Times New Roman" w:hAnsi="Times New Roman" w:cs="Times New Roman"/>
          <w:sz w:val="28"/>
          <w:szCs w:val="28"/>
        </w:rPr>
        <w:t xml:space="preserve">естные нормативы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«Сафроновское» Ленского района Архангельской  области, утвержденные решением Собрания депутатов МО «Ленский муниципальный район» Архангельской области  </w:t>
      </w:r>
      <w:r w:rsidRPr="00E85060">
        <w:rPr>
          <w:rFonts w:ascii="Times New Roman" w:hAnsi="Times New Roman" w:cs="Times New Roman"/>
          <w:sz w:val="28"/>
          <w:szCs w:val="28"/>
        </w:rPr>
        <w:t>от 25 октября 2017 № 10-н.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инфраструктуры, а также отсутствием конкретизации подвидов работ по капитальному ремонту. Расчет целевых индикаторов представлен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793A">
        <w:rPr>
          <w:rFonts w:ascii="Times New Roman" w:hAnsi="Times New Roman" w:cs="Times New Roman"/>
          <w:sz w:val="28"/>
          <w:szCs w:val="28"/>
        </w:rPr>
        <w:t>.1.</w:t>
      </w: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51AA0" w:rsidSect="006941F2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5.1. Целевые индикаторы Программы.</w:t>
      </w:r>
    </w:p>
    <w:tbl>
      <w:tblPr>
        <w:tblW w:w="95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032"/>
        <w:gridCol w:w="1411"/>
        <w:gridCol w:w="636"/>
        <w:gridCol w:w="636"/>
        <w:gridCol w:w="636"/>
        <w:gridCol w:w="636"/>
        <w:gridCol w:w="636"/>
        <w:gridCol w:w="637"/>
        <w:gridCol w:w="1536"/>
      </w:tblGrid>
      <w:tr w:rsidR="00051AA0" w:rsidRPr="006255CB">
        <w:tc>
          <w:tcPr>
            <w:tcW w:w="780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32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411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3817" w:type="dxa"/>
            <w:gridSpan w:val="6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051AA0" w:rsidRPr="006255CB">
        <w:tc>
          <w:tcPr>
            <w:tcW w:w="780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3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3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3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37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0" w:type="dxa"/>
            <w:gridSpan w:val="8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1536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2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Строительство здания начальной школы в с.Яренск на 320 мест</w:t>
            </w:r>
          </w:p>
        </w:tc>
        <w:tc>
          <w:tcPr>
            <w:tcW w:w="1411" w:type="dxa"/>
          </w:tcPr>
          <w:p w:rsidR="00051AA0" w:rsidRPr="00D70605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340 900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ПИР</w:t>
            </w: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6A9E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6A9E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период»;</w:t>
            </w:r>
          </w:p>
        </w:tc>
      </w:tr>
      <w:tr w:rsidR="00051AA0" w:rsidRPr="006255CB"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032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Обеспеченность  местами в общеобразовательных учреждениях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(мест)</w:t>
            </w:r>
          </w:p>
        </w:tc>
        <w:tc>
          <w:tcPr>
            <w:tcW w:w="1411" w:type="dxa"/>
          </w:tcPr>
          <w:p w:rsidR="00051AA0" w:rsidRPr="00D70605" w:rsidRDefault="00051AA0" w:rsidP="009F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на 10 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жителей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</w:tc>
        <w:tc>
          <w:tcPr>
            <w:tcW w:w="637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1536" w:type="dxa"/>
            <w:vMerge/>
          </w:tcPr>
          <w:p w:rsidR="00051AA0" w:rsidRPr="00AA4CB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  <w:vAlign w:val="center"/>
          </w:tcPr>
          <w:p w:rsidR="00051AA0" w:rsidRPr="006255CB" w:rsidRDefault="00051AA0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032" w:type="dxa"/>
            <w:vAlign w:val="center"/>
          </w:tcPr>
          <w:p w:rsidR="00051AA0" w:rsidRPr="00D70605" w:rsidRDefault="00051AA0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051AA0" w:rsidRPr="00D70605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4570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4530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4480</w:t>
            </w:r>
          </w:p>
        </w:tc>
        <w:tc>
          <w:tcPr>
            <w:tcW w:w="636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4490</w:t>
            </w:r>
          </w:p>
        </w:tc>
        <w:tc>
          <w:tcPr>
            <w:tcW w:w="637" w:type="dxa"/>
          </w:tcPr>
          <w:p w:rsidR="00051AA0" w:rsidRPr="00D70605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4527</w:t>
            </w:r>
          </w:p>
        </w:tc>
        <w:tc>
          <w:tcPr>
            <w:tcW w:w="1536" w:type="dxa"/>
            <w:vMerge/>
          </w:tcPr>
          <w:p w:rsidR="00051AA0" w:rsidRPr="00AA4CB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0" w:type="dxa"/>
            <w:gridSpan w:val="8"/>
          </w:tcPr>
          <w:p w:rsidR="00051AA0" w:rsidRPr="001B6A9E" w:rsidRDefault="00051AA0" w:rsidP="001B6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A9E">
              <w:rPr>
                <w:rFonts w:ascii="Times New Roman" w:hAnsi="Times New Roman" w:cs="Times New Roman"/>
                <w:sz w:val="20"/>
                <w:szCs w:val="20"/>
              </w:rPr>
              <w:t>Объекты физической культуры и спорта</w:t>
            </w:r>
          </w:p>
        </w:tc>
        <w:tc>
          <w:tcPr>
            <w:tcW w:w="1536" w:type="dxa"/>
            <w:vMerge/>
          </w:tcPr>
          <w:p w:rsidR="00051AA0" w:rsidRPr="00AA4CB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032" w:type="dxa"/>
          </w:tcPr>
          <w:p w:rsidR="00051AA0" w:rsidRPr="001B6A9E" w:rsidRDefault="00051AA0" w:rsidP="001B6A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6A9E"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411" w:type="dxa"/>
          </w:tcPr>
          <w:p w:rsidR="00051AA0" w:rsidRPr="001B6A9E" w:rsidRDefault="00051AA0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6A9E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7" w:type="dxa"/>
          </w:tcPr>
          <w:p w:rsidR="00051AA0" w:rsidRPr="001B6A9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051AA0" w:rsidRPr="00AA4CB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</w:tcPr>
          <w:p w:rsidR="00051AA0" w:rsidRPr="006255C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032" w:type="dxa"/>
          </w:tcPr>
          <w:p w:rsidR="00051AA0" w:rsidRPr="001B6A9E" w:rsidRDefault="00051AA0" w:rsidP="009F70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6A9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плоскостными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6A9E">
              <w:rPr>
                <w:rFonts w:ascii="Times New Roman" w:hAnsi="Times New Roman" w:cs="Times New Roman"/>
                <w:sz w:val="20"/>
                <w:szCs w:val="20"/>
              </w:rPr>
              <w:t xml:space="preserve">сооружениями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1411" w:type="dxa"/>
          </w:tcPr>
          <w:p w:rsidR="00051AA0" w:rsidRPr="0098107E" w:rsidRDefault="00051AA0" w:rsidP="009F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на 1тыс.</w:t>
            </w:r>
          </w:p>
          <w:p w:rsidR="00051AA0" w:rsidRPr="0098107E" w:rsidRDefault="00051AA0" w:rsidP="009F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</w:p>
        </w:tc>
        <w:tc>
          <w:tcPr>
            <w:tcW w:w="636" w:type="dxa"/>
          </w:tcPr>
          <w:p w:rsidR="00051AA0" w:rsidRPr="0098107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3035</w:t>
            </w:r>
          </w:p>
        </w:tc>
        <w:tc>
          <w:tcPr>
            <w:tcW w:w="636" w:type="dxa"/>
          </w:tcPr>
          <w:p w:rsidR="00051AA0" w:rsidRPr="0098107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3062</w:t>
            </w:r>
          </w:p>
        </w:tc>
        <w:tc>
          <w:tcPr>
            <w:tcW w:w="636" w:type="dxa"/>
          </w:tcPr>
          <w:p w:rsidR="00051AA0" w:rsidRPr="0098107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3083</w:t>
            </w:r>
          </w:p>
        </w:tc>
        <w:tc>
          <w:tcPr>
            <w:tcW w:w="636" w:type="dxa"/>
          </w:tcPr>
          <w:p w:rsidR="00051AA0" w:rsidRPr="0098107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3096</w:t>
            </w:r>
          </w:p>
        </w:tc>
        <w:tc>
          <w:tcPr>
            <w:tcW w:w="636" w:type="dxa"/>
          </w:tcPr>
          <w:p w:rsidR="00051AA0" w:rsidRPr="0098107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3490</w:t>
            </w:r>
          </w:p>
        </w:tc>
        <w:tc>
          <w:tcPr>
            <w:tcW w:w="637" w:type="dxa"/>
          </w:tcPr>
          <w:p w:rsidR="00051AA0" w:rsidRPr="0098107E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3462</w:t>
            </w:r>
          </w:p>
        </w:tc>
        <w:tc>
          <w:tcPr>
            <w:tcW w:w="1536" w:type="dxa"/>
            <w:vMerge/>
          </w:tcPr>
          <w:p w:rsidR="00051AA0" w:rsidRPr="00AA4CB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51AA0" w:rsidRPr="006255CB">
        <w:tc>
          <w:tcPr>
            <w:tcW w:w="780" w:type="dxa"/>
            <w:vAlign w:val="center"/>
          </w:tcPr>
          <w:p w:rsidR="00051AA0" w:rsidRPr="006255CB" w:rsidRDefault="00051AA0" w:rsidP="00B331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032" w:type="dxa"/>
            <w:vAlign w:val="center"/>
          </w:tcPr>
          <w:p w:rsidR="00051AA0" w:rsidRPr="00D70605" w:rsidRDefault="00051AA0" w:rsidP="00B331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051AA0" w:rsidRPr="00D70605" w:rsidRDefault="00051AA0" w:rsidP="00B33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051AA0" w:rsidRPr="00D70605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4570</w:t>
            </w:r>
          </w:p>
        </w:tc>
        <w:tc>
          <w:tcPr>
            <w:tcW w:w="636" w:type="dxa"/>
          </w:tcPr>
          <w:p w:rsidR="00051AA0" w:rsidRPr="00D70605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4530</w:t>
            </w:r>
          </w:p>
        </w:tc>
        <w:tc>
          <w:tcPr>
            <w:tcW w:w="636" w:type="dxa"/>
          </w:tcPr>
          <w:p w:rsidR="00051AA0" w:rsidRPr="00D70605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636" w:type="dxa"/>
          </w:tcPr>
          <w:p w:rsidR="00051AA0" w:rsidRPr="00D70605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4480</w:t>
            </w:r>
          </w:p>
        </w:tc>
        <w:tc>
          <w:tcPr>
            <w:tcW w:w="636" w:type="dxa"/>
          </w:tcPr>
          <w:p w:rsidR="00051AA0" w:rsidRPr="00D70605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4490</w:t>
            </w:r>
          </w:p>
        </w:tc>
        <w:tc>
          <w:tcPr>
            <w:tcW w:w="637" w:type="dxa"/>
          </w:tcPr>
          <w:p w:rsidR="00051AA0" w:rsidRPr="00D70605" w:rsidRDefault="00051AA0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4527</w:t>
            </w:r>
          </w:p>
        </w:tc>
        <w:tc>
          <w:tcPr>
            <w:tcW w:w="1536" w:type="dxa"/>
            <w:vMerge/>
          </w:tcPr>
          <w:p w:rsidR="00051AA0" w:rsidRPr="00AA4CBB" w:rsidRDefault="00051AA0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051AA0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1AA0" w:rsidRPr="007E5CBB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Оценка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bCs/>
          <w:sz w:val="28"/>
          <w:szCs w:val="28"/>
        </w:rPr>
        <w:t>риятий, включенных в программу</w:t>
      </w:r>
    </w:p>
    <w:p w:rsidR="00051AA0" w:rsidRPr="007E4F0F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 Ленского района Архангельской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051AA0" w:rsidRPr="007E4F0F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051AA0" w:rsidRPr="007E4F0F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AA0" w:rsidRPr="007E4F0F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051AA0" w:rsidRPr="007E4F0F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051AA0" w:rsidRPr="007E4F0F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051AA0" w:rsidRPr="00AA4CBB" w:rsidRDefault="00051AA0" w:rsidP="00AA4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CBB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051AA0" w:rsidRPr="00BC1C98" w:rsidRDefault="00051AA0" w:rsidP="00AA4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502">
        <w:rPr>
          <w:rFonts w:ascii="Times New Roman" w:hAnsi="Times New Roman" w:cs="Times New Roman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>увеличение обеспеченности местами в общеобразовательных учреждениях с 608  в 2018 году до 707 к 2027 году</w:t>
      </w:r>
      <w:r w:rsidRPr="00BC1C98">
        <w:rPr>
          <w:rFonts w:ascii="Times New Roman" w:hAnsi="Times New Roman" w:cs="Times New Roman"/>
          <w:sz w:val="28"/>
          <w:szCs w:val="28"/>
        </w:rPr>
        <w:t>;</w:t>
      </w:r>
    </w:p>
    <w:p w:rsidR="00051AA0" w:rsidRPr="00524FCC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FCC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051AA0" w:rsidRPr="00524FCC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FCC">
        <w:rPr>
          <w:rFonts w:ascii="Times New Roman" w:hAnsi="Times New Roman" w:cs="Times New Roman"/>
          <w:sz w:val="28"/>
          <w:szCs w:val="28"/>
        </w:rPr>
        <w:t xml:space="preserve"> увеличение обеспеченности плоскостными сооружениями с 3035 м2 в 2018 году до 3462 м2 к 2027 году. </w:t>
      </w:r>
    </w:p>
    <w:p w:rsidR="00051AA0" w:rsidRDefault="00051AA0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051AA0" w:rsidRPr="007E5CBB" w:rsidRDefault="00051AA0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целевых показателей программы</w:t>
      </w:r>
    </w:p>
    <w:p w:rsidR="00051AA0" w:rsidRPr="00D422B1" w:rsidRDefault="00051AA0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051AA0" w:rsidRPr="00D422B1" w:rsidRDefault="00051AA0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051AA0" w:rsidRPr="00D422B1" w:rsidRDefault="00051AA0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социальной сферы. Исходя из части 2статьи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муниципального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муниципальные программы, которые также могут применяться в качестве механизма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реализации муниципальной стратегии.</w:t>
      </w:r>
    </w:p>
    <w:p w:rsidR="00051AA0" w:rsidRPr="00D422B1" w:rsidRDefault="00051AA0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муниципальном районе,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D422B1">
        <w:rPr>
          <w:rFonts w:ascii="Times New Roman" w:hAnsi="Times New Roman" w:cs="Times New Roman"/>
          <w:sz w:val="28"/>
          <w:szCs w:val="28"/>
        </w:rPr>
        <w:t>ородском округе муниципальной стратегии, плана мероприятий по ее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частью 5 статьи 11 Федерального закона172-ФЗ, программа комплексного социально-экономического развития будет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избыточный характер и во многом дублировать положения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района,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051AA0" w:rsidRDefault="00051AA0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051AA0" w:rsidRPr="00D422B1" w:rsidRDefault="00051AA0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051AA0" w:rsidRPr="00D422B1" w:rsidRDefault="00051AA0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51AA0" w:rsidRDefault="00051AA0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AA0" w:rsidRPr="00D422B1" w:rsidRDefault="00051AA0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051AA0" w:rsidRPr="00D422B1" w:rsidRDefault="00051AA0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«Сафроновское» Ленского  района Архангельской области, утвержденными решением Собрания  депутатов МО «Ленский муниципальный район» </w:t>
      </w:r>
      <w:r w:rsidRPr="00A749A6">
        <w:rPr>
          <w:rFonts w:ascii="Times New Roman" w:hAnsi="Times New Roman" w:cs="Times New Roman"/>
          <w:sz w:val="28"/>
          <w:szCs w:val="28"/>
        </w:rPr>
        <w:t>от 25 октября 2017 года № 10-н,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051AA0" w:rsidRDefault="00051AA0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3AD">
        <w:rPr>
          <w:rFonts w:ascii="Times New Roman" w:hAnsi="Times New Roman" w:cs="Times New Roman"/>
          <w:sz w:val="28"/>
          <w:szCs w:val="28"/>
        </w:rPr>
        <w:t>Региональными нормативами градостроительного проектирования Архангельской области, утвержденными постановлением Правительства Архангельской области от 19.04.2016 № 123-пп, определен минимальный уровень обеспеченности населения социальными объектами регионального значения.</w:t>
      </w:r>
    </w:p>
    <w:p w:rsidR="00051AA0" w:rsidRPr="00383B1C" w:rsidRDefault="00051AA0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«Сафроновское» Ленского района Архангельской области находится на достаточном уровне и не требует внесения изменений.</w:t>
      </w:r>
    </w:p>
    <w:sectPr w:rsidR="00051AA0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AA0" w:rsidRDefault="00051AA0" w:rsidP="00DB3FD3">
      <w:pPr>
        <w:spacing w:after="0" w:line="240" w:lineRule="auto"/>
      </w:pPr>
      <w:r>
        <w:separator/>
      </w:r>
    </w:p>
  </w:endnote>
  <w:endnote w:type="continuationSeparator" w:id="1">
    <w:p w:rsidR="00051AA0" w:rsidRDefault="00051AA0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AA0" w:rsidRDefault="00051AA0" w:rsidP="00DB3FD3">
      <w:pPr>
        <w:spacing w:after="0" w:line="240" w:lineRule="auto"/>
      </w:pPr>
      <w:r>
        <w:separator/>
      </w:r>
    </w:p>
  </w:footnote>
  <w:footnote w:type="continuationSeparator" w:id="1">
    <w:p w:rsidR="00051AA0" w:rsidRDefault="00051AA0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AA0" w:rsidRDefault="00051AA0">
    <w:pPr>
      <w:pStyle w:val="Header"/>
      <w:jc w:val="center"/>
    </w:pPr>
    <w:fldSimple w:instr="PAGE   \* MERGEFORMAT">
      <w:r>
        <w:rPr>
          <w:noProof/>
        </w:rPr>
        <w:t>40</w:t>
      </w:r>
    </w:fldSimple>
  </w:p>
  <w:p w:rsidR="00051AA0" w:rsidRDefault="00051A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AA0" w:rsidRPr="005A4853" w:rsidRDefault="00051AA0" w:rsidP="005A4853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CBB"/>
    <w:rsid w:val="00014DBC"/>
    <w:rsid w:val="00017E20"/>
    <w:rsid w:val="0003109E"/>
    <w:rsid w:val="00043A4C"/>
    <w:rsid w:val="00051AA0"/>
    <w:rsid w:val="000534A6"/>
    <w:rsid w:val="00054649"/>
    <w:rsid w:val="00056DA7"/>
    <w:rsid w:val="00072747"/>
    <w:rsid w:val="0007627B"/>
    <w:rsid w:val="00080919"/>
    <w:rsid w:val="000920DE"/>
    <w:rsid w:val="00094E54"/>
    <w:rsid w:val="00097E9D"/>
    <w:rsid w:val="000A6F6A"/>
    <w:rsid w:val="000B6ED5"/>
    <w:rsid w:val="000D020D"/>
    <w:rsid w:val="000D16EB"/>
    <w:rsid w:val="000D3355"/>
    <w:rsid w:val="000D426E"/>
    <w:rsid w:val="001151D0"/>
    <w:rsid w:val="00124A32"/>
    <w:rsid w:val="0014074F"/>
    <w:rsid w:val="00143F15"/>
    <w:rsid w:val="001445D8"/>
    <w:rsid w:val="00146DB0"/>
    <w:rsid w:val="001528F8"/>
    <w:rsid w:val="00160E31"/>
    <w:rsid w:val="0016123C"/>
    <w:rsid w:val="00161F21"/>
    <w:rsid w:val="001661BD"/>
    <w:rsid w:val="00176414"/>
    <w:rsid w:val="0017660B"/>
    <w:rsid w:val="001947D9"/>
    <w:rsid w:val="00197806"/>
    <w:rsid w:val="001B642F"/>
    <w:rsid w:val="001B6A9E"/>
    <w:rsid w:val="001B6CBE"/>
    <w:rsid w:val="001C1BA8"/>
    <w:rsid w:val="001D458C"/>
    <w:rsid w:val="001E4998"/>
    <w:rsid w:val="001E59A7"/>
    <w:rsid w:val="001F351E"/>
    <w:rsid w:val="00203058"/>
    <w:rsid w:val="00203A70"/>
    <w:rsid w:val="002042AE"/>
    <w:rsid w:val="0020537D"/>
    <w:rsid w:val="00206104"/>
    <w:rsid w:val="00216946"/>
    <w:rsid w:val="00221685"/>
    <w:rsid w:val="00223AE6"/>
    <w:rsid w:val="00226892"/>
    <w:rsid w:val="00237E0B"/>
    <w:rsid w:val="00246EF2"/>
    <w:rsid w:val="0025321C"/>
    <w:rsid w:val="00270DE4"/>
    <w:rsid w:val="0027610F"/>
    <w:rsid w:val="00281F8D"/>
    <w:rsid w:val="002832B6"/>
    <w:rsid w:val="0029043D"/>
    <w:rsid w:val="00290931"/>
    <w:rsid w:val="002931AC"/>
    <w:rsid w:val="00293CC0"/>
    <w:rsid w:val="002968A9"/>
    <w:rsid w:val="002A281B"/>
    <w:rsid w:val="002B56AD"/>
    <w:rsid w:val="002B587B"/>
    <w:rsid w:val="002B7A8E"/>
    <w:rsid w:val="002D2CDC"/>
    <w:rsid w:val="002E299F"/>
    <w:rsid w:val="002E5D69"/>
    <w:rsid w:val="002F125E"/>
    <w:rsid w:val="002F1E1B"/>
    <w:rsid w:val="002F292E"/>
    <w:rsid w:val="002F2AFD"/>
    <w:rsid w:val="002F7356"/>
    <w:rsid w:val="003007CB"/>
    <w:rsid w:val="003047B0"/>
    <w:rsid w:val="00313146"/>
    <w:rsid w:val="003232BF"/>
    <w:rsid w:val="00325648"/>
    <w:rsid w:val="00331BE1"/>
    <w:rsid w:val="00332599"/>
    <w:rsid w:val="00337A99"/>
    <w:rsid w:val="003523FA"/>
    <w:rsid w:val="00354B95"/>
    <w:rsid w:val="00361A8B"/>
    <w:rsid w:val="00381846"/>
    <w:rsid w:val="00383B1C"/>
    <w:rsid w:val="00390854"/>
    <w:rsid w:val="003908FF"/>
    <w:rsid w:val="0039322B"/>
    <w:rsid w:val="00394EC3"/>
    <w:rsid w:val="00396D7F"/>
    <w:rsid w:val="00397942"/>
    <w:rsid w:val="003A2E16"/>
    <w:rsid w:val="003C18E3"/>
    <w:rsid w:val="003C2037"/>
    <w:rsid w:val="003D7DFD"/>
    <w:rsid w:val="003E1279"/>
    <w:rsid w:val="003E2F0E"/>
    <w:rsid w:val="003E762B"/>
    <w:rsid w:val="003F7469"/>
    <w:rsid w:val="00412E90"/>
    <w:rsid w:val="00425DA5"/>
    <w:rsid w:val="0042626E"/>
    <w:rsid w:val="00427BBB"/>
    <w:rsid w:val="00427F17"/>
    <w:rsid w:val="004300EE"/>
    <w:rsid w:val="00433216"/>
    <w:rsid w:val="004338FB"/>
    <w:rsid w:val="004364E5"/>
    <w:rsid w:val="004416F6"/>
    <w:rsid w:val="00441B77"/>
    <w:rsid w:val="00441D42"/>
    <w:rsid w:val="00450C2D"/>
    <w:rsid w:val="004572C3"/>
    <w:rsid w:val="00460952"/>
    <w:rsid w:val="00485D55"/>
    <w:rsid w:val="004866C4"/>
    <w:rsid w:val="004867DA"/>
    <w:rsid w:val="00487117"/>
    <w:rsid w:val="00496632"/>
    <w:rsid w:val="004A4187"/>
    <w:rsid w:val="004B0CA4"/>
    <w:rsid w:val="004B42BC"/>
    <w:rsid w:val="004B4EB6"/>
    <w:rsid w:val="004C02B8"/>
    <w:rsid w:val="004C1FD0"/>
    <w:rsid w:val="004C42BE"/>
    <w:rsid w:val="004C43A6"/>
    <w:rsid w:val="004F1178"/>
    <w:rsid w:val="004F6495"/>
    <w:rsid w:val="00507233"/>
    <w:rsid w:val="00524FCC"/>
    <w:rsid w:val="005259D9"/>
    <w:rsid w:val="00527E7E"/>
    <w:rsid w:val="00534879"/>
    <w:rsid w:val="00535C78"/>
    <w:rsid w:val="00536A7F"/>
    <w:rsid w:val="005371E8"/>
    <w:rsid w:val="0054404D"/>
    <w:rsid w:val="0054429C"/>
    <w:rsid w:val="00544940"/>
    <w:rsid w:val="00546611"/>
    <w:rsid w:val="005540DD"/>
    <w:rsid w:val="005701C1"/>
    <w:rsid w:val="00572C6A"/>
    <w:rsid w:val="005817DF"/>
    <w:rsid w:val="00594BB3"/>
    <w:rsid w:val="005A17C1"/>
    <w:rsid w:val="005A1A68"/>
    <w:rsid w:val="005A4853"/>
    <w:rsid w:val="005B6D9F"/>
    <w:rsid w:val="005C41B6"/>
    <w:rsid w:val="005D60C3"/>
    <w:rsid w:val="005E176A"/>
    <w:rsid w:val="005E700F"/>
    <w:rsid w:val="005F4BED"/>
    <w:rsid w:val="00600432"/>
    <w:rsid w:val="006023CD"/>
    <w:rsid w:val="00605DBD"/>
    <w:rsid w:val="006255CB"/>
    <w:rsid w:val="00631C46"/>
    <w:rsid w:val="00637DEC"/>
    <w:rsid w:val="00642502"/>
    <w:rsid w:val="00645420"/>
    <w:rsid w:val="00645C29"/>
    <w:rsid w:val="006546ED"/>
    <w:rsid w:val="006568A2"/>
    <w:rsid w:val="0067522C"/>
    <w:rsid w:val="00686988"/>
    <w:rsid w:val="006941F2"/>
    <w:rsid w:val="006B4B5C"/>
    <w:rsid w:val="006B7870"/>
    <w:rsid w:val="006D4121"/>
    <w:rsid w:val="006D72A3"/>
    <w:rsid w:val="006E25D0"/>
    <w:rsid w:val="006F02FB"/>
    <w:rsid w:val="006F23D2"/>
    <w:rsid w:val="006F248E"/>
    <w:rsid w:val="006F7E67"/>
    <w:rsid w:val="00700F3E"/>
    <w:rsid w:val="007108E1"/>
    <w:rsid w:val="00722BCA"/>
    <w:rsid w:val="0072541B"/>
    <w:rsid w:val="007318D4"/>
    <w:rsid w:val="00731C1B"/>
    <w:rsid w:val="00743324"/>
    <w:rsid w:val="0074544B"/>
    <w:rsid w:val="00746DB1"/>
    <w:rsid w:val="00747068"/>
    <w:rsid w:val="007571E1"/>
    <w:rsid w:val="0077183D"/>
    <w:rsid w:val="00782053"/>
    <w:rsid w:val="0079318F"/>
    <w:rsid w:val="007A0C65"/>
    <w:rsid w:val="007A71F4"/>
    <w:rsid w:val="007B2107"/>
    <w:rsid w:val="007B73EE"/>
    <w:rsid w:val="007C3C17"/>
    <w:rsid w:val="007C5294"/>
    <w:rsid w:val="007D06CF"/>
    <w:rsid w:val="007D4A50"/>
    <w:rsid w:val="007E20B5"/>
    <w:rsid w:val="007E4019"/>
    <w:rsid w:val="007E4F0F"/>
    <w:rsid w:val="007E5CBB"/>
    <w:rsid w:val="007F72F9"/>
    <w:rsid w:val="0081000D"/>
    <w:rsid w:val="00810483"/>
    <w:rsid w:val="008165C9"/>
    <w:rsid w:val="00816F40"/>
    <w:rsid w:val="00823339"/>
    <w:rsid w:val="00826D90"/>
    <w:rsid w:val="008362D0"/>
    <w:rsid w:val="0083652C"/>
    <w:rsid w:val="00843B28"/>
    <w:rsid w:val="00844099"/>
    <w:rsid w:val="0085145D"/>
    <w:rsid w:val="00864C5F"/>
    <w:rsid w:val="008717ED"/>
    <w:rsid w:val="00881561"/>
    <w:rsid w:val="00882E85"/>
    <w:rsid w:val="008847A5"/>
    <w:rsid w:val="0088767C"/>
    <w:rsid w:val="008907C9"/>
    <w:rsid w:val="0089188E"/>
    <w:rsid w:val="00893FEC"/>
    <w:rsid w:val="00895603"/>
    <w:rsid w:val="008A192C"/>
    <w:rsid w:val="008B71C3"/>
    <w:rsid w:val="008C31CB"/>
    <w:rsid w:val="008C485C"/>
    <w:rsid w:val="008D32C0"/>
    <w:rsid w:val="008D5255"/>
    <w:rsid w:val="008D76F4"/>
    <w:rsid w:val="008F128E"/>
    <w:rsid w:val="009042E7"/>
    <w:rsid w:val="00916D02"/>
    <w:rsid w:val="00927BC8"/>
    <w:rsid w:val="0093714A"/>
    <w:rsid w:val="009373D4"/>
    <w:rsid w:val="00942493"/>
    <w:rsid w:val="00975A25"/>
    <w:rsid w:val="0098107E"/>
    <w:rsid w:val="00983D91"/>
    <w:rsid w:val="009848CD"/>
    <w:rsid w:val="00985FAF"/>
    <w:rsid w:val="009863AD"/>
    <w:rsid w:val="00996E8A"/>
    <w:rsid w:val="009A2564"/>
    <w:rsid w:val="009A5843"/>
    <w:rsid w:val="009B1452"/>
    <w:rsid w:val="009B38DE"/>
    <w:rsid w:val="009C315E"/>
    <w:rsid w:val="009C6BC4"/>
    <w:rsid w:val="009D0FDD"/>
    <w:rsid w:val="009D3E91"/>
    <w:rsid w:val="009D5D2A"/>
    <w:rsid w:val="009E3483"/>
    <w:rsid w:val="009F11B5"/>
    <w:rsid w:val="009F422D"/>
    <w:rsid w:val="009F70CD"/>
    <w:rsid w:val="00A17C0E"/>
    <w:rsid w:val="00A20197"/>
    <w:rsid w:val="00A21A90"/>
    <w:rsid w:val="00A2327E"/>
    <w:rsid w:val="00A24152"/>
    <w:rsid w:val="00A25D7E"/>
    <w:rsid w:val="00A26597"/>
    <w:rsid w:val="00A30E2E"/>
    <w:rsid w:val="00A359E9"/>
    <w:rsid w:val="00A43F6A"/>
    <w:rsid w:val="00A46561"/>
    <w:rsid w:val="00A50884"/>
    <w:rsid w:val="00A749A6"/>
    <w:rsid w:val="00A82D9B"/>
    <w:rsid w:val="00A83382"/>
    <w:rsid w:val="00A85C64"/>
    <w:rsid w:val="00A93196"/>
    <w:rsid w:val="00A96036"/>
    <w:rsid w:val="00AA4C0A"/>
    <w:rsid w:val="00AA4CBB"/>
    <w:rsid w:val="00AB14E5"/>
    <w:rsid w:val="00AC10E0"/>
    <w:rsid w:val="00AC3B10"/>
    <w:rsid w:val="00AC7753"/>
    <w:rsid w:val="00AD3875"/>
    <w:rsid w:val="00AD553A"/>
    <w:rsid w:val="00AE2A56"/>
    <w:rsid w:val="00AE5001"/>
    <w:rsid w:val="00AF2A32"/>
    <w:rsid w:val="00B0464D"/>
    <w:rsid w:val="00B04DD4"/>
    <w:rsid w:val="00B12039"/>
    <w:rsid w:val="00B12200"/>
    <w:rsid w:val="00B14923"/>
    <w:rsid w:val="00B21CD9"/>
    <w:rsid w:val="00B22DDD"/>
    <w:rsid w:val="00B250F0"/>
    <w:rsid w:val="00B33100"/>
    <w:rsid w:val="00B45ADC"/>
    <w:rsid w:val="00B5399F"/>
    <w:rsid w:val="00B53FF9"/>
    <w:rsid w:val="00B56819"/>
    <w:rsid w:val="00B7558D"/>
    <w:rsid w:val="00B81094"/>
    <w:rsid w:val="00B87245"/>
    <w:rsid w:val="00B87480"/>
    <w:rsid w:val="00B96F50"/>
    <w:rsid w:val="00BA65A2"/>
    <w:rsid w:val="00BB2E78"/>
    <w:rsid w:val="00BC18F6"/>
    <w:rsid w:val="00BC1C98"/>
    <w:rsid w:val="00BC789E"/>
    <w:rsid w:val="00BD62D3"/>
    <w:rsid w:val="00BE40C1"/>
    <w:rsid w:val="00BF600B"/>
    <w:rsid w:val="00C126CC"/>
    <w:rsid w:val="00C1354D"/>
    <w:rsid w:val="00C249F9"/>
    <w:rsid w:val="00C27C46"/>
    <w:rsid w:val="00C33B26"/>
    <w:rsid w:val="00C3577F"/>
    <w:rsid w:val="00C3581E"/>
    <w:rsid w:val="00C37564"/>
    <w:rsid w:val="00C571C1"/>
    <w:rsid w:val="00C60856"/>
    <w:rsid w:val="00C64C82"/>
    <w:rsid w:val="00C6550D"/>
    <w:rsid w:val="00C65C41"/>
    <w:rsid w:val="00C66B46"/>
    <w:rsid w:val="00C7159E"/>
    <w:rsid w:val="00C71715"/>
    <w:rsid w:val="00C830F0"/>
    <w:rsid w:val="00C962CA"/>
    <w:rsid w:val="00CA0394"/>
    <w:rsid w:val="00CA462E"/>
    <w:rsid w:val="00CB1366"/>
    <w:rsid w:val="00CC02A5"/>
    <w:rsid w:val="00CD5C5A"/>
    <w:rsid w:val="00CD71F2"/>
    <w:rsid w:val="00CE29E7"/>
    <w:rsid w:val="00CF39D1"/>
    <w:rsid w:val="00CF44C1"/>
    <w:rsid w:val="00CF6DCD"/>
    <w:rsid w:val="00D06572"/>
    <w:rsid w:val="00D07A21"/>
    <w:rsid w:val="00D1152B"/>
    <w:rsid w:val="00D21173"/>
    <w:rsid w:val="00D32C5D"/>
    <w:rsid w:val="00D422B1"/>
    <w:rsid w:val="00D53E55"/>
    <w:rsid w:val="00D67B80"/>
    <w:rsid w:val="00D70605"/>
    <w:rsid w:val="00D85982"/>
    <w:rsid w:val="00D85A06"/>
    <w:rsid w:val="00D95010"/>
    <w:rsid w:val="00DB3FD3"/>
    <w:rsid w:val="00DD24AA"/>
    <w:rsid w:val="00DF537C"/>
    <w:rsid w:val="00E03F0A"/>
    <w:rsid w:val="00E052C4"/>
    <w:rsid w:val="00E06925"/>
    <w:rsid w:val="00E162FC"/>
    <w:rsid w:val="00E4539E"/>
    <w:rsid w:val="00E52F33"/>
    <w:rsid w:val="00E71100"/>
    <w:rsid w:val="00E73ED1"/>
    <w:rsid w:val="00E75A4B"/>
    <w:rsid w:val="00E76D9F"/>
    <w:rsid w:val="00E85060"/>
    <w:rsid w:val="00E94A38"/>
    <w:rsid w:val="00E96FBE"/>
    <w:rsid w:val="00EA249D"/>
    <w:rsid w:val="00EA403D"/>
    <w:rsid w:val="00EA50A9"/>
    <w:rsid w:val="00EB0D51"/>
    <w:rsid w:val="00EB225D"/>
    <w:rsid w:val="00EB66D7"/>
    <w:rsid w:val="00EB69B8"/>
    <w:rsid w:val="00EC2F90"/>
    <w:rsid w:val="00EE4A1F"/>
    <w:rsid w:val="00EE6229"/>
    <w:rsid w:val="00EE7C69"/>
    <w:rsid w:val="00EF29E2"/>
    <w:rsid w:val="00EF3C54"/>
    <w:rsid w:val="00EF3D3D"/>
    <w:rsid w:val="00EF3E25"/>
    <w:rsid w:val="00EF732B"/>
    <w:rsid w:val="00F05769"/>
    <w:rsid w:val="00F0752A"/>
    <w:rsid w:val="00F2572F"/>
    <w:rsid w:val="00F25AB0"/>
    <w:rsid w:val="00F336FD"/>
    <w:rsid w:val="00F36A59"/>
    <w:rsid w:val="00F37E64"/>
    <w:rsid w:val="00F40A7F"/>
    <w:rsid w:val="00F423EC"/>
    <w:rsid w:val="00F45A6D"/>
    <w:rsid w:val="00F548A8"/>
    <w:rsid w:val="00F751B8"/>
    <w:rsid w:val="00F76C69"/>
    <w:rsid w:val="00F84EDF"/>
    <w:rsid w:val="00F8793A"/>
    <w:rsid w:val="00F9435A"/>
    <w:rsid w:val="00FA0EC3"/>
    <w:rsid w:val="00FA1B4C"/>
    <w:rsid w:val="00FC5F2A"/>
    <w:rsid w:val="00FC7438"/>
    <w:rsid w:val="00FC789B"/>
    <w:rsid w:val="00FD2BE7"/>
    <w:rsid w:val="00FE46E7"/>
    <w:rsid w:val="00FE73BF"/>
    <w:rsid w:val="00FF3113"/>
    <w:rsid w:val="00FF4CAC"/>
    <w:rsid w:val="00FF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06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C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541B"/>
    <w:pPr>
      <w:ind w:left="720"/>
    </w:pPr>
  </w:style>
  <w:style w:type="paragraph" w:customStyle="1" w:styleId="Default">
    <w:name w:val="Default"/>
    <w:uiPriority w:val="99"/>
    <w:rsid w:val="003256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FD3"/>
  </w:style>
  <w:style w:type="paragraph" w:styleId="Footer">
    <w:name w:val="footer"/>
    <w:basedOn w:val="Normal"/>
    <w:link w:val="Foot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3FD3"/>
  </w:style>
  <w:style w:type="paragraph" w:styleId="BalloonText">
    <w:name w:val="Balloon Text"/>
    <w:basedOn w:val="Normal"/>
    <w:link w:val="BalloonTextChar"/>
    <w:uiPriority w:val="99"/>
    <w:semiHidden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A8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B12039"/>
    <w:pPr>
      <w:widowControl w:val="0"/>
      <w:autoSpaceDE w:val="0"/>
      <w:autoSpaceDN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63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2258</TotalTime>
  <Pages>44</Pages>
  <Words>9383</Words>
  <Characters>-32766</Characters>
  <Application>Microsoft Office Outlook</Application>
  <DocSecurity>0</DocSecurity>
  <Lines>0</Lines>
  <Paragraphs>0</Paragraphs>
  <ScaleCrop>false</ScaleCrop>
  <Company>HomeLab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</dc:creator>
  <cp:keywords/>
  <dc:description/>
  <cp:lastModifiedBy>User</cp:lastModifiedBy>
  <cp:revision>75</cp:revision>
  <cp:lastPrinted>2017-10-17T11:10:00Z</cp:lastPrinted>
  <dcterms:created xsi:type="dcterms:W3CDTF">2017-09-05T14:11:00Z</dcterms:created>
  <dcterms:modified xsi:type="dcterms:W3CDTF">2017-11-01T09:22:00Z</dcterms:modified>
</cp:coreProperties>
</file>