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4D6" w:rsidRDefault="00D804D6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D804D6" w:rsidRDefault="00D804D6" w:rsidP="00246EF2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остановлением Администрации МО «Ленский муниципальный район»</w:t>
      </w:r>
    </w:p>
    <w:p w:rsidR="00D804D6" w:rsidRDefault="00D804D6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</w:t>
      </w: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МО «СОЙГИНСКОЕ»</w:t>
      </w:r>
    </w:p>
    <w:p w:rsidR="00D804D6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АРХАГЕЛЬ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ской области</w:t>
      </w:r>
    </w:p>
    <w:p w:rsidR="00D804D6" w:rsidRPr="007E5CBB" w:rsidRDefault="00D804D6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2018 – 2027 годы</w:t>
      </w:r>
    </w:p>
    <w:p w:rsidR="00D804D6" w:rsidRDefault="00D804D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804D6" w:rsidRDefault="00D804D6" w:rsidP="0072541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социальной и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МО «Сойгинское»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Архангель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ской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4"/>
        <w:gridCol w:w="5096"/>
      </w:tblGrid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096" w:type="dxa"/>
          </w:tcPr>
          <w:p w:rsidR="00D804D6" w:rsidRPr="006255CB" w:rsidRDefault="00D804D6" w:rsidP="00454A94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ойгинс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на 2018 – 2027 годы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Сойгинское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04D6" w:rsidRPr="006255CB" w:rsidRDefault="00D804D6" w:rsidP="002F1D64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ойгинское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Собрания  депутатов МО «Ленский муниципальный район» от 14.09.2016 № 146-н. 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0A6D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«Ленский муниципальный район» Архангельской области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165780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Яренск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Бр. Покровских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40A6D">
              <w:rPr>
                <w:rFonts w:ascii="Times New Roman" w:hAnsi="Times New Roman" w:cs="Times New Roman"/>
                <w:sz w:val="28"/>
                <w:szCs w:val="28"/>
              </w:rPr>
              <w:t>д. 19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804D6" w:rsidRPr="006255CB" w:rsidRDefault="00D804D6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D804D6" w:rsidRPr="006255CB" w:rsidRDefault="00D804D6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804D6" w:rsidRPr="006255CB" w:rsidRDefault="00D804D6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D804D6" w:rsidRPr="006255CB" w:rsidRDefault="00D804D6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номического развития района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5A3051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населения.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преодоления распространения наркомании и алкоголизма;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A3051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30500,0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</w:t>
            </w:r>
            <w:r w:rsidRPr="00345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25000,0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804D6" w:rsidRDefault="00D804D6" w:rsidP="00D851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 </w:t>
            </w:r>
            <w:r w:rsidRPr="00E7297D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500,00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04D6" w:rsidRPr="006255CB" w:rsidRDefault="00D804D6" w:rsidP="00D851CB">
            <w:pPr>
              <w:ind w:firstLine="25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1D5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A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тыс.рублей.</w:t>
            </w:r>
          </w:p>
        </w:tc>
      </w:tr>
      <w:tr w:rsidR="00D804D6" w:rsidRPr="006255CB">
        <w:tc>
          <w:tcPr>
            <w:tcW w:w="396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5096" w:type="dxa"/>
          </w:tcPr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804D6" w:rsidRPr="006255CB" w:rsidRDefault="00D804D6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D804D6" w:rsidRDefault="00D804D6" w:rsidP="007E5CB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4D6" w:rsidRPr="007E5CBB" w:rsidRDefault="00D804D6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МО «Сойгинское» составляет 112000 га. Численность населения по данным на 01.01.2017 – </w:t>
      </w:r>
      <w:r w:rsidRPr="00540A6D">
        <w:rPr>
          <w:rFonts w:ascii="Times New Roman" w:hAnsi="Times New Roman" w:cs="Times New Roman"/>
          <w:sz w:val="28"/>
          <w:szCs w:val="28"/>
        </w:rPr>
        <w:t>1121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804D6" w:rsidRDefault="00D804D6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45 населённых пунктов:</w:t>
      </w:r>
    </w:p>
    <w:p w:rsidR="00D804D6" w:rsidRPr="00F418DC" w:rsidRDefault="00D804D6" w:rsidP="002054BD">
      <w:pPr>
        <w:spacing w:line="276" w:lineRule="auto"/>
        <w:ind w:firstLine="709"/>
        <w:jc w:val="right"/>
      </w:pPr>
    </w:p>
    <w:tbl>
      <w:tblPr>
        <w:tblW w:w="0" w:type="auto"/>
        <w:tblInd w:w="-106" w:type="dxa"/>
        <w:tblLook w:val="00A0"/>
      </w:tblPr>
      <w:tblGrid>
        <w:gridCol w:w="866"/>
        <w:gridCol w:w="4536"/>
        <w:gridCol w:w="3791"/>
      </w:tblGrid>
      <w:tr w:rsidR="00D804D6" w:rsidRPr="00F418DC">
        <w:trPr>
          <w:trHeight w:val="45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4D6" w:rsidRPr="006255CB" w:rsidRDefault="00D804D6" w:rsidP="0031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6255CB" w:rsidRDefault="00D804D6" w:rsidP="002054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населенного пункта, чел.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Сойга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52-го Квартала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Белопашино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Бердышиха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Березовская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Бызовская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Вандыш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 xml:space="preserve">д. Германовская 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Горка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Григорьевская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Губинская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Дегилевская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Емельяновская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Заимка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 xml:space="preserve">п. Запань-Лупья 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Конюшевская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Коротовинская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Кочуринская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Кулига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Литвино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Литвино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Лупья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Мосеева Гора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Нефедовская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Нечаевская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Новоселова Гора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Рябово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Рязановская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Седуновская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Селивановская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Сендуга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с. Слободчиково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Слудка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Средняя Софроновская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Тимасова Гора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Устье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Ушаковская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Фоминская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Харинская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Чакула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Черныханы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Чернышевская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Шеинская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Шипино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Якимовская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04D6" w:rsidRPr="00AB055A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804D6" w:rsidRPr="00F418D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4D6" w:rsidRPr="002054BD" w:rsidRDefault="00D804D6" w:rsidP="003103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04D6" w:rsidRPr="003B74AC" w:rsidRDefault="00D804D6" w:rsidP="003103F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</w:tr>
    </w:tbl>
    <w:p w:rsidR="00D804D6" w:rsidRDefault="00D804D6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427F17" w:rsidRDefault="00D804D6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населения поселения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>1121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 62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>, от 7 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–98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>
        <w:rPr>
          <w:rFonts w:ascii="Times New Roman" w:hAnsi="Times New Roman" w:cs="Times New Roman"/>
          <w:sz w:val="28"/>
          <w:szCs w:val="28"/>
        </w:rPr>
        <w:t>от 16 до 17 лет включительно – 21 человек.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361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32,2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573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51,1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27F17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</w:rPr>
        <w:t xml:space="preserve">5,7 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населения)</w:t>
      </w:r>
      <w:r w:rsidRPr="00427F17">
        <w:rPr>
          <w:rFonts w:ascii="Times New Roman" w:hAnsi="Times New Roman" w:cs="Times New Roman"/>
          <w:sz w:val="28"/>
          <w:szCs w:val="28"/>
        </w:rPr>
        <w:t>.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427BBB" w:rsidRDefault="00D804D6" w:rsidP="00427BB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27BBB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4678"/>
        <w:gridCol w:w="1276"/>
        <w:gridCol w:w="1276"/>
        <w:gridCol w:w="1268"/>
      </w:tblGrid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(убыль)</w:t>
            </w:r>
          </w:p>
        </w:tc>
        <w:tc>
          <w:tcPr>
            <w:tcW w:w="1276" w:type="dxa"/>
          </w:tcPr>
          <w:p w:rsidR="00D804D6" w:rsidRPr="002B7A8E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4CC">
              <w:rPr>
                <w:rFonts w:ascii="Times New Roman" w:hAnsi="Times New Roman" w:cs="Times New Roman"/>
                <w:sz w:val="28"/>
                <w:szCs w:val="28"/>
              </w:rPr>
              <w:t>-53</w:t>
            </w:r>
          </w:p>
        </w:tc>
        <w:tc>
          <w:tcPr>
            <w:tcW w:w="1276" w:type="dxa"/>
          </w:tcPr>
          <w:p w:rsidR="00D804D6" w:rsidRPr="002B7A8E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944CC">
              <w:rPr>
                <w:rFonts w:ascii="Times New Roman" w:hAnsi="Times New Roman" w:cs="Times New Roman"/>
                <w:sz w:val="28"/>
                <w:szCs w:val="28"/>
              </w:rPr>
              <w:t>-18</w:t>
            </w:r>
          </w:p>
        </w:tc>
        <w:tc>
          <w:tcPr>
            <w:tcW w:w="1268" w:type="dxa"/>
          </w:tcPr>
          <w:p w:rsidR="00D804D6" w:rsidRPr="0007290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290B">
              <w:rPr>
                <w:rFonts w:ascii="Times New Roman" w:hAnsi="Times New Roman" w:cs="Times New Roman"/>
                <w:sz w:val="28"/>
                <w:szCs w:val="28"/>
              </w:rPr>
              <w:t>-28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выбыло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D804D6" w:rsidRPr="006255CB">
        <w:tc>
          <w:tcPr>
            <w:tcW w:w="562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(среднегодовая)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1216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1142</w:t>
            </w:r>
          </w:p>
        </w:tc>
      </w:tr>
    </w:tbl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F40A7F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Демографическая ситуация в поселении с 2014 года началась ухудшаться, </w:t>
      </w:r>
      <w:r w:rsidRPr="0007290B">
        <w:rPr>
          <w:rFonts w:ascii="Times New Roman" w:hAnsi="Times New Roman" w:cs="Times New Roman"/>
          <w:sz w:val="28"/>
          <w:szCs w:val="28"/>
        </w:rPr>
        <w:t>число умерших превышает число родившихся</w:t>
      </w:r>
      <w:r w:rsidRPr="00F40A7F">
        <w:rPr>
          <w:rFonts w:ascii="Times New Roman" w:hAnsi="Times New Roman" w:cs="Times New Roman"/>
          <w:sz w:val="28"/>
          <w:szCs w:val="28"/>
        </w:rPr>
        <w:t>. Баланс населения также ухудшается, из-за превышения числа убывших с территории, над числом прибывшим на территорию.</w:t>
      </w:r>
    </w:p>
    <w:p w:rsidR="00D804D6" w:rsidRDefault="00D804D6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40A7F">
        <w:rPr>
          <w:rFonts w:ascii="Times New Roman" w:hAnsi="Times New Roman" w:cs="Times New Roman"/>
          <w:sz w:val="28"/>
          <w:szCs w:val="28"/>
        </w:rPr>
        <w:t>евысокая рождаемость, объясняется следующими факторами: многократным повышением стоимости самообеспечения (питание, лечение, лекарства, одежда). С развалом экон</w:t>
      </w:r>
      <w:r>
        <w:rPr>
          <w:rFonts w:ascii="Times New Roman" w:hAnsi="Times New Roman" w:cs="Times New Roman"/>
          <w:sz w:val="28"/>
          <w:szCs w:val="28"/>
        </w:rPr>
        <w:t xml:space="preserve">омики, в период перестройки, </w:t>
      </w:r>
      <w:r w:rsidRPr="00F40A7F">
        <w:rPr>
          <w:rFonts w:ascii="Times New Roman" w:hAnsi="Times New Roman" w:cs="Times New Roman"/>
          <w:sz w:val="28"/>
          <w:szCs w:val="28"/>
        </w:rPr>
        <w:t>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В школах нет достаточного количество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учителей, в поселках с малой численностью закрыты школы, клубы.</w:t>
      </w:r>
    </w:p>
    <w:p w:rsidR="00D804D6" w:rsidRDefault="00D804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804D6" w:rsidRPr="00C1354D" w:rsidRDefault="00D804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D804D6" w:rsidRPr="00C1354D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>
        <w:rPr>
          <w:rFonts w:ascii="Times New Roman" w:hAnsi="Times New Roman" w:cs="Times New Roman"/>
          <w:sz w:val="28"/>
          <w:szCs w:val="28"/>
        </w:rPr>
        <w:t>0,391</w:t>
      </w:r>
      <w:r w:rsidRPr="00C1354D">
        <w:rPr>
          <w:rFonts w:ascii="Times New Roman" w:hAnsi="Times New Roman" w:cs="Times New Roman"/>
          <w:sz w:val="28"/>
          <w:szCs w:val="28"/>
        </w:rPr>
        <w:t>млн. рубл</w:t>
      </w:r>
      <w:r>
        <w:rPr>
          <w:rFonts w:ascii="Times New Roman" w:hAnsi="Times New Roman" w:cs="Times New Roman"/>
          <w:sz w:val="28"/>
          <w:szCs w:val="28"/>
        </w:rPr>
        <w:t>ей, что на 46% больше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0,267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804D6" w:rsidRPr="00C1354D" w:rsidRDefault="00D804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D804D6" w:rsidRPr="00C1354D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</w:t>
      </w:r>
      <w:r w:rsidRPr="0007290B">
        <w:rPr>
          <w:rFonts w:ascii="Times New Roman" w:hAnsi="Times New Roman" w:cs="Times New Roman"/>
          <w:sz w:val="28"/>
          <w:szCs w:val="28"/>
        </w:rPr>
        <w:t xml:space="preserve">из бюджета </w:t>
      </w: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D804D6" w:rsidRPr="00C1354D" w:rsidRDefault="00D804D6" w:rsidP="000347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>2438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40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от доходов 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6045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D804D6" w:rsidRPr="00C1354D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348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23% от доходов 2015 года</w:t>
      </w:r>
      <w:r w:rsidRPr="00C1354D">
        <w:rPr>
          <w:rFonts w:ascii="Times New Roman" w:hAnsi="Times New Roman" w:cs="Times New Roman"/>
          <w:sz w:val="28"/>
          <w:szCs w:val="28"/>
        </w:rPr>
        <w:t>,  (</w:t>
      </w:r>
      <w:r>
        <w:rPr>
          <w:rFonts w:ascii="Times New Roman" w:hAnsi="Times New Roman" w:cs="Times New Roman"/>
          <w:sz w:val="28"/>
          <w:szCs w:val="28"/>
        </w:rPr>
        <w:t>1486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D804D6" w:rsidRPr="00C1354D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</w:t>
      </w:r>
      <w:r>
        <w:rPr>
          <w:rFonts w:ascii="Times New Roman" w:hAnsi="Times New Roman" w:cs="Times New Roman"/>
          <w:sz w:val="28"/>
          <w:szCs w:val="28"/>
        </w:rPr>
        <w:t xml:space="preserve"> 2848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93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>
        <w:rPr>
          <w:rFonts w:ascii="Times New Roman" w:hAnsi="Times New Roman" w:cs="Times New Roman"/>
          <w:sz w:val="28"/>
          <w:szCs w:val="28"/>
        </w:rPr>
        <w:t>6041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</w:t>
      </w:r>
      <w:r>
        <w:rPr>
          <w:rFonts w:ascii="Times New Roman" w:hAnsi="Times New Roman" w:cs="Times New Roman"/>
          <w:sz w:val="28"/>
          <w:szCs w:val="28"/>
        </w:rPr>
        <w:t xml:space="preserve"> 96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D804D6" w:rsidRPr="00C1354D" w:rsidRDefault="00D804D6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D804D6" w:rsidRPr="00C1354D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составила </w:t>
      </w:r>
      <w:r>
        <w:rPr>
          <w:rFonts w:ascii="Times New Roman" w:hAnsi="Times New Roman" w:cs="Times New Roman"/>
          <w:sz w:val="28"/>
          <w:szCs w:val="28"/>
        </w:rPr>
        <w:t>184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>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>
        <w:rPr>
          <w:rFonts w:ascii="Times New Roman" w:hAnsi="Times New Roman" w:cs="Times New Roman"/>
          <w:sz w:val="28"/>
          <w:szCs w:val="28"/>
        </w:rPr>
        <w:t>29058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2,9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</w:t>
      </w:r>
      <w:r w:rsidRPr="00C1354D">
        <w:rPr>
          <w:rFonts w:ascii="Times New Roman" w:hAnsi="Times New Roman" w:cs="Times New Roman"/>
          <w:sz w:val="28"/>
          <w:szCs w:val="28"/>
        </w:rPr>
        <w:t>ьше по сравнению с аналогичным периодом предыдущего года (</w:t>
      </w:r>
      <w:r>
        <w:rPr>
          <w:rFonts w:ascii="Times New Roman" w:hAnsi="Times New Roman" w:cs="Times New Roman"/>
          <w:sz w:val="28"/>
          <w:szCs w:val="28"/>
        </w:rPr>
        <w:t>29935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лей, это связано с закрытием лесного участка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Фонд начисленной заработной платы работников снизился на </w:t>
      </w:r>
      <w:r>
        <w:rPr>
          <w:rFonts w:ascii="Times New Roman" w:hAnsi="Times New Roman" w:cs="Times New Roman"/>
          <w:sz w:val="28"/>
          <w:szCs w:val="28"/>
        </w:rPr>
        <w:t xml:space="preserve">23,6 </w:t>
      </w:r>
      <w:r w:rsidRPr="00C1354D">
        <w:rPr>
          <w:rFonts w:ascii="Times New Roman" w:hAnsi="Times New Roman" w:cs="Times New Roman"/>
          <w:sz w:val="28"/>
          <w:szCs w:val="28"/>
        </w:rPr>
        <w:t>% по сравнению с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годом (</w:t>
      </w:r>
      <w:r>
        <w:rPr>
          <w:rFonts w:ascii="Times New Roman" w:hAnsi="Times New Roman" w:cs="Times New Roman"/>
          <w:sz w:val="28"/>
          <w:szCs w:val="28"/>
        </w:rPr>
        <w:t>84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 и составил </w:t>
      </w:r>
      <w:r>
        <w:rPr>
          <w:rFonts w:ascii="Times New Roman" w:hAnsi="Times New Roman" w:cs="Times New Roman"/>
          <w:sz w:val="28"/>
          <w:szCs w:val="28"/>
        </w:rPr>
        <w:t>64,2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, что обусловлено снижением среднесписочной численности занятых в экономике.</w:t>
      </w:r>
    </w:p>
    <w:p w:rsidR="00D804D6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D804D6" w:rsidRDefault="00D804D6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>
        <w:rPr>
          <w:rFonts w:ascii="Times New Roman" w:hAnsi="Times New Roman" w:cs="Times New Roman"/>
          <w:sz w:val="28"/>
          <w:szCs w:val="28"/>
        </w:rPr>
        <w:t xml:space="preserve"> 14800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>
        <w:rPr>
          <w:rFonts w:ascii="Times New Roman" w:hAnsi="Times New Roman" w:cs="Times New Roman"/>
          <w:sz w:val="28"/>
          <w:szCs w:val="28"/>
        </w:rPr>
        <w:t xml:space="preserve">4,5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больше по сравнению с аналогичным периодом предыдущего года. 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_0___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D804D6" w:rsidRPr="00177F50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_0___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F50">
        <w:rPr>
          <w:rFonts w:ascii="Times New Roman" w:hAnsi="Times New Roman" w:cs="Times New Roman"/>
          <w:sz w:val="28"/>
          <w:szCs w:val="28"/>
        </w:rPr>
        <w:t>объектов общественно-делового назначения;</w:t>
      </w:r>
    </w:p>
    <w:p w:rsidR="00D804D6" w:rsidRPr="00177F50" w:rsidRDefault="00D804D6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F50">
        <w:rPr>
          <w:rFonts w:ascii="Times New Roman" w:hAnsi="Times New Roman" w:cs="Times New Roman"/>
          <w:sz w:val="28"/>
          <w:szCs w:val="28"/>
        </w:rPr>
        <w:t>__0__ тыс. м</w:t>
      </w:r>
      <w:r w:rsidRPr="00177F5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77F50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D804D6" w:rsidRDefault="00D804D6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F50">
        <w:rPr>
          <w:rFonts w:ascii="Times New Roman" w:hAnsi="Times New Roman" w:cs="Times New Roman"/>
          <w:sz w:val="28"/>
          <w:szCs w:val="28"/>
        </w:rPr>
        <w:t>_0___ тыс. м</w:t>
      </w:r>
      <w:r w:rsidRPr="00177F5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77F50">
        <w:rPr>
          <w:rFonts w:ascii="Times New Roman" w:hAnsi="Times New Roman" w:cs="Times New Roman"/>
          <w:sz w:val="28"/>
          <w:szCs w:val="28"/>
        </w:rPr>
        <w:t xml:space="preserve"> объектов производственного назначения.</w:t>
      </w:r>
    </w:p>
    <w:p w:rsidR="00D804D6" w:rsidRPr="00605DBD" w:rsidRDefault="00D804D6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2.3.Т</w:t>
      </w:r>
      <w:r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D804D6" w:rsidRPr="0055779E" w:rsidRDefault="00D804D6" w:rsidP="004866C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5779E"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</w:p>
    <w:p w:rsidR="00D804D6" w:rsidRPr="0055779E" w:rsidRDefault="00D804D6" w:rsidP="007A71F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5779E">
        <w:rPr>
          <w:rFonts w:ascii="Times New Roman" w:hAnsi="Times New Roman" w:cs="Times New Roman"/>
          <w:sz w:val="28"/>
          <w:szCs w:val="28"/>
          <w:lang w:eastAsia="ru-RU"/>
        </w:rPr>
        <w:t>На территории поселения находится 2 школы и 2 детских сада. Численность учащихся составляет 110 человек и 50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5779E">
        <w:rPr>
          <w:rFonts w:ascii="Times New Roman" w:hAnsi="Times New Roman" w:cs="Times New Roman"/>
          <w:sz w:val="28"/>
          <w:szCs w:val="28"/>
          <w:lang w:eastAsia="ru-RU"/>
        </w:rPr>
        <w:t xml:space="preserve">детей, посещающих детский сад.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"/>
        <w:gridCol w:w="2287"/>
        <w:gridCol w:w="1910"/>
        <w:gridCol w:w="1241"/>
        <w:gridCol w:w="1225"/>
        <w:gridCol w:w="2195"/>
      </w:tblGrid>
      <w:tr w:rsidR="00D804D6" w:rsidRPr="000D38F5">
        <w:tc>
          <w:tcPr>
            <w:tcW w:w="432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4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33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54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38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221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804D6" w:rsidRPr="000D38F5">
        <w:trPr>
          <w:trHeight w:val="1827"/>
        </w:trPr>
        <w:tc>
          <w:tcPr>
            <w:tcW w:w="432" w:type="dxa"/>
          </w:tcPr>
          <w:p w:rsidR="00D804D6" w:rsidRPr="007E7AA8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4" w:type="dxa"/>
          </w:tcPr>
          <w:p w:rsidR="00D804D6" w:rsidRPr="007E7AA8" w:rsidRDefault="00D804D6" w:rsidP="001D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«Сойгинская средняя  школа» </w:t>
            </w:r>
          </w:p>
        </w:tc>
        <w:tc>
          <w:tcPr>
            <w:tcW w:w="1933" w:type="dxa"/>
          </w:tcPr>
          <w:p w:rsidR="00D804D6" w:rsidRPr="007E7AA8" w:rsidRDefault="00D804D6" w:rsidP="001D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п. Сойга, ул. Центральная, 6</w:t>
            </w:r>
          </w:p>
        </w:tc>
        <w:tc>
          <w:tcPr>
            <w:tcW w:w="1254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D804D6" w:rsidRPr="007E7AA8" w:rsidRDefault="00D804D6" w:rsidP="00BC3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221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804D6" w:rsidRPr="000D38F5">
        <w:trPr>
          <w:trHeight w:val="1967"/>
        </w:trPr>
        <w:tc>
          <w:tcPr>
            <w:tcW w:w="432" w:type="dxa"/>
          </w:tcPr>
          <w:p w:rsidR="00D804D6" w:rsidRPr="007E7AA8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4" w:type="dxa"/>
          </w:tcPr>
          <w:p w:rsidR="00D804D6" w:rsidRPr="007E7AA8" w:rsidRDefault="00D804D6" w:rsidP="001D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«Литвиновская основная школа»</w:t>
            </w:r>
          </w:p>
        </w:tc>
        <w:tc>
          <w:tcPr>
            <w:tcW w:w="1933" w:type="dxa"/>
          </w:tcPr>
          <w:p w:rsidR="00D804D6" w:rsidRPr="007E7AA8" w:rsidRDefault="00D804D6" w:rsidP="001D4B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п. Литвино, ул Инжинерная, 19</w:t>
            </w:r>
          </w:p>
        </w:tc>
        <w:tc>
          <w:tcPr>
            <w:tcW w:w="1254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</w:tcPr>
          <w:p w:rsidR="00D804D6" w:rsidRPr="007E7AA8" w:rsidRDefault="00D804D6" w:rsidP="00BC3F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221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804D6" w:rsidRPr="000D38F5">
        <w:tc>
          <w:tcPr>
            <w:tcW w:w="432" w:type="dxa"/>
          </w:tcPr>
          <w:p w:rsidR="00D804D6" w:rsidRPr="007E7AA8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4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Сойгинский детский сад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20 "Алёнушка" МБОУ "Сойгинская СШ"</w:t>
            </w:r>
          </w:p>
        </w:tc>
        <w:tc>
          <w:tcPr>
            <w:tcW w:w="1933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165711, Архангельская область, Ленский район, п Сойга, ул Набережная, 6</w:t>
            </w:r>
          </w:p>
        </w:tc>
        <w:tc>
          <w:tcPr>
            <w:tcW w:w="1254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21" w:type="dxa"/>
          </w:tcPr>
          <w:p w:rsidR="00D804D6" w:rsidRPr="00595EF6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0D38F5">
        <w:trPr>
          <w:trHeight w:val="1474"/>
        </w:trPr>
        <w:tc>
          <w:tcPr>
            <w:tcW w:w="432" w:type="dxa"/>
          </w:tcPr>
          <w:p w:rsidR="00D804D6" w:rsidRPr="007E7AA8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4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Литвиновский детский сад №19 МБОУ "Литвиновская ОШ"</w:t>
            </w:r>
          </w:p>
        </w:tc>
        <w:tc>
          <w:tcPr>
            <w:tcW w:w="1933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165710, Архангельская область, Ленский район, п Литвино, ул Южная, 2</w:t>
            </w:r>
          </w:p>
        </w:tc>
        <w:tc>
          <w:tcPr>
            <w:tcW w:w="1254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</w:tcPr>
          <w:p w:rsidR="00D804D6" w:rsidRPr="007E7AA8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21" w:type="dxa"/>
          </w:tcPr>
          <w:p w:rsidR="00D804D6" w:rsidRPr="00595EF6" w:rsidRDefault="00D804D6" w:rsidP="008000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804D6" w:rsidRPr="00822E18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D804D6" w:rsidRPr="000D38F5">
        <w:tc>
          <w:tcPr>
            <w:tcW w:w="5240" w:type="dxa"/>
          </w:tcPr>
          <w:p w:rsidR="00D804D6" w:rsidRPr="000D38F5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2(4)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D804D6" w:rsidRPr="007E7AA8" w:rsidRDefault="00D804D6" w:rsidP="005C2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804D6" w:rsidRPr="000D38F5">
        <w:tc>
          <w:tcPr>
            <w:tcW w:w="5240" w:type="dxa"/>
          </w:tcPr>
          <w:p w:rsidR="00D804D6" w:rsidRPr="007E7AA8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D804D6" w:rsidRPr="007E7AA8" w:rsidRDefault="00D804D6" w:rsidP="005C2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8" w:type="dxa"/>
          </w:tcPr>
          <w:p w:rsidR="00D804D6" w:rsidRPr="007E7AA8" w:rsidRDefault="00D804D6" w:rsidP="00C715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A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D804D6" w:rsidRPr="000D38F5" w:rsidRDefault="00D804D6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804D6" w:rsidRPr="007E7AA8" w:rsidRDefault="00D804D6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7AA8">
        <w:rPr>
          <w:rFonts w:ascii="Times New Roman" w:hAnsi="Times New Roman" w:cs="Times New Roman"/>
          <w:sz w:val="28"/>
          <w:szCs w:val="28"/>
        </w:rPr>
        <w:t>Из приведенной таблицы виден небольшой спад учащихся в поселении. Данный показатель говорит об ухудшении демографической ситуации.</w:t>
      </w:r>
    </w:p>
    <w:p w:rsidR="00D804D6" w:rsidRPr="00E7297D" w:rsidRDefault="00D804D6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97D">
        <w:rPr>
          <w:rFonts w:ascii="Times New Roman" w:hAnsi="Times New Roman" w:cs="Times New Roman"/>
          <w:sz w:val="28"/>
          <w:szCs w:val="28"/>
        </w:rPr>
        <w:t>Педагогический состав. В школах трудится 30 педагогических работника. Средний возраст педагогических работников более 40 лет, на лицо старение и отток кадрового состава педагогов в поселении, почти нет молодых специалистов. Основными причинами данной ситуации является отсутствие бла</w:t>
      </w:r>
      <w:r>
        <w:rPr>
          <w:rFonts w:ascii="Times New Roman" w:hAnsi="Times New Roman" w:cs="Times New Roman"/>
          <w:sz w:val="28"/>
          <w:szCs w:val="28"/>
        </w:rPr>
        <w:t>гоустроенного жилья в поселении и производственных предприятий, организаций.</w:t>
      </w:r>
    </w:p>
    <w:p w:rsidR="00D804D6" w:rsidRDefault="00D804D6" w:rsidP="007A71F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D804D6" w:rsidRPr="00605DBD" w:rsidRDefault="00D804D6" w:rsidP="00B96F50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Pr="001458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Литвиновская врачебная амбулатория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. Жителям оказывается первая медицинская помощь.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9"/>
        <w:gridCol w:w="2723"/>
        <w:gridCol w:w="2144"/>
        <w:gridCol w:w="1321"/>
        <w:gridCol w:w="2350"/>
      </w:tblGrid>
      <w:tr w:rsidR="00D804D6" w:rsidRPr="006255CB">
        <w:tc>
          <w:tcPr>
            <w:tcW w:w="529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2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4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35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804D6" w:rsidRPr="006255CB">
        <w:tc>
          <w:tcPr>
            <w:tcW w:w="529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2144" w:type="dxa"/>
          </w:tcPr>
          <w:p w:rsidR="00D804D6" w:rsidRPr="00540A6D" w:rsidRDefault="00D804D6" w:rsidP="0014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6D">
              <w:rPr>
                <w:rFonts w:ascii="Times New Roman" w:hAnsi="Times New Roman" w:cs="Times New Roman"/>
                <w:sz w:val="24"/>
                <w:szCs w:val="24"/>
              </w:rPr>
              <w:t>п. Сойга</w:t>
            </w:r>
          </w:p>
        </w:tc>
        <w:tc>
          <w:tcPr>
            <w:tcW w:w="13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529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2144" w:type="dxa"/>
          </w:tcPr>
          <w:p w:rsidR="00D804D6" w:rsidRPr="00540A6D" w:rsidRDefault="00D804D6" w:rsidP="0014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6D">
              <w:rPr>
                <w:rFonts w:ascii="Times New Roman" w:hAnsi="Times New Roman" w:cs="Times New Roman"/>
                <w:sz w:val="24"/>
                <w:szCs w:val="24"/>
              </w:rPr>
              <w:t>п. Сойга</w:t>
            </w:r>
          </w:p>
        </w:tc>
        <w:tc>
          <w:tcPr>
            <w:tcW w:w="13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529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3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D804D6" w:rsidRPr="002968A9" w:rsidRDefault="00D804D6" w:rsidP="001458DD"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68A9">
              <w:rPr>
                <w:rFonts w:ascii="Times New Roman" w:hAnsi="Times New Roman" w:cs="Times New Roman"/>
                <w:sz w:val="24"/>
                <w:szCs w:val="24"/>
              </w:rPr>
              <w:t xml:space="preserve">. Запань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Лупья</w:t>
            </w:r>
          </w:p>
        </w:tc>
        <w:tc>
          <w:tcPr>
            <w:tcW w:w="13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529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3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144" w:type="dxa"/>
          </w:tcPr>
          <w:p w:rsidR="00D804D6" w:rsidRPr="002968A9" w:rsidRDefault="00D804D6" w:rsidP="001458DD"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68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Рябово</w:t>
            </w:r>
          </w:p>
        </w:tc>
        <w:tc>
          <w:tcPr>
            <w:tcW w:w="13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529" w:type="dxa"/>
          </w:tcPr>
          <w:p w:rsidR="00D804D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3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Литвиновская врачебная амбулатория</w:t>
            </w:r>
          </w:p>
        </w:tc>
        <w:tc>
          <w:tcPr>
            <w:tcW w:w="2144" w:type="dxa"/>
          </w:tcPr>
          <w:p w:rsidR="00D804D6" w:rsidRDefault="00D804D6" w:rsidP="00145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п.Литвино</w:t>
            </w:r>
          </w:p>
        </w:tc>
        <w:tc>
          <w:tcPr>
            <w:tcW w:w="1321" w:type="dxa"/>
          </w:tcPr>
          <w:p w:rsidR="00D804D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D804D6" w:rsidRPr="006255CB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804D6" w:rsidRPr="007E5CBB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D804D6" w:rsidRPr="006255CB">
        <w:tc>
          <w:tcPr>
            <w:tcW w:w="52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804D6" w:rsidRPr="006255CB">
        <w:tc>
          <w:tcPr>
            <w:tcW w:w="52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804D6" w:rsidRPr="006255CB">
        <w:tc>
          <w:tcPr>
            <w:tcW w:w="52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8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804D6" w:rsidRPr="006255CB">
        <w:tc>
          <w:tcPr>
            <w:tcW w:w="52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68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04D6" w:rsidRPr="006255CB">
        <w:tc>
          <w:tcPr>
            <w:tcW w:w="52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8" w:type="dxa"/>
          </w:tcPr>
          <w:p w:rsidR="00D804D6" w:rsidRPr="006255CB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D804D6" w:rsidRPr="008717ED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4D6" w:rsidRDefault="00D804D6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D804D6" w:rsidRPr="00345A4A" w:rsidRDefault="00D804D6" w:rsidP="00594B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4D6" w:rsidRPr="00595EF6" w:rsidRDefault="00D804D6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 w:rsidRPr="00595EF6"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"/>
        <w:gridCol w:w="2559"/>
        <w:gridCol w:w="2112"/>
        <w:gridCol w:w="1304"/>
        <w:gridCol w:w="2580"/>
      </w:tblGrid>
      <w:tr w:rsidR="00D804D6" w:rsidRPr="00595EF6"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D804D6" w:rsidRPr="00595EF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12" w:type="dxa"/>
          </w:tcPr>
          <w:p w:rsidR="00D804D6" w:rsidRPr="00595EF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04" w:type="dxa"/>
          </w:tcPr>
          <w:p w:rsidR="00D804D6" w:rsidRPr="00595EF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595EF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580" w:type="dxa"/>
          </w:tcPr>
          <w:p w:rsidR="00D804D6" w:rsidRPr="00595EF6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804D6" w:rsidRPr="000D38F5">
        <w:trPr>
          <w:trHeight w:val="590"/>
        </w:trPr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D804D6" w:rsidRPr="00595EF6" w:rsidRDefault="00D804D6" w:rsidP="00145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«Сойгинская СШ»</w:t>
            </w:r>
          </w:p>
        </w:tc>
        <w:tc>
          <w:tcPr>
            <w:tcW w:w="2112" w:type="dxa"/>
          </w:tcPr>
          <w:p w:rsidR="00D804D6" w:rsidRPr="00595EF6" w:rsidRDefault="00D804D6" w:rsidP="00455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п. Сойга, ул.  Центральная, д.6</w:t>
            </w:r>
          </w:p>
        </w:tc>
        <w:tc>
          <w:tcPr>
            <w:tcW w:w="1304" w:type="dxa"/>
            <w:vAlign w:val="center"/>
          </w:tcPr>
          <w:p w:rsidR="00D804D6" w:rsidRPr="00595EF6" w:rsidRDefault="00D804D6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80" w:type="dxa"/>
            <w:vAlign w:val="center"/>
          </w:tcPr>
          <w:p w:rsidR="00D804D6" w:rsidRPr="00595EF6" w:rsidRDefault="00D804D6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Требуется проведение капитального ремонта</w:t>
            </w:r>
          </w:p>
        </w:tc>
      </w:tr>
      <w:tr w:rsidR="00D804D6" w:rsidRPr="00595EF6"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D804D6" w:rsidRPr="00595EF6" w:rsidRDefault="00D804D6" w:rsidP="0014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«Литвиновская  ОШ»</w:t>
            </w:r>
          </w:p>
        </w:tc>
        <w:tc>
          <w:tcPr>
            <w:tcW w:w="2112" w:type="dxa"/>
          </w:tcPr>
          <w:p w:rsidR="00D804D6" w:rsidRPr="00595EF6" w:rsidRDefault="00D804D6" w:rsidP="004279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 xml:space="preserve">п. Литвино, ул. </w:t>
            </w:r>
          </w:p>
          <w:p w:rsidR="00D804D6" w:rsidRPr="00595EF6" w:rsidRDefault="00D804D6" w:rsidP="0014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Инженерная, д. 19</w:t>
            </w:r>
          </w:p>
        </w:tc>
        <w:tc>
          <w:tcPr>
            <w:tcW w:w="1304" w:type="dxa"/>
            <w:vAlign w:val="center"/>
          </w:tcPr>
          <w:p w:rsidR="00D804D6" w:rsidRPr="00595EF6" w:rsidRDefault="00D804D6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</w:tc>
        <w:tc>
          <w:tcPr>
            <w:tcW w:w="2580" w:type="dxa"/>
            <w:vAlign w:val="center"/>
          </w:tcPr>
          <w:p w:rsidR="00D804D6" w:rsidRPr="00595EF6" w:rsidRDefault="00D804D6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0D38F5"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D804D6" w:rsidRPr="00595EF6" w:rsidRDefault="00D804D6" w:rsidP="0014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«Сойгинская  СШ»</w:t>
            </w:r>
          </w:p>
        </w:tc>
        <w:tc>
          <w:tcPr>
            <w:tcW w:w="2112" w:type="dxa"/>
          </w:tcPr>
          <w:p w:rsidR="00D804D6" w:rsidRPr="00595EF6" w:rsidRDefault="00D804D6" w:rsidP="004279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п. Сойга, ул.  Центральная, д.6</w:t>
            </w:r>
          </w:p>
        </w:tc>
        <w:tc>
          <w:tcPr>
            <w:tcW w:w="1304" w:type="dxa"/>
            <w:vAlign w:val="center"/>
          </w:tcPr>
          <w:p w:rsidR="00D804D6" w:rsidRPr="00595EF6" w:rsidRDefault="00D804D6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2580" w:type="dxa"/>
            <w:vAlign w:val="center"/>
          </w:tcPr>
          <w:p w:rsidR="00D804D6" w:rsidRPr="00595EF6" w:rsidRDefault="00D804D6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0D38F5"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D804D6" w:rsidRPr="00595EF6" w:rsidRDefault="00D804D6" w:rsidP="008378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Мини-футбольная площадка</w:t>
            </w:r>
          </w:p>
        </w:tc>
        <w:tc>
          <w:tcPr>
            <w:tcW w:w="2112" w:type="dxa"/>
          </w:tcPr>
          <w:p w:rsidR="00D804D6" w:rsidRPr="00595EF6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д. Белопашино, ул. Набережная</w:t>
            </w:r>
          </w:p>
        </w:tc>
        <w:tc>
          <w:tcPr>
            <w:tcW w:w="1304" w:type="dxa"/>
            <w:vAlign w:val="center"/>
          </w:tcPr>
          <w:p w:rsidR="00D804D6" w:rsidRPr="00595EF6" w:rsidRDefault="00D804D6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80" w:type="dxa"/>
            <w:vAlign w:val="center"/>
          </w:tcPr>
          <w:p w:rsidR="00D804D6" w:rsidRPr="00595EF6" w:rsidRDefault="00D804D6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0D38F5">
        <w:tc>
          <w:tcPr>
            <w:tcW w:w="512" w:type="dxa"/>
          </w:tcPr>
          <w:p w:rsidR="00D804D6" w:rsidRPr="00595EF6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D804D6" w:rsidRPr="00595EF6" w:rsidRDefault="00D804D6" w:rsidP="008378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Досуговый клуб «От мала до велика»</w:t>
            </w:r>
          </w:p>
        </w:tc>
        <w:tc>
          <w:tcPr>
            <w:tcW w:w="2112" w:type="dxa"/>
          </w:tcPr>
          <w:p w:rsidR="00D804D6" w:rsidRPr="00595EF6" w:rsidRDefault="00D804D6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д. Белопашино</w:t>
            </w:r>
          </w:p>
        </w:tc>
        <w:tc>
          <w:tcPr>
            <w:tcW w:w="1304" w:type="dxa"/>
            <w:vAlign w:val="center"/>
          </w:tcPr>
          <w:p w:rsidR="00D804D6" w:rsidRPr="00595EF6" w:rsidRDefault="00D804D6" w:rsidP="00282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2E1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580" w:type="dxa"/>
            <w:vAlign w:val="center"/>
          </w:tcPr>
          <w:p w:rsidR="00D804D6" w:rsidRPr="00595EF6" w:rsidRDefault="00D804D6" w:rsidP="00234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804D6" w:rsidRPr="005701C1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701C1">
        <w:rPr>
          <w:rFonts w:ascii="Times New Roman" w:hAnsi="Times New Roman" w:cs="Times New Roman"/>
          <w:sz w:val="28"/>
          <w:szCs w:val="28"/>
        </w:rPr>
        <w:t xml:space="preserve"> поселении ведется спортивная работа:</w:t>
      </w:r>
    </w:p>
    <w:p w:rsidR="00D804D6" w:rsidRPr="005701C1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школе имеется площадка, где проводятся игры и соревнования по волейболу, баскетболу, футболу, военно-спортивные соревнования и т.д.</w:t>
      </w:r>
    </w:p>
    <w:p w:rsidR="00D804D6" w:rsidRPr="005701C1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D804D6" w:rsidRPr="005701C1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D804D6" w:rsidRPr="005701C1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D804D6" w:rsidRDefault="00D804D6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100 </w:t>
      </w:r>
      <w:r w:rsidRPr="005701C1">
        <w:rPr>
          <w:rFonts w:ascii="Times New Roman" w:hAnsi="Times New Roman" w:cs="Times New Roman"/>
          <w:sz w:val="28"/>
          <w:szCs w:val="28"/>
        </w:rPr>
        <w:t>% населения по существующим нормативам на количество населения в поселении.</w:t>
      </w:r>
    </w:p>
    <w:p w:rsidR="00D804D6" w:rsidRDefault="00D804D6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D804D6" w:rsidRPr="00664401" w:rsidRDefault="00D804D6" w:rsidP="008378C5">
      <w:pPr>
        <w:numPr>
          <w:ilvl w:val="0"/>
          <w:numId w:val="2"/>
        </w:numPr>
        <w:spacing w:after="0" w:line="276" w:lineRule="auto"/>
        <w:ind w:left="0" w:firstLine="709"/>
        <w:jc w:val="both"/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  <w:r w:rsidRPr="008378C5">
        <w:rPr>
          <w:spacing w:val="5"/>
        </w:rPr>
        <w:t xml:space="preserve"> </w:t>
      </w:r>
    </w:p>
    <w:p w:rsidR="00D804D6" w:rsidRPr="0079318F" w:rsidRDefault="00D804D6" w:rsidP="00664401">
      <w:pPr>
        <w:spacing w:after="0" w:line="276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клуба</w:t>
      </w:r>
      <w:r w:rsidRPr="0066440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п.Сойга, </w:t>
      </w:r>
      <w:r w:rsidRPr="00664401">
        <w:rPr>
          <w:rFonts w:ascii="Times New Roman" w:hAnsi="Times New Roman" w:cs="Times New Roman"/>
          <w:sz w:val="28"/>
          <w:szCs w:val="28"/>
        </w:rPr>
        <w:t>д. Белопашино</w:t>
      </w:r>
      <w:r>
        <w:rPr>
          <w:rFonts w:ascii="Times New Roman" w:hAnsi="Times New Roman" w:cs="Times New Roman"/>
          <w:sz w:val="28"/>
          <w:szCs w:val="28"/>
        </w:rPr>
        <w:t>, п. Литвино</w:t>
      </w:r>
      <w:r w:rsidRPr="0066440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01">
        <w:rPr>
          <w:rFonts w:ascii="Times New Roman" w:hAnsi="Times New Roman" w:cs="Times New Roman"/>
          <w:sz w:val="28"/>
          <w:szCs w:val="28"/>
        </w:rPr>
        <w:t>и 3 библиотеки (п. Сойга, п. 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64401">
        <w:rPr>
          <w:rFonts w:ascii="Times New Roman" w:hAnsi="Times New Roman" w:cs="Times New Roman"/>
          <w:sz w:val="28"/>
          <w:szCs w:val="28"/>
        </w:rPr>
        <w:t>твино,</w:t>
      </w:r>
      <w:r>
        <w:rPr>
          <w:rFonts w:ascii="Times New Roman" w:hAnsi="Times New Roman" w:cs="Times New Roman"/>
          <w:sz w:val="28"/>
          <w:szCs w:val="28"/>
        </w:rPr>
        <w:t xml:space="preserve"> д. Белопашино</w:t>
      </w:r>
      <w:r w:rsidRPr="00664401">
        <w:rPr>
          <w:rFonts w:ascii="Times New Roman" w:hAnsi="Times New Roman" w:cs="Times New Roman"/>
          <w:sz w:val="28"/>
          <w:szCs w:val="28"/>
        </w:rPr>
        <w:t>).</w:t>
      </w:r>
    </w:p>
    <w:p w:rsidR="00D804D6" w:rsidRDefault="00D804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6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5"/>
        <w:gridCol w:w="1977"/>
        <w:gridCol w:w="2043"/>
        <w:gridCol w:w="2259"/>
        <w:gridCol w:w="2350"/>
      </w:tblGrid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3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24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35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03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«Белопашинский клуб»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д. Белопашино ул. Центральная д.4</w:t>
            </w:r>
          </w:p>
        </w:tc>
        <w:tc>
          <w:tcPr>
            <w:tcW w:w="2243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«Сойгинский клуб»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п. Сойга</w:t>
            </w:r>
          </w:p>
        </w:tc>
        <w:tc>
          <w:tcPr>
            <w:tcW w:w="2243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88 посадочных мест</w:t>
            </w:r>
          </w:p>
        </w:tc>
        <w:tc>
          <w:tcPr>
            <w:tcW w:w="2350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здания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«Литвиновский клуб»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165710 Архангельская область Ленский район п. Литвино</w:t>
            </w:r>
          </w:p>
        </w:tc>
        <w:tc>
          <w:tcPr>
            <w:tcW w:w="2243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D804D6" w:rsidRPr="00C506AC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032" w:type="dxa"/>
          </w:tcPr>
          <w:p w:rsidR="00D804D6" w:rsidRPr="00664401" w:rsidRDefault="00D804D6" w:rsidP="0066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3" w:type="dxa"/>
          </w:tcPr>
          <w:p w:rsidR="00D804D6" w:rsidRPr="001944CC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350" w:type="dxa"/>
          </w:tcPr>
          <w:p w:rsidR="00D804D6" w:rsidRPr="001944CC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rPr>
                <w:rFonts w:ascii="Times New Roman" w:hAnsi="Times New Roman" w:cs="Times New Roman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«Сойгинская библиотека»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п. Сойга ул. Набережная, 6</w:t>
            </w:r>
          </w:p>
        </w:tc>
        <w:tc>
          <w:tcPr>
            <w:tcW w:w="2243" w:type="dxa"/>
          </w:tcPr>
          <w:p w:rsidR="00D804D6" w:rsidRPr="00262678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678">
              <w:rPr>
                <w:rFonts w:ascii="Times New Roman" w:hAnsi="Times New Roman" w:cs="Times New Roman"/>
                <w:sz w:val="24"/>
                <w:szCs w:val="24"/>
              </w:rPr>
              <w:t>4261/301</w:t>
            </w:r>
          </w:p>
        </w:tc>
        <w:tc>
          <w:tcPr>
            <w:tcW w:w="2350" w:type="dxa"/>
          </w:tcPr>
          <w:p w:rsidR="00D804D6" w:rsidRPr="007C0A33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«Белопащинская библиотека»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д. Белопашино ул. Центральная д.4</w:t>
            </w:r>
          </w:p>
        </w:tc>
        <w:tc>
          <w:tcPr>
            <w:tcW w:w="2243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2611/118</w:t>
            </w:r>
          </w:p>
        </w:tc>
        <w:tc>
          <w:tcPr>
            <w:tcW w:w="2350" w:type="dxa"/>
          </w:tcPr>
          <w:p w:rsidR="00D804D6" w:rsidRPr="007C0A33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804D6" w:rsidRPr="006255CB">
        <w:tc>
          <w:tcPr>
            <w:tcW w:w="465" w:type="dxa"/>
          </w:tcPr>
          <w:p w:rsidR="00D804D6" w:rsidRPr="006255CB" w:rsidRDefault="00D804D6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«Литвиновская библиотека»</w:t>
            </w:r>
          </w:p>
        </w:tc>
        <w:tc>
          <w:tcPr>
            <w:tcW w:w="2032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165710 Архангельская область Ленский район п. Литвино ул. Школьная, 5</w:t>
            </w:r>
          </w:p>
        </w:tc>
        <w:tc>
          <w:tcPr>
            <w:tcW w:w="2243" w:type="dxa"/>
          </w:tcPr>
          <w:p w:rsidR="00D804D6" w:rsidRPr="00C506AC" w:rsidRDefault="00D804D6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4240/216</w:t>
            </w:r>
          </w:p>
        </w:tc>
        <w:tc>
          <w:tcPr>
            <w:tcW w:w="2350" w:type="dxa"/>
          </w:tcPr>
          <w:p w:rsidR="00D804D6" w:rsidRPr="007C0A33" w:rsidRDefault="00D804D6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804D6" w:rsidRDefault="00D804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826D90" w:rsidRDefault="00D804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В Доме культуры поселения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D804D6" w:rsidRPr="00826D90" w:rsidRDefault="00D804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Одним из основных направлений работы является работа по организации досуга детей и подростков.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D804D6" w:rsidRPr="00826D90" w:rsidRDefault="00D804D6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D804D6" w:rsidRDefault="00D804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D804D6" w:rsidRDefault="00D804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Default="00D804D6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804D6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D804D6" w:rsidRPr="000D38F5" w:rsidRDefault="00D804D6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8F5">
        <w:rPr>
          <w:rFonts w:ascii="Times New Roman" w:hAnsi="Times New Roman" w:cs="Times New Roman"/>
          <w:sz w:val="28"/>
          <w:szCs w:val="28"/>
        </w:rPr>
        <w:t>Таблица 2.4.1. Уровень обеспеченности социальными объектами и доступности социальных объектов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7"/>
        <w:gridCol w:w="2585"/>
        <w:gridCol w:w="3603"/>
        <w:gridCol w:w="2551"/>
        <w:gridCol w:w="2835"/>
        <w:gridCol w:w="2410"/>
      </w:tblGrid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258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85" w:type="dxa"/>
          </w:tcPr>
          <w:p w:rsidR="00D804D6" w:rsidRPr="00C011D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образования: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2835" w:type="dxa"/>
          </w:tcPr>
          <w:p w:rsidR="00D804D6" w:rsidRDefault="00D804D6" w:rsidP="00400F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F8A">
              <w:rPr>
                <w:rFonts w:ascii="Times New Roman" w:hAnsi="Times New Roman" w:cs="Times New Roman"/>
                <w:sz w:val="24"/>
                <w:szCs w:val="24"/>
              </w:rPr>
              <w:t xml:space="preserve">65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F8A">
              <w:rPr>
                <w:rFonts w:ascii="Times New Roman" w:hAnsi="Times New Roman" w:cs="Times New Roman"/>
                <w:sz w:val="24"/>
                <w:szCs w:val="24"/>
              </w:rPr>
              <w:t>на 50 детей</w:t>
            </w:r>
            <w:r w:rsidRPr="00C64C82">
              <w:rPr>
                <w:rFonts w:ascii="Times New Roman" w:hAnsi="Times New Roman" w:cs="Times New Roman"/>
              </w:rPr>
              <w:t xml:space="preserve"> в возрасте от 3 до 7 лет</w:t>
            </w:r>
          </w:p>
          <w:p w:rsidR="00D804D6" w:rsidRPr="00400F8A" w:rsidRDefault="00D804D6" w:rsidP="0040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3603" w:type="dxa"/>
          </w:tcPr>
          <w:p w:rsidR="00D804D6" w:rsidRPr="005E176A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  <w:tc>
          <w:tcPr>
            <w:tcW w:w="2835" w:type="dxa"/>
          </w:tcPr>
          <w:p w:rsidR="00D804D6" w:rsidRDefault="00D804D6" w:rsidP="0040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051">
              <w:rPr>
                <w:rFonts w:ascii="Times New Roman" w:hAnsi="Times New Roman" w:cs="Times New Roman"/>
                <w:sz w:val="24"/>
                <w:szCs w:val="24"/>
              </w:rPr>
              <w:t xml:space="preserve">500 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051">
              <w:rPr>
                <w:rFonts w:ascii="Times New Roman" w:hAnsi="Times New Roman" w:cs="Times New Roman"/>
                <w:sz w:val="24"/>
                <w:szCs w:val="24"/>
              </w:rPr>
              <w:t xml:space="preserve">на 110 учащихся </w:t>
            </w:r>
          </w:p>
          <w:p w:rsidR="00D804D6" w:rsidRPr="005A3051" w:rsidRDefault="00D804D6" w:rsidP="00400F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  <w:vAlign w:val="center"/>
          </w:tcPr>
          <w:p w:rsidR="00D804D6" w:rsidRPr="00015AEE" w:rsidRDefault="00D804D6" w:rsidP="0017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EE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85" w:type="dxa"/>
          </w:tcPr>
          <w:p w:rsidR="00D804D6" w:rsidRPr="00C011D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здравоохранения: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мбулатории</w:t>
            </w:r>
          </w:p>
        </w:tc>
        <w:tc>
          <w:tcPr>
            <w:tcW w:w="3603" w:type="dxa"/>
          </w:tcPr>
          <w:p w:rsidR="00D804D6" w:rsidRPr="005E176A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  <w:tc>
          <w:tcPr>
            <w:tcW w:w="2835" w:type="dxa"/>
          </w:tcPr>
          <w:p w:rsidR="00D804D6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44,5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4C82">
              <w:rPr>
                <w:rFonts w:ascii="Times New Roman" w:hAnsi="Times New Roman" w:cs="Times New Roman"/>
              </w:rPr>
              <w:t xml:space="preserve">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 xml:space="preserve">30-минутная транспортная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074F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D804D6" w:rsidRPr="00337A99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Пункты скорой медицинской помощи</w:t>
            </w:r>
          </w:p>
        </w:tc>
        <w:tc>
          <w:tcPr>
            <w:tcW w:w="3603" w:type="dxa"/>
          </w:tcPr>
          <w:p w:rsidR="00D804D6" w:rsidRPr="005E176A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2551" w:type="dxa"/>
          </w:tcPr>
          <w:p w:rsidR="00D804D6" w:rsidRPr="00337A9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2835" w:type="dxa"/>
          </w:tcPr>
          <w:p w:rsidR="00D804D6" w:rsidRPr="00337A99" w:rsidRDefault="00D804D6" w:rsidP="00DB0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1,12 тыс.жителей</w:t>
            </w:r>
          </w:p>
        </w:tc>
        <w:tc>
          <w:tcPr>
            <w:tcW w:w="2410" w:type="dxa"/>
          </w:tcPr>
          <w:p w:rsidR="00D804D6" w:rsidRPr="00337A9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85" w:type="dxa"/>
          </w:tcPr>
          <w:p w:rsidR="00D804D6" w:rsidRPr="00C011D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vAlign w:val="center"/>
          </w:tcPr>
          <w:p w:rsidR="00D804D6" w:rsidRPr="00337A99" w:rsidRDefault="00D804D6" w:rsidP="0017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BCA">
              <w:rPr>
                <w:rFonts w:ascii="Times New Roman" w:hAnsi="Times New Roman" w:cs="Times New Roman"/>
              </w:rPr>
              <w:t>1950</w:t>
            </w:r>
            <w:r>
              <w:rPr>
                <w:rFonts w:ascii="Times New Roman" w:hAnsi="Times New Roman" w:cs="Times New Roman"/>
              </w:rPr>
              <w:t xml:space="preserve"> кв.м. </w:t>
            </w:r>
            <w:r w:rsidRPr="00722BCA">
              <w:rPr>
                <w:rFonts w:ascii="Times New Roman" w:hAnsi="Times New Roman" w:cs="Times New Roman"/>
              </w:rPr>
              <w:t xml:space="preserve"> на 1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2835" w:type="dxa"/>
          </w:tcPr>
          <w:p w:rsidR="00D804D6" w:rsidRPr="006255CB" w:rsidRDefault="00D804D6" w:rsidP="00822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4960 кв.м. на 1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D804D6" w:rsidRPr="00337A99" w:rsidRDefault="00D804D6" w:rsidP="0017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кв.м на 1тыс. 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2835" w:type="dxa"/>
          </w:tcPr>
          <w:p w:rsidR="00D804D6" w:rsidRPr="006255CB" w:rsidRDefault="00D804D6" w:rsidP="00822E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кв.м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D804D6" w:rsidRPr="006255CB">
        <w:tc>
          <w:tcPr>
            <w:tcW w:w="547" w:type="dxa"/>
          </w:tcPr>
          <w:p w:rsidR="00D804D6" w:rsidRPr="00337A9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85" w:type="dxa"/>
          </w:tcPr>
          <w:p w:rsidR="00D804D6" w:rsidRPr="00C011D9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11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культуры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dxa"/>
            <w:vAlign w:val="center"/>
          </w:tcPr>
          <w:p w:rsidR="00D804D6" w:rsidRPr="00337A99" w:rsidRDefault="00D804D6" w:rsidP="0017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C64C82"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04D6" w:rsidRPr="006255CB" w:rsidRDefault="00D804D6" w:rsidP="00DB0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11,11 тыс ед. экз. на 1,12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4D6" w:rsidRPr="006255CB">
        <w:tc>
          <w:tcPr>
            <w:tcW w:w="547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dxa"/>
            <w:vAlign w:val="center"/>
          </w:tcPr>
          <w:p w:rsidR="00D804D6" w:rsidRPr="00337A99" w:rsidRDefault="00D804D6" w:rsidP="00177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</w:p>
        </w:tc>
        <w:tc>
          <w:tcPr>
            <w:tcW w:w="3603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551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804D6" w:rsidRPr="006255CB" w:rsidRDefault="00D804D6" w:rsidP="00DB0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мест на 1,12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410" w:type="dxa"/>
          </w:tcPr>
          <w:p w:rsidR="00D804D6" w:rsidRPr="006255CB" w:rsidRDefault="00D804D6" w:rsidP="00177F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4D6" w:rsidRPr="00337A99" w:rsidRDefault="00D804D6" w:rsidP="00337A99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337A99">
        <w:rPr>
          <w:rFonts w:ascii="Times New Roman" w:hAnsi="Times New Roman" w:cs="Times New Roman"/>
          <w:i/>
          <w:iCs/>
          <w:sz w:val="20"/>
          <w:szCs w:val="20"/>
        </w:rPr>
        <w:t>* с учетом объектов при общеобразовательных школах.</w:t>
      </w:r>
    </w:p>
    <w:p w:rsidR="00D804D6" w:rsidRPr="00325648" w:rsidRDefault="00D804D6" w:rsidP="003256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Default="00D804D6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недостаточность обеспечения населения Сойгинского поселения следующими объектами социального назначения: спортивные залы</w:t>
      </w:r>
    </w:p>
    <w:p w:rsidR="00D804D6" w:rsidRDefault="00D804D6" w:rsidP="00E03F0A">
      <w:pPr>
        <w:jc w:val="both"/>
        <w:rPr>
          <w:rFonts w:ascii="Times New Roman" w:hAnsi="Times New Roman" w:cs="Times New Roman"/>
          <w:sz w:val="28"/>
          <w:szCs w:val="28"/>
        </w:rPr>
        <w:sectPr w:rsidR="00D804D6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_________________________________________.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D804D6" w:rsidRPr="00CD71F2" w:rsidRDefault="00D804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804D6" w:rsidRPr="00CD71F2" w:rsidRDefault="00D804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существующем генеральном плане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D71F2">
        <w:rPr>
          <w:rFonts w:ascii="Times New Roman" w:hAnsi="Times New Roman" w:cs="Times New Roman"/>
          <w:sz w:val="28"/>
          <w:szCs w:val="28"/>
        </w:rPr>
        <w:t xml:space="preserve">, предлагается следующее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(2032 г.) </w:t>
      </w:r>
      <w:r w:rsidRPr="00CD71F2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1085</w:t>
      </w:r>
      <w:r w:rsidRPr="00CD71F2">
        <w:rPr>
          <w:rFonts w:ascii="Times New Roman" w:hAnsi="Times New Roman" w:cs="Times New Roman"/>
          <w:sz w:val="28"/>
          <w:szCs w:val="28"/>
        </w:rPr>
        <w:t xml:space="preserve"> человек, на первую очередь строительства (20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г.) – </w:t>
      </w:r>
      <w:r w:rsidRPr="00822E18">
        <w:rPr>
          <w:rFonts w:ascii="Times New Roman" w:hAnsi="Times New Roman" w:cs="Times New Roman"/>
          <w:sz w:val="28"/>
          <w:szCs w:val="28"/>
        </w:rPr>
        <w:t>1060 ч</w:t>
      </w:r>
      <w:r w:rsidRPr="00CD71F2">
        <w:rPr>
          <w:rFonts w:ascii="Times New Roman" w:hAnsi="Times New Roman" w:cs="Times New Roman"/>
          <w:sz w:val="28"/>
          <w:szCs w:val="28"/>
        </w:rPr>
        <w:t>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D804D6" w:rsidRPr="00CD71F2" w:rsidRDefault="00D804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«Сойгинское» Ленского района Архангельской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D804D6" w:rsidRDefault="00D804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небольшого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комфортных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молодых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процессов естественного прироста населения.</w:t>
      </w:r>
    </w:p>
    <w:p w:rsidR="00D804D6" w:rsidRDefault="00D804D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Default="00D804D6" w:rsidP="00BB2E78">
      <w:pPr>
        <w:rPr>
          <w:rFonts w:ascii="Times New Roman" w:hAnsi="Times New Roman" w:cs="Times New Roman"/>
          <w:sz w:val="28"/>
          <w:szCs w:val="28"/>
        </w:rPr>
        <w:sectPr w:rsidR="00D804D6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Таблица. Прогноз изменения численности населения муниципального образования «Сойгинское» Ленского района Архангельской области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D804D6" w:rsidRPr="006255CB">
        <w:tc>
          <w:tcPr>
            <w:tcW w:w="54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D804D6" w:rsidRPr="006255CB">
        <w:tc>
          <w:tcPr>
            <w:tcW w:w="54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15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</w:tr>
      <w:tr w:rsidR="00D804D6" w:rsidRPr="006255CB">
        <w:tc>
          <w:tcPr>
            <w:tcW w:w="54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15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D804D6" w:rsidRPr="006255CB">
        <w:tc>
          <w:tcPr>
            <w:tcW w:w="54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5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D804D6" w:rsidRPr="006255CB">
        <w:tc>
          <w:tcPr>
            <w:tcW w:w="54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1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157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218" w:type="dxa"/>
            <w:vAlign w:val="center"/>
          </w:tcPr>
          <w:p w:rsidR="00D804D6" w:rsidRPr="006255CB" w:rsidRDefault="00D804D6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</w:tr>
    </w:tbl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804D6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804D6" w:rsidRPr="00197806" w:rsidRDefault="00D804D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D804D6" w:rsidRPr="00197806" w:rsidRDefault="00D804D6" w:rsidP="00015AE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С целью переселения жильцов, проживающих в домах с высоким износом,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запланировано строительство новых жилых домов в соответствии с «Проектами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планировки, проектами межевания планировочных кварталов </w:t>
      </w:r>
      <w:r>
        <w:rPr>
          <w:rFonts w:ascii="Times New Roman" w:hAnsi="Times New Roman" w:cs="Times New Roman"/>
          <w:sz w:val="28"/>
          <w:szCs w:val="28"/>
        </w:rPr>
        <w:t>080136;  080105, 080134, 080129, 080131,080127,080118 на</w:t>
      </w:r>
      <w:r w:rsidRPr="00197806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>МО «Сафроновское»</w:t>
      </w:r>
      <w:r w:rsidRPr="00197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Ленского</w:t>
      </w:r>
      <w:r w:rsidRPr="00197806">
        <w:rPr>
          <w:rFonts w:ascii="Times New Roman" w:hAnsi="Times New Roman" w:cs="Times New Roman"/>
          <w:sz w:val="28"/>
          <w:szCs w:val="28"/>
        </w:rPr>
        <w:t xml:space="preserve"> района».</w:t>
      </w:r>
    </w:p>
    <w:p w:rsidR="00D804D6" w:rsidRPr="00197806" w:rsidRDefault="00D804D6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807"/>
        <w:gridCol w:w="2315"/>
        <w:gridCol w:w="2268"/>
        <w:gridCol w:w="1842"/>
        <w:gridCol w:w="3969"/>
        <w:gridCol w:w="2091"/>
      </w:tblGrid>
      <w:tr w:rsidR="00D804D6" w:rsidRPr="006255CB"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0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5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69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9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D804D6" w:rsidRPr="006255CB">
        <w:trPr>
          <w:trHeight w:val="499"/>
        </w:trPr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D804D6" w:rsidRPr="00686988" w:rsidRDefault="00D804D6" w:rsidP="003103F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29516301-20 от 14.05.2014</w:t>
            </w:r>
          </w:p>
        </w:tc>
        <w:tc>
          <w:tcPr>
            <w:tcW w:w="184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14.05.2014</w:t>
            </w:r>
          </w:p>
        </w:tc>
        <w:tc>
          <w:tcPr>
            <w:tcW w:w="3969" w:type="dxa"/>
          </w:tcPr>
          <w:p w:rsidR="00D804D6" w:rsidRPr="006255CB" w:rsidRDefault="00D804D6" w:rsidP="0031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209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</w:tr>
      <w:tr w:rsidR="00D804D6" w:rsidRPr="006255CB"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</w:tcPr>
          <w:p w:rsidR="00D804D6" w:rsidRPr="006255CB" w:rsidRDefault="00D804D6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D804D6" w:rsidRPr="006255CB" w:rsidRDefault="00D804D6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D804D6" w:rsidRPr="00686988" w:rsidRDefault="00D804D6" w:rsidP="003103F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29516301-35  от 30.05.2014</w:t>
            </w:r>
          </w:p>
        </w:tc>
        <w:tc>
          <w:tcPr>
            <w:tcW w:w="184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69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209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30.05.2024</w:t>
            </w:r>
          </w:p>
        </w:tc>
      </w:tr>
      <w:tr w:rsidR="00D804D6" w:rsidRPr="006255CB"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D804D6" w:rsidRPr="006255CB" w:rsidRDefault="00D804D6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15" w:type="dxa"/>
          </w:tcPr>
          <w:p w:rsidR="00D804D6" w:rsidRPr="006255CB" w:rsidRDefault="00D804D6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8" w:type="dxa"/>
          </w:tcPr>
          <w:p w:rsidR="00D804D6" w:rsidRPr="00686988" w:rsidRDefault="00D804D6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29516301-05 от 23.01.2014</w:t>
            </w:r>
          </w:p>
        </w:tc>
        <w:tc>
          <w:tcPr>
            <w:tcW w:w="1842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69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9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</w:tbl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197806" w:rsidRDefault="00D804D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. Данные по строительству объектов, не относящихся к жилищной сфере, в соответствии с выданными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914"/>
        <w:gridCol w:w="2310"/>
        <w:gridCol w:w="2263"/>
        <w:gridCol w:w="1840"/>
        <w:gridCol w:w="3951"/>
        <w:gridCol w:w="2087"/>
      </w:tblGrid>
      <w:tr w:rsidR="00D804D6" w:rsidRPr="006255CB"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14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1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5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8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D804D6" w:rsidRPr="006255CB">
        <w:tc>
          <w:tcPr>
            <w:tcW w:w="42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D804D6" w:rsidRPr="006255CB" w:rsidRDefault="00D804D6" w:rsidP="003103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Цех по переработке древесины </w:t>
            </w:r>
          </w:p>
        </w:tc>
        <w:tc>
          <w:tcPr>
            <w:tcW w:w="231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804D6" w:rsidRPr="00080919" w:rsidRDefault="00D804D6" w:rsidP="000D3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29516301-34 от  30.05.2014</w:t>
            </w:r>
          </w:p>
        </w:tc>
        <w:tc>
          <w:tcPr>
            <w:tcW w:w="1840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51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2087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</w:tbl>
    <w:p w:rsidR="00D804D6" w:rsidRDefault="00D804D6" w:rsidP="00743324">
      <w:pPr>
        <w:rPr>
          <w:rFonts w:ascii="Times New Roman" w:hAnsi="Times New Roman" w:cs="Times New Roman"/>
          <w:sz w:val="28"/>
          <w:szCs w:val="28"/>
        </w:rPr>
        <w:sectPr w:rsidR="00D804D6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804D6" w:rsidRDefault="00D804D6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D804D6" w:rsidRDefault="00D804D6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D804D6" w:rsidRPr="00F76C69" w:rsidRDefault="00D804D6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D804D6" w:rsidRPr="00F76C69" w:rsidRDefault="00D804D6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в области </w:t>
      </w:r>
      <w:r>
        <w:rPr>
          <w:rFonts w:ascii="Times New Roman" w:hAnsi="Times New Roman" w:cs="Times New Roman"/>
          <w:sz w:val="28"/>
          <w:szCs w:val="28"/>
        </w:rPr>
        <w:t>культуры и  спорта.</w:t>
      </w:r>
    </w:p>
    <w:p w:rsidR="00D804D6" w:rsidRDefault="00D804D6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D804D6" w:rsidRPr="00816F40" w:rsidRDefault="00D804D6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D804D6" w:rsidRPr="00816F40" w:rsidRDefault="00D804D6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E91E1C">
        <w:rPr>
          <w:rFonts w:ascii="Times New Roman" w:hAnsi="Times New Roman" w:cs="Times New Roman"/>
          <w:sz w:val="28"/>
          <w:szCs w:val="28"/>
        </w:rPr>
        <w:t>программы, стратегия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муниципального образования МО «Сойгинское» отсутствуют.</w:t>
      </w:r>
    </w:p>
    <w:p w:rsidR="00D804D6" w:rsidRDefault="00D804D6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04D6" w:rsidRPr="00816F40" w:rsidRDefault="00D804D6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«Сойгинское» Ленского района Архангельской области.</w:t>
      </w:r>
    </w:p>
    <w:p w:rsidR="00D804D6" w:rsidRPr="00816F40" w:rsidRDefault="00D804D6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«Сойгинское» Ленского района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D804D6" w:rsidRPr="00816F40" w:rsidRDefault="00D804D6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D804D6" w:rsidRPr="00816F40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D804D6" w:rsidRDefault="00D804D6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содержащая комплекс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муниципального образования.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 и реконструкции объектов социальной инфраструктуры поселения</w:t>
      </w:r>
    </w:p>
    <w:p w:rsidR="00D804D6" w:rsidRDefault="00D804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реконструкции объектов социальной инфраструктуры.</w:t>
      </w:r>
    </w:p>
    <w:p w:rsidR="00D804D6" w:rsidRPr="00E96FBE" w:rsidRDefault="00D804D6" w:rsidP="00E527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D804D6" w:rsidRPr="004867DA" w:rsidRDefault="00D804D6" w:rsidP="00E5278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 xml:space="preserve">Группа I. Мероприятия (инвестиционные проекты)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капитальному ремонту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существующих объектов социальной инфраструктуры:</w:t>
      </w:r>
    </w:p>
    <w:p w:rsidR="00D804D6" w:rsidRPr="00BA5339" w:rsidRDefault="00D804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91E1C">
        <w:rPr>
          <w:rFonts w:ascii="Times New Roman" w:hAnsi="Times New Roman" w:cs="Times New Roman"/>
          <w:sz w:val="28"/>
          <w:szCs w:val="28"/>
        </w:rPr>
        <w:t>Капитальный ремонт государственного бюджетного учреждения образования «Муниципальное бюджетное общеобразовательное учреждение «Сойгинская средняя  школа</w:t>
      </w:r>
      <w:r w:rsidRPr="00952644">
        <w:rPr>
          <w:rFonts w:ascii="Times New Roman" w:hAnsi="Times New Roman" w:cs="Times New Roman"/>
          <w:sz w:val="28"/>
          <w:szCs w:val="28"/>
        </w:rPr>
        <w:t>» (по адресу</w:t>
      </w:r>
      <w:r>
        <w:rPr>
          <w:rFonts w:ascii="Times New Roman" w:hAnsi="Times New Roman" w:cs="Times New Roman"/>
          <w:sz w:val="28"/>
          <w:szCs w:val="28"/>
        </w:rPr>
        <w:t>: п. Сойга, ул.Центральная, д.6</w:t>
      </w:r>
      <w:r w:rsidRPr="00952644">
        <w:rPr>
          <w:rFonts w:ascii="Times New Roman" w:hAnsi="Times New Roman" w:cs="Times New Roman"/>
          <w:sz w:val="28"/>
          <w:szCs w:val="28"/>
        </w:rPr>
        <w:t>);</w:t>
      </w:r>
    </w:p>
    <w:p w:rsidR="00D804D6" w:rsidRDefault="00D804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E1C">
        <w:rPr>
          <w:rFonts w:ascii="Times New Roman" w:hAnsi="Times New Roman" w:cs="Times New Roman"/>
          <w:sz w:val="28"/>
          <w:szCs w:val="28"/>
        </w:rPr>
        <w:t xml:space="preserve">Капитальный ремонт государственного бюджетного учреждения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1E1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«Литвиновская основная школа</w:t>
      </w:r>
      <w:r w:rsidRPr="00952644">
        <w:rPr>
          <w:rFonts w:ascii="Times New Roman" w:hAnsi="Times New Roman" w:cs="Times New Roman"/>
          <w:sz w:val="28"/>
          <w:szCs w:val="28"/>
        </w:rPr>
        <w:t>» (по адресу</w:t>
      </w:r>
      <w:r>
        <w:rPr>
          <w:rFonts w:ascii="Times New Roman" w:hAnsi="Times New Roman" w:cs="Times New Roman"/>
          <w:sz w:val="28"/>
          <w:szCs w:val="28"/>
        </w:rPr>
        <w:t>: п. Литвино, ул. Инженерная, д.19)</w:t>
      </w:r>
      <w:r w:rsidRPr="00952644">
        <w:rPr>
          <w:rFonts w:ascii="Times New Roman" w:hAnsi="Times New Roman" w:cs="Times New Roman"/>
          <w:sz w:val="28"/>
          <w:szCs w:val="28"/>
        </w:rPr>
        <w:t>)</w:t>
      </w:r>
    </w:p>
    <w:p w:rsidR="00D804D6" w:rsidRPr="004867DA" w:rsidRDefault="00D804D6" w:rsidP="00E5278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>Группа II. Мероприятия (инвестиционные проекты) по новому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инфраструктуры:</w:t>
      </w:r>
    </w:p>
    <w:p w:rsidR="00D804D6" w:rsidRPr="00AD553A" w:rsidRDefault="00D804D6" w:rsidP="00E5278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53A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клуба в п. Сойга</w:t>
      </w:r>
    </w:p>
    <w:p w:rsidR="00D804D6" w:rsidRPr="00E96FBE" w:rsidRDefault="00D804D6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Детальный перечень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строительству, реконструкции объектов социальной инфраструктуры представлен в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E96FBE">
        <w:rPr>
          <w:rFonts w:ascii="Times New Roman" w:hAnsi="Times New Roman" w:cs="Times New Roman"/>
          <w:sz w:val="28"/>
          <w:szCs w:val="28"/>
        </w:rPr>
        <w:t xml:space="preserve">аблице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96FBE">
        <w:rPr>
          <w:rFonts w:ascii="Times New Roman" w:hAnsi="Times New Roman" w:cs="Times New Roman"/>
          <w:sz w:val="28"/>
          <w:szCs w:val="28"/>
        </w:rPr>
        <w:t>.1.</w:t>
      </w:r>
    </w:p>
    <w:p w:rsidR="00D804D6" w:rsidRDefault="00D804D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804D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D804D6" w:rsidRDefault="00D804D6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 xml:space="preserve">.1.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2F7356">
        <w:rPr>
          <w:rFonts w:ascii="Times New Roman" w:hAnsi="Times New Roman" w:cs="Times New Roman"/>
          <w:sz w:val="28"/>
          <w:szCs w:val="28"/>
        </w:rPr>
        <w:t xml:space="preserve">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0"/>
        <w:gridCol w:w="1623"/>
        <w:gridCol w:w="1212"/>
        <w:gridCol w:w="1275"/>
        <w:gridCol w:w="2835"/>
        <w:gridCol w:w="768"/>
        <w:gridCol w:w="768"/>
        <w:gridCol w:w="768"/>
        <w:gridCol w:w="768"/>
        <w:gridCol w:w="768"/>
        <w:gridCol w:w="773"/>
        <w:gridCol w:w="1524"/>
      </w:tblGrid>
      <w:tr w:rsidR="00D804D6" w:rsidRPr="006255CB">
        <w:tc>
          <w:tcPr>
            <w:tcW w:w="640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23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инфраструктуры</w:t>
            </w:r>
          </w:p>
        </w:tc>
        <w:tc>
          <w:tcPr>
            <w:tcW w:w="1212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275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835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параметры объекта</w:t>
            </w:r>
          </w:p>
        </w:tc>
        <w:tc>
          <w:tcPr>
            <w:tcW w:w="4613" w:type="dxa"/>
            <w:gridSpan w:val="6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804D6" w:rsidRPr="006255CB">
        <w:tc>
          <w:tcPr>
            <w:tcW w:w="640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68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73" w:type="dxa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13722" w:type="dxa"/>
            <w:gridSpan w:val="12"/>
          </w:tcPr>
          <w:p w:rsidR="00D804D6" w:rsidRPr="006255CB" w:rsidRDefault="00D804D6" w:rsidP="00775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D804D6" w:rsidRPr="006255CB">
        <w:tc>
          <w:tcPr>
            <w:tcW w:w="13722" w:type="dxa"/>
            <w:gridSpan w:val="12"/>
          </w:tcPr>
          <w:p w:rsidR="00D804D6" w:rsidRPr="006255CB" w:rsidRDefault="00D804D6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804D6" w:rsidRPr="006255CB">
        <w:tc>
          <w:tcPr>
            <w:tcW w:w="640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623" w:type="dxa"/>
          </w:tcPr>
          <w:p w:rsidR="00D804D6" w:rsidRPr="00BD62D3" w:rsidRDefault="00D804D6" w:rsidP="00C824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«Сойгинская средняя школа» </w:t>
            </w:r>
          </w:p>
        </w:tc>
        <w:tc>
          <w:tcPr>
            <w:tcW w:w="1212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«Сойгинская средняя школа»</w:t>
            </w:r>
          </w:p>
        </w:tc>
        <w:tc>
          <w:tcPr>
            <w:tcW w:w="1275" w:type="dxa"/>
          </w:tcPr>
          <w:p w:rsidR="00D804D6" w:rsidRPr="00BD62D3" w:rsidRDefault="00D804D6" w:rsidP="00C824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Сойга, ул. Центальная, д.6</w:t>
            </w:r>
          </w:p>
        </w:tc>
        <w:tc>
          <w:tcPr>
            <w:tcW w:w="2835" w:type="dxa"/>
          </w:tcPr>
          <w:p w:rsidR="00D804D6" w:rsidRPr="00F84EDF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деревянное здание 1982 год постр. общей площадью 2166,2 кв.м. на 320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804D6" w:rsidRPr="006255CB">
        <w:tc>
          <w:tcPr>
            <w:tcW w:w="640" w:type="dxa"/>
          </w:tcPr>
          <w:p w:rsidR="00D804D6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1623" w:type="dxa"/>
          </w:tcPr>
          <w:p w:rsidR="00D804D6" w:rsidRPr="00BD62D3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«Литвиновская основная  школа»</w:t>
            </w:r>
          </w:p>
        </w:tc>
        <w:tc>
          <w:tcPr>
            <w:tcW w:w="1212" w:type="dxa"/>
          </w:tcPr>
          <w:p w:rsidR="00D804D6" w:rsidRPr="00BD62D3" w:rsidRDefault="00D804D6" w:rsidP="00236F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«Литвиновская основная  школа»</w:t>
            </w:r>
          </w:p>
        </w:tc>
        <w:tc>
          <w:tcPr>
            <w:tcW w:w="1275" w:type="dxa"/>
          </w:tcPr>
          <w:p w:rsidR="00D804D6" w:rsidRPr="00BD62D3" w:rsidRDefault="00D804D6" w:rsidP="00236F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Литвино, ул. Инженерная, д.19</w:t>
            </w:r>
          </w:p>
        </w:tc>
        <w:tc>
          <w:tcPr>
            <w:tcW w:w="2835" w:type="dxa"/>
          </w:tcPr>
          <w:p w:rsidR="00D804D6" w:rsidRPr="00F84EDF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деревянное здание 1989 год постр. общей площадью 1736,2 кв.м. на 220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804D6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68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3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804D6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13722" w:type="dxa"/>
            <w:gridSpan w:val="12"/>
          </w:tcPr>
          <w:p w:rsidR="00D804D6" w:rsidRPr="00237E0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D804D6" w:rsidRPr="006255CB">
        <w:tc>
          <w:tcPr>
            <w:tcW w:w="13722" w:type="dxa"/>
            <w:gridSpan w:val="12"/>
          </w:tcPr>
          <w:p w:rsidR="00D804D6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культуры:</w:t>
            </w:r>
          </w:p>
        </w:tc>
      </w:tr>
      <w:tr w:rsidR="00D804D6" w:rsidRPr="006255CB">
        <w:tc>
          <w:tcPr>
            <w:tcW w:w="640" w:type="dxa"/>
          </w:tcPr>
          <w:p w:rsidR="00D804D6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623" w:type="dxa"/>
          </w:tcPr>
          <w:p w:rsidR="00D804D6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клуба</w:t>
            </w:r>
          </w:p>
        </w:tc>
        <w:tc>
          <w:tcPr>
            <w:tcW w:w="1212" w:type="dxa"/>
          </w:tcPr>
          <w:p w:rsidR="00D804D6" w:rsidRDefault="00D804D6" w:rsidP="00236F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Клуб в п.Сойга </w:t>
            </w:r>
          </w:p>
        </w:tc>
        <w:tc>
          <w:tcPr>
            <w:tcW w:w="1275" w:type="dxa"/>
          </w:tcPr>
          <w:p w:rsidR="00D804D6" w:rsidRDefault="00D804D6" w:rsidP="00236F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п.Сойга</w:t>
            </w:r>
          </w:p>
        </w:tc>
        <w:tc>
          <w:tcPr>
            <w:tcW w:w="2835" w:type="dxa"/>
          </w:tcPr>
          <w:p w:rsidR="00D804D6" w:rsidRDefault="00D804D6" w:rsidP="00797A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Одноэтажное деревянное, общей площадью 150 кв.м</w:t>
            </w:r>
          </w:p>
        </w:tc>
        <w:tc>
          <w:tcPr>
            <w:tcW w:w="768" w:type="dxa"/>
          </w:tcPr>
          <w:p w:rsidR="00D804D6" w:rsidRPr="000920DE" w:rsidRDefault="00D804D6" w:rsidP="00F12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0920DE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CF44C1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dxa"/>
          </w:tcPr>
          <w:p w:rsidR="00D804D6" w:rsidRPr="00CF44C1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3" w:type="dxa"/>
          </w:tcPr>
          <w:p w:rsidR="00D804D6" w:rsidRPr="00BD62D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804D6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</w:t>
            </w:r>
          </w:p>
        </w:tc>
      </w:tr>
    </w:tbl>
    <w:p w:rsidR="00D804D6" w:rsidRPr="000920DE" w:rsidRDefault="00D804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D804D6" w:rsidRPr="000920DE" w:rsidRDefault="00D804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D804D6" w:rsidRPr="000920DE" w:rsidRDefault="00D804D6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4D6" w:rsidRPr="007E5CBB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объектов социальной инфраструктуры поселения</w:t>
      </w:r>
    </w:p>
    <w:p w:rsidR="00D804D6" w:rsidRPr="000920DE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>
        <w:rPr>
          <w:rFonts w:ascii="Times New Roman" w:hAnsi="Times New Roman" w:cs="Times New Roman"/>
          <w:b/>
          <w:bCs/>
          <w:sz w:val="28"/>
          <w:szCs w:val="28"/>
        </w:rPr>
        <w:t>30</w:t>
      </w:r>
      <w:r w:rsidRPr="00541D5E">
        <w:rPr>
          <w:rFonts w:ascii="Times New Roman" w:hAnsi="Times New Roman" w:cs="Times New Roman"/>
          <w:b/>
          <w:bCs/>
          <w:sz w:val="28"/>
          <w:szCs w:val="28"/>
        </w:rPr>
        <w:t>500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числе:</w:t>
      </w:r>
    </w:p>
    <w:p w:rsidR="00D804D6" w:rsidRPr="000920DE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25000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0920DE">
        <w:rPr>
          <w:rFonts w:ascii="Times New Roman" w:hAnsi="Times New Roman" w:cs="Times New Roman"/>
          <w:sz w:val="28"/>
          <w:szCs w:val="28"/>
        </w:rPr>
        <w:t>;</w:t>
      </w:r>
    </w:p>
    <w:p w:rsidR="00D804D6" w:rsidRPr="000920DE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>Ленского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Архангельской области </w:t>
      </w:r>
      <w:r w:rsidRPr="00092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00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D804D6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средства бюджета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920DE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D804D6" w:rsidRPr="000920DE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D5E">
        <w:rPr>
          <w:rFonts w:ascii="Times New Roman" w:hAnsi="Times New Roman" w:cs="Times New Roman"/>
          <w:sz w:val="28"/>
          <w:szCs w:val="28"/>
        </w:rPr>
        <w:t>внебюджетные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2CC5">
        <w:rPr>
          <w:rFonts w:ascii="Times New Roman" w:hAnsi="Times New Roman" w:cs="Times New Roman"/>
          <w:b/>
          <w:bCs/>
          <w:sz w:val="28"/>
          <w:szCs w:val="28"/>
        </w:rPr>
        <w:t>5000</w:t>
      </w:r>
      <w:r>
        <w:rPr>
          <w:rFonts w:ascii="Times New Roman" w:hAnsi="Times New Roman" w:cs="Times New Roman"/>
          <w:sz w:val="28"/>
          <w:szCs w:val="28"/>
        </w:rPr>
        <w:t xml:space="preserve"> тыс.рублей</w:t>
      </w:r>
    </w:p>
    <w:p w:rsidR="00D804D6" w:rsidRDefault="00D804D6" w:rsidP="000920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>проектов) по проектированию, 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0920DE">
        <w:rPr>
          <w:rFonts w:ascii="Times New Roman" w:hAnsi="Times New Roman" w:cs="Times New Roman"/>
          <w:sz w:val="28"/>
          <w:szCs w:val="28"/>
        </w:rPr>
        <w:t xml:space="preserve">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D804D6" w:rsidRDefault="00D804D6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D804D6" w:rsidSect="006C7308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804D6" w:rsidRDefault="00D804D6" w:rsidP="00700F3E">
      <w:pPr>
        <w:jc w:val="both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проектированию,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F3E">
        <w:rPr>
          <w:rFonts w:ascii="Times New Roman" w:hAnsi="Times New Roman" w:cs="Times New Roman"/>
          <w:sz w:val="28"/>
          <w:szCs w:val="28"/>
        </w:rPr>
        <w:t>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700F3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9"/>
        <w:gridCol w:w="5707"/>
        <w:gridCol w:w="1641"/>
        <w:gridCol w:w="860"/>
        <w:gridCol w:w="859"/>
        <w:gridCol w:w="859"/>
        <w:gridCol w:w="867"/>
        <w:gridCol w:w="859"/>
        <w:gridCol w:w="859"/>
        <w:gridCol w:w="1656"/>
      </w:tblGrid>
      <w:tr w:rsidR="00D804D6" w:rsidRPr="006255CB">
        <w:tc>
          <w:tcPr>
            <w:tcW w:w="618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783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(инвестиционных проектов) по видам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объектов социальной инфраструктуры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 указанием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641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Общий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мероприятий,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191" w:type="dxa"/>
            <w:gridSpan w:val="6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804D6" w:rsidRPr="006255CB">
        <w:tc>
          <w:tcPr>
            <w:tcW w:w="618" w:type="dxa"/>
            <w:vMerge/>
          </w:tcPr>
          <w:p w:rsidR="00D804D6" w:rsidRPr="006C7308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64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64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70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64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4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274" w:type="dxa"/>
            <w:gridSpan w:val="9"/>
          </w:tcPr>
          <w:p w:rsidR="00D804D6" w:rsidRPr="006255CB" w:rsidRDefault="00D804D6" w:rsidP="00775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4274" w:type="dxa"/>
            <w:gridSpan w:val="9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D804D6" w:rsidRPr="006255CB">
        <w:tc>
          <w:tcPr>
            <w:tcW w:w="618" w:type="dxa"/>
            <w:vMerge w:val="restart"/>
          </w:tcPr>
          <w:p w:rsidR="00D804D6" w:rsidRPr="006255CB" w:rsidRDefault="00D804D6" w:rsidP="00236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5783" w:type="dxa"/>
          </w:tcPr>
          <w:p w:rsidR="00D804D6" w:rsidRPr="00236F5E" w:rsidRDefault="00D804D6" w:rsidP="00595EF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МБОУ «Сойгинская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36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школа»</w:t>
            </w:r>
          </w:p>
        </w:tc>
        <w:tc>
          <w:tcPr>
            <w:tcW w:w="1641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865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64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70" w:type="dxa"/>
            <w:vAlign w:val="center"/>
          </w:tcPr>
          <w:p w:rsidR="00D804D6" w:rsidRPr="006C7308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3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797A53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ойгинское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5783" w:type="dxa"/>
          </w:tcPr>
          <w:p w:rsidR="00D804D6" w:rsidRPr="00C3581E" w:rsidRDefault="00D804D6" w:rsidP="00236F5E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МБОУ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Литвиновская   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основная  школа»</w:t>
            </w:r>
          </w:p>
        </w:tc>
        <w:tc>
          <w:tcPr>
            <w:tcW w:w="1641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16500</w:t>
            </w:r>
          </w:p>
        </w:tc>
        <w:tc>
          <w:tcPr>
            <w:tcW w:w="865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C3581E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541D5E" w:rsidRDefault="00D804D6" w:rsidP="0054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D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</w:t>
            </w:r>
          </w:p>
        </w:tc>
        <w:tc>
          <w:tcPr>
            <w:tcW w:w="864" w:type="dxa"/>
            <w:vAlign w:val="center"/>
          </w:tcPr>
          <w:p w:rsidR="00D804D6" w:rsidRPr="00541D5E" w:rsidRDefault="00D804D6" w:rsidP="00541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D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541D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ойгинское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B22DDD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1641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27500</w:t>
            </w:r>
          </w:p>
        </w:tc>
        <w:tc>
          <w:tcPr>
            <w:tcW w:w="865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64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25000</w:t>
            </w:r>
          </w:p>
        </w:tc>
        <w:tc>
          <w:tcPr>
            <w:tcW w:w="865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64" w:type="dxa"/>
            <w:vAlign w:val="center"/>
          </w:tcPr>
          <w:p w:rsidR="00D804D6" w:rsidRPr="00433216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Ленского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муниципального района 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МО </w:t>
            </w:r>
            <w:r w:rsidRPr="00797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«Сойгинское»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Ленского  муниципального района Архангельской области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D804D6" w:rsidRPr="004A4187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65" w:type="dxa"/>
            <w:vAlign w:val="center"/>
          </w:tcPr>
          <w:p w:rsidR="00D804D6" w:rsidRPr="004A4187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4A4187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4A4187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255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4274" w:type="dxa"/>
            <w:gridSpan w:val="9"/>
          </w:tcPr>
          <w:p w:rsidR="00D804D6" w:rsidRPr="0017660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D804D6" w:rsidRPr="006255CB">
        <w:tc>
          <w:tcPr>
            <w:tcW w:w="618" w:type="dxa"/>
          </w:tcPr>
          <w:p w:rsidR="00D804D6" w:rsidRPr="00237E0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274" w:type="dxa"/>
            <w:gridSpan w:val="9"/>
          </w:tcPr>
          <w:p w:rsidR="00D804D6" w:rsidRPr="0017660B" w:rsidRDefault="00D804D6" w:rsidP="00797A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культуры</w:t>
            </w:r>
          </w:p>
        </w:tc>
      </w:tr>
      <w:tr w:rsidR="00D804D6" w:rsidRPr="006255CB">
        <w:tc>
          <w:tcPr>
            <w:tcW w:w="618" w:type="dxa"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A53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5783" w:type="dxa"/>
          </w:tcPr>
          <w:p w:rsidR="00D804D6" w:rsidRPr="00797A53" w:rsidRDefault="00D804D6" w:rsidP="00E5278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7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клуба в п.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97A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Сойга</w:t>
            </w:r>
          </w:p>
        </w:tc>
        <w:tc>
          <w:tcPr>
            <w:tcW w:w="1641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5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797A53" w:rsidRDefault="00D804D6" w:rsidP="006C73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  <w:vMerge w:val="restart"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</w:t>
            </w:r>
          </w:p>
        </w:tc>
      </w:tr>
      <w:tr w:rsidR="00D804D6" w:rsidRPr="006255CB">
        <w:tc>
          <w:tcPr>
            <w:tcW w:w="618" w:type="dxa"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797A53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ойгинское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 Ленского  муниципального района Архангельской  области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5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Merge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641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5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B22DDD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641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5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</w:tcPr>
          <w:p w:rsidR="00D804D6" w:rsidRPr="00237E0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</w:tcPr>
          <w:p w:rsidR="00D804D6" w:rsidRPr="00237E0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237E0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237E0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</w:tcPr>
          <w:p w:rsidR="00D804D6" w:rsidRPr="00237E0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«Сафроновское» Ленского  муниципального района Архангельской  области</w:t>
            </w:r>
          </w:p>
        </w:tc>
        <w:tc>
          <w:tcPr>
            <w:tcW w:w="1641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641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5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B22DDD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группам мероприятий I и 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641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30500</w:t>
            </w:r>
          </w:p>
        </w:tc>
        <w:tc>
          <w:tcPr>
            <w:tcW w:w="865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64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641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25000</w:t>
            </w:r>
          </w:p>
        </w:tc>
        <w:tc>
          <w:tcPr>
            <w:tcW w:w="865" w:type="dxa"/>
          </w:tcPr>
          <w:p w:rsidR="00D804D6" w:rsidRPr="00433216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64" w:type="dxa"/>
            <w:vAlign w:val="center"/>
          </w:tcPr>
          <w:p w:rsidR="00D804D6" w:rsidRPr="00433216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641" w:type="dxa"/>
            <w:vAlign w:val="center"/>
          </w:tcPr>
          <w:p w:rsidR="00D804D6" w:rsidRPr="004A4187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5" w:type="dxa"/>
          </w:tcPr>
          <w:p w:rsidR="00D804D6" w:rsidRPr="004A4187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F12C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местного бюджета МО 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Сойгинское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641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5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04D6" w:rsidRPr="006255CB">
        <w:tc>
          <w:tcPr>
            <w:tcW w:w="618" w:type="dxa"/>
          </w:tcPr>
          <w:p w:rsidR="00D804D6" w:rsidRPr="006255CB" w:rsidRDefault="00D804D6" w:rsidP="00E527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83" w:type="dxa"/>
          </w:tcPr>
          <w:p w:rsidR="00D804D6" w:rsidRPr="0017660B" w:rsidRDefault="00D804D6" w:rsidP="00D851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641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65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64" w:type="dxa"/>
            <w:vAlign w:val="center"/>
          </w:tcPr>
          <w:p w:rsidR="00D804D6" w:rsidRPr="004A4187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4A4187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70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64" w:type="dxa"/>
            <w:vAlign w:val="center"/>
          </w:tcPr>
          <w:p w:rsidR="00D804D6" w:rsidRPr="006255CB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9" w:type="dxa"/>
          </w:tcPr>
          <w:p w:rsidR="00D804D6" w:rsidRPr="006255CB" w:rsidRDefault="00D804D6" w:rsidP="00F12C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4D6" w:rsidRPr="00ED7F6D" w:rsidRDefault="00D804D6" w:rsidP="00094E54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804D6" w:rsidRPr="00ED7F6D" w:rsidSect="002F7356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Ц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елевые индикаторы программы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Целевые индикаторы Программы, включающие технико-экономические, финансовые и социально-экономические показатели развития социальной инфраструктуры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Сойгинское, установлены по мероприятиям (инвестиционным проектам)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F8793A">
        <w:rPr>
          <w:rFonts w:ascii="Times New Roman" w:hAnsi="Times New Roman" w:cs="Times New Roman"/>
          <w:sz w:val="28"/>
          <w:szCs w:val="28"/>
        </w:rPr>
        <w:t xml:space="preserve"> (строительства новых объек</w:t>
      </w:r>
      <w:r>
        <w:rPr>
          <w:rFonts w:ascii="Times New Roman" w:hAnsi="Times New Roman" w:cs="Times New Roman"/>
          <w:sz w:val="28"/>
          <w:szCs w:val="28"/>
        </w:rPr>
        <w:t>тов социальной инфраструктуры).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следующими документами: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 xml:space="preserve">риказ Министерства экономического развития Российской 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8793A">
        <w:rPr>
          <w:rFonts w:ascii="Times New Roman" w:hAnsi="Times New Roman" w:cs="Times New Roman"/>
          <w:sz w:val="28"/>
          <w:szCs w:val="28"/>
        </w:rPr>
        <w:t xml:space="preserve">естные нормативы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«Сойгинское» Ленского района Архангельской  области, утвержденные решением Собрания депутатов МО «Ленский муниципальный район» Архангельской области  </w:t>
      </w:r>
      <w:r w:rsidRPr="00105A53">
        <w:rPr>
          <w:rFonts w:ascii="Times New Roman" w:hAnsi="Times New Roman" w:cs="Times New Roman"/>
          <w:sz w:val="28"/>
          <w:szCs w:val="28"/>
        </w:rPr>
        <w:t>от 25 октября 2017 года № 9-н.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инфраструктуры,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804D6" w:rsidSect="00D851C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D804D6" w:rsidRDefault="00D804D6" w:rsidP="00F660D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5.1. Целевые индикаторы Программы.</w:t>
      </w:r>
    </w:p>
    <w:tbl>
      <w:tblPr>
        <w:tblW w:w="95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032"/>
        <w:gridCol w:w="1411"/>
        <w:gridCol w:w="636"/>
        <w:gridCol w:w="636"/>
        <w:gridCol w:w="636"/>
        <w:gridCol w:w="636"/>
        <w:gridCol w:w="636"/>
        <w:gridCol w:w="637"/>
        <w:gridCol w:w="1536"/>
      </w:tblGrid>
      <w:tr w:rsidR="00D804D6" w:rsidRPr="006255CB">
        <w:tc>
          <w:tcPr>
            <w:tcW w:w="780" w:type="dxa"/>
            <w:vMerge w:val="restart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32" w:type="dxa"/>
            <w:vMerge w:val="restart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411" w:type="dxa"/>
            <w:vMerge w:val="restart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3817" w:type="dxa"/>
            <w:gridSpan w:val="6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804D6" w:rsidRPr="006255CB">
        <w:tc>
          <w:tcPr>
            <w:tcW w:w="780" w:type="dxa"/>
            <w:vMerge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37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780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0" w:type="dxa"/>
            <w:gridSpan w:val="8"/>
          </w:tcPr>
          <w:p w:rsidR="00D804D6" w:rsidRPr="006255CB" w:rsidRDefault="00D804D6" w:rsidP="00F66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</w:tc>
        <w:tc>
          <w:tcPr>
            <w:tcW w:w="1536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4D6" w:rsidRPr="006255CB">
        <w:tc>
          <w:tcPr>
            <w:tcW w:w="780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2" w:type="dxa"/>
          </w:tcPr>
          <w:p w:rsidR="00D804D6" w:rsidRPr="00D70605" w:rsidRDefault="00D804D6" w:rsidP="00F66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клуба п.Сойга</w:t>
            </w:r>
          </w:p>
        </w:tc>
        <w:tc>
          <w:tcPr>
            <w:tcW w:w="1411" w:type="dxa"/>
          </w:tcPr>
          <w:p w:rsidR="00D804D6" w:rsidRPr="00D70605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36" w:type="dxa"/>
          </w:tcPr>
          <w:p w:rsidR="00D804D6" w:rsidRPr="00F660D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60D5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804D6" w:rsidRPr="001B6A9E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804D6" w:rsidRPr="001B6A9E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804D6" w:rsidRPr="001B6A9E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период»;</w:t>
            </w:r>
          </w:p>
        </w:tc>
      </w:tr>
      <w:tr w:rsidR="00D804D6" w:rsidRPr="006255CB">
        <w:tc>
          <w:tcPr>
            <w:tcW w:w="780" w:type="dxa"/>
          </w:tcPr>
          <w:p w:rsidR="00D804D6" w:rsidRPr="006255C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32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Обеспеченность  местами в общеобразовательных учреждениях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(мест)</w:t>
            </w:r>
          </w:p>
        </w:tc>
        <w:tc>
          <w:tcPr>
            <w:tcW w:w="1411" w:type="dxa"/>
          </w:tcPr>
          <w:p w:rsidR="00D804D6" w:rsidRPr="00D70605" w:rsidRDefault="00D804D6" w:rsidP="00F66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на 1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жителей</w:t>
            </w:r>
          </w:p>
        </w:tc>
        <w:tc>
          <w:tcPr>
            <w:tcW w:w="636" w:type="dxa"/>
          </w:tcPr>
          <w:p w:rsidR="00D804D6" w:rsidRPr="00D70605" w:rsidRDefault="00D804D6" w:rsidP="00F66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36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36" w:type="dxa"/>
          </w:tcPr>
          <w:p w:rsidR="00D804D6" w:rsidRPr="00D70605" w:rsidRDefault="00D804D6" w:rsidP="00F66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36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6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7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536" w:type="dxa"/>
            <w:vMerge/>
          </w:tcPr>
          <w:p w:rsidR="00D804D6" w:rsidRPr="00AA4CB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804D6" w:rsidRPr="006255CB">
        <w:tc>
          <w:tcPr>
            <w:tcW w:w="780" w:type="dxa"/>
          </w:tcPr>
          <w:p w:rsidR="00D804D6" w:rsidRPr="006255CB" w:rsidRDefault="00D804D6" w:rsidP="00F66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032" w:type="dxa"/>
          </w:tcPr>
          <w:p w:rsidR="00D804D6" w:rsidRPr="00D70605" w:rsidRDefault="00D804D6" w:rsidP="00F660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804D6" w:rsidRPr="00D70605" w:rsidRDefault="00D804D6" w:rsidP="00D85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804D6" w:rsidRPr="00F660D5" w:rsidRDefault="00D804D6" w:rsidP="00F66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636" w:type="dxa"/>
          </w:tcPr>
          <w:p w:rsidR="00D804D6" w:rsidRPr="00F660D5" w:rsidRDefault="00D804D6" w:rsidP="00F66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1085</w:t>
            </w:r>
          </w:p>
        </w:tc>
        <w:tc>
          <w:tcPr>
            <w:tcW w:w="636" w:type="dxa"/>
          </w:tcPr>
          <w:p w:rsidR="00D804D6" w:rsidRPr="00F660D5" w:rsidRDefault="00D804D6" w:rsidP="00F66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636" w:type="dxa"/>
          </w:tcPr>
          <w:p w:rsidR="00D804D6" w:rsidRPr="00F660D5" w:rsidRDefault="00D804D6" w:rsidP="00F660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36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37" w:type="dxa"/>
          </w:tcPr>
          <w:p w:rsidR="00D804D6" w:rsidRPr="00D70605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536" w:type="dxa"/>
            <w:vMerge/>
          </w:tcPr>
          <w:p w:rsidR="00D804D6" w:rsidRPr="00AA4CBB" w:rsidRDefault="00D804D6" w:rsidP="00D85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D804D6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4D6" w:rsidRPr="007E5CBB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D804D6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</w:p>
    <w:p w:rsidR="00D804D6" w:rsidRPr="007E4F0F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 Оценка социально-экономической эффективности мероприятий выражается:</w:t>
      </w:r>
    </w:p>
    <w:p w:rsidR="00D804D6" w:rsidRPr="007E4F0F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804D6" w:rsidRPr="007E4F0F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D804D6" w:rsidRPr="007E4F0F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D804D6" w:rsidRPr="007E4F0F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D804D6" w:rsidRDefault="00D804D6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D804D6" w:rsidRPr="007E5CBB" w:rsidRDefault="00D804D6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D804D6" w:rsidRPr="00D422B1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6.1.Предложения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804D6" w:rsidRPr="00D422B1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804D6" w:rsidRPr="00D422B1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422B1">
        <w:rPr>
          <w:rFonts w:ascii="Times New Roman" w:hAnsi="Times New Roman" w:cs="Times New Roman"/>
          <w:sz w:val="28"/>
          <w:szCs w:val="28"/>
        </w:rPr>
        <w:t>еализации муниципальной стратегии.</w:t>
      </w:r>
    </w:p>
    <w:p w:rsidR="00D804D6" w:rsidRPr="00D422B1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51CB">
        <w:rPr>
          <w:rFonts w:ascii="Times New Roman" w:hAnsi="Times New Roman" w:cs="Times New Roman"/>
          <w:sz w:val="28"/>
          <w:szCs w:val="28"/>
        </w:rPr>
        <w:t>сельском поселении</w:t>
      </w:r>
      <w:r w:rsidRPr="00D422B1">
        <w:rPr>
          <w:rFonts w:ascii="Times New Roman" w:hAnsi="Times New Roman" w:cs="Times New Roman"/>
          <w:sz w:val="28"/>
          <w:szCs w:val="28"/>
        </w:rPr>
        <w:t xml:space="preserve"> муниципальной стратегии, плана мероприятий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частью 5 статьи 11 Федерального закона172-ФЗ,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района,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D804D6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804D6" w:rsidRPr="00D422B1" w:rsidRDefault="00D804D6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D804D6" w:rsidRPr="00D422B1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804D6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4D6" w:rsidRPr="00D422B1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804D6" w:rsidRPr="00072CFC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установленным Местными нормативами градостроительного </w:t>
      </w:r>
      <w:r w:rsidRPr="00072CFC">
        <w:rPr>
          <w:rFonts w:ascii="Times New Roman" w:hAnsi="Times New Roman" w:cs="Times New Roman"/>
          <w:sz w:val="28"/>
          <w:szCs w:val="28"/>
        </w:rPr>
        <w:t>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4D6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Местными 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утвержденными решением Собрания депутатов МО «Ленский муниципальный район»  от </w:t>
      </w:r>
      <w:r w:rsidRPr="00105A53">
        <w:rPr>
          <w:rFonts w:ascii="Times New Roman" w:hAnsi="Times New Roman" w:cs="Times New Roman"/>
          <w:sz w:val="28"/>
          <w:szCs w:val="28"/>
        </w:rPr>
        <w:t>25 октября 2017 года № 9-н,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804D6" w:rsidRDefault="00D804D6" w:rsidP="00D851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AD">
        <w:rPr>
          <w:rFonts w:ascii="Times New Roman" w:hAnsi="Times New Roman" w:cs="Times New Roman"/>
          <w:sz w:val="28"/>
          <w:szCs w:val="28"/>
        </w:rPr>
        <w:t>Региональными нормативами градостроительного проектирования Архангельской области, утвержденными постановлением Правительства Архангельской области от 19.04.2016 № 123-пп, определен минимальный уровень обеспеченности населения социальными объектами регионального значения.</w:t>
      </w:r>
    </w:p>
    <w:p w:rsidR="00D804D6" w:rsidRPr="00383B1C" w:rsidRDefault="00D804D6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r w:rsidRPr="009C6BC4">
        <w:rPr>
          <w:rFonts w:ascii="Times New Roman" w:hAnsi="Times New Roman" w:cs="Times New Roman"/>
          <w:sz w:val="28"/>
          <w:szCs w:val="28"/>
        </w:rPr>
        <w:t>«С</w:t>
      </w:r>
      <w:r>
        <w:rPr>
          <w:rFonts w:ascii="Times New Roman" w:hAnsi="Times New Roman" w:cs="Times New Roman"/>
          <w:sz w:val="28"/>
          <w:szCs w:val="28"/>
        </w:rPr>
        <w:t>ойгинское</w:t>
      </w:r>
      <w:r w:rsidRPr="009C6BC4">
        <w:rPr>
          <w:rFonts w:ascii="Times New Roman" w:hAnsi="Times New Roman" w:cs="Times New Roman"/>
          <w:sz w:val="28"/>
          <w:szCs w:val="28"/>
        </w:rPr>
        <w:t>» Ленского района Архангельской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находится на достаточном уровне и не требует внесения изменений.</w:t>
      </w:r>
    </w:p>
    <w:sectPr w:rsidR="00D804D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4D6" w:rsidRDefault="00D804D6" w:rsidP="00DB3FD3">
      <w:pPr>
        <w:spacing w:after="0" w:line="240" w:lineRule="auto"/>
      </w:pPr>
      <w:r>
        <w:separator/>
      </w:r>
    </w:p>
  </w:endnote>
  <w:endnote w:type="continuationSeparator" w:id="1">
    <w:p w:rsidR="00D804D6" w:rsidRDefault="00D804D6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4D6" w:rsidRDefault="00D804D6" w:rsidP="00DB3FD3">
      <w:pPr>
        <w:spacing w:after="0" w:line="240" w:lineRule="auto"/>
      </w:pPr>
      <w:r>
        <w:separator/>
      </w:r>
    </w:p>
  </w:footnote>
  <w:footnote w:type="continuationSeparator" w:id="1">
    <w:p w:rsidR="00D804D6" w:rsidRDefault="00D804D6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D6" w:rsidRDefault="00D804D6">
    <w:pPr>
      <w:pStyle w:val="Header"/>
      <w:jc w:val="center"/>
    </w:pPr>
    <w:fldSimple w:instr="PAGE   \* MERGEFORMAT">
      <w:r>
        <w:rPr>
          <w:noProof/>
        </w:rPr>
        <w:t>31</w:t>
      </w:r>
    </w:fldSimple>
  </w:p>
  <w:p w:rsidR="00D804D6" w:rsidRDefault="00D804D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4D6" w:rsidRPr="005A4853" w:rsidRDefault="00D804D6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6F4851"/>
    <w:multiLevelType w:val="hybridMultilevel"/>
    <w:tmpl w:val="1F9A99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8746AA"/>
    <w:multiLevelType w:val="hybridMultilevel"/>
    <w:tmpl w:val="56BA9ABC"/>
    <w:lvl w:ilvl="0" w:tplc="91CA54DC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15AEE"/>
    <w:rsid w:val="0001746E"/>
    <w:rsid w:val="000347E6"/>
    <w:rsid w:val="000605CD"/>
    <w:rsid w:val="0007290B"/>
    <w:rsid w:val="00072CFC"/>
    <w:rsid w:val="00080919"/>
    <w:rsid w:val="000920DE"/>
    <w:rsid w:val="00093903"/>
    <w:rsid w:val="00094E54"/>
    <w:rsid w:val="00097E9D"/>
    <w:rsid w:val="000C19A8"/>
    <w:rsid w:val="000C219C"/>
    <w:rsid w:val="000C2656"/>
    <w:rsid w:val="000C6ED1"/>
    <w:rsid w:val="000D16EB"/>
    <w:rsid w:val="000D3355"/>
    <w:rsid w:val="000D38F5"/>
    <w:rsid w:val="00105A53"/>
    <w:rsid w:val="00121DA9"/>
    <w:rsid w:val="0014074F"/>
    <w:rsid w:val="001458DD"/>
    <w:rsid w:val="00147815"/>
    <w:rsid w:val="001528F8"/>
    <w:rsid w:val="00160E31"/>
    <w:rsid w:val="00161F21"/>
    <w:rsid w:val="001661BD"/>
    <w:rsid w:val="00172121"/>
    <w:rsid w:val="0017660B"/>
    <w:rsid w:val="00177F50"/>
    <w:rsid w:val="001944CC"/>
    <w:rsid w:val="00197806"/>
    <w:rsid w:val="001B6A9E"/>
    <w:rsid w:val="001B6CBE"/>
    <w:rsid w:val="001C432D"/>
    <w:rsid w:val="001C68B9"/>
    <w:rsid w:val="001D4B21"/>
    <w:rsid w:val="001D53ED"/>
    <w:rsid w:val="001E4998"/>
    <w:rsid w:val="001E59A7"/>
    <w:rsid w:val="001E667E"/>
    <w:rsid w:val="002042AE"/>
    <w:rsid w:val="002044A6"/>
    <w:rsid w:val="0020537D"/>
    <w:rsid w:val="002054BD"/>
    <w:rsid w:val="00206104"/>
    <w:rsid w:val="00206719"/>
    <w:rsid w:val="00216DA3"/>
    <w:rsid w:val="00223AE6"/>
    <w:rsid w:val="0023440D"/>
    <w:rsid w:val="00234A2E"/>
    <w:rsid w:val="00236F5E"/>
    <w:rsid w:val="00237E0B"/>
    <w:rsid w:val="002467A9"/>
    <w:rsid w:val="00246EF2"/>
    <w:rsid w:val="00262678"/>
    <w:rsid w:val="0027610F"/>
    <w:rsid w:val="00282E6A"/>
    <w:rsid w:val="002832B6"/>
    <w:rsid w:val="00290931"/>
    <w:rsid w:val="002931AC"/>
    <w:rsid w:val="0029528B"/>
    <w:rsid w:val="002968A9"/>
    <w:rsid w:val="002B587B"/>
    <w:rsid w:val="002B7A8E"/>
    <w:rsid w:val="002E063C"/>
    <w:rsid w:val="002E5D69"/>
    <w:rsid w:val="002F1D64"/>
    <w:rsid w:val="002F1E1B"/>
    <w:rsid w:val="002F7356"/>
    <w:rsid w:val="003103F2"/>
    <w:rsid w:val="00322B2D"/>
    <w:rsid w:val="00323D59"/>
    <w:rsid w:val="00325648"/>
    <w:rsid w:val="00331BE1"/>
    <w:rsid w:val="00332599"/>
    <w:rsid w:val="00336C46"/>
    <w:rsid w:val="00337A99"/>
    <w:rsid w:val="003455EE"/>
    <w:rsid w:val="00345A4A"/>
    <w:rsid w:val="00361A8B"/>
    <w:rsid w:val="00383B1C"/>
    <w:rsid w:val="00387B92"/>
    <w:rsid w:val="00396D7F"/>
    <w:rsid w:val="00397942"/>
    <w:rsid w:val="003B74AC"/>
    <w:rsid w:val="003C2037"/>
    <w:rsid w:val="003E762B"/>
    <w:rsid w:val="003F3A62"/>
    <w:rsid w:val="00400F8A"/>
    <w:rsid w:val="004105DF"/>
    <w:rsid w:val="00415882"/>
    <w:rsid w:val="00427795"/>
    <w:rsid w:val="004279D8"/>
    <w:rsid w:val="00427BBB"/>
    <w:rsid w:val="00427F17"/>
    <w:rsid w:val="004300EE"/>
    <w:rsid w:val="00433216"/>
    <w:rsid w:val="0043352A"/>
    <w:rsid w:val="004402CF"/>
    <w:rsid w:val="004416F6"/>
    <w:rsid w:val="00450C2D"/>
    <w:rsid w:val="00454A94"/>
    <w:rsid w:val="00455347"/>
    <w:rsid w:val="004572C3"/>
    <w:rsid w:val="004866C4"/>
    <w:rsid w:val="004867DA"/>
    <w:rsid w:val="00487F57"/>
    <w:rsid w:val="004A4187"/>
    <w:rsid w:val="004B0CA4"/>
    <w:rsid w:val="004B42BC"/>
    <w:rsid w:val="004B4EB6"/>
    <w:rsid w:val="004C1FD0"/>
    <w:rsid w:val="004C5F8F"/>
    <w:rsid w:val="004E6ADC"/>
    <w:rsid w:val="004F1178"/>
    <w:rsid w:val="004F1DCE"/>
    <w:rsid w:val="00505064"/>
    <w:rsid w:val="005129EB"/>
    <w:rsid w:val="0053227F"/>
    <w:rsid w:val="00540A6D"/>
    <w:rsid w:val="00541D5E"/>
    <w:rsid w:val="00542494"/>
    <w:rsid w:val="005435D8"/>
    <w:rsid w:val="0054404D"/>
    <w:rsid w:val="005450F8"/>
    <w:rsid w:val="0055779E"/>
    <w:rsid w:val="005701C1"/>
    <w:rsid w:val="005919AD"/>
    <w:rsid w:val="00594BB3"/>
    <w:rsid w:val="00595EF6"/>
    <w:rsid w:val="005979DA"/>
    <w:rsid w:val="005A17C1"/>
    <w:rsid w:val="005A3051"/>
    <w:rsid w:val="005A4853"/>
    <w:rsid w:val="005C22CE"/>
    <w:rsid w:val="005C41B6"/>
    <w:rsid w:val="005D5F2A"/>
    <w:rsid w:val="005E176A"/>
    <w:rsid w:val="005F3EC6"/>
    <w:rsid w:val="00605DBD"/>
    <w:rsid w:val="006255CB"/>
    <w:rsid w:val="00664401"/>
    <w:rsid w:val="00664689"/>
    <w:rsid w:val="006735B0"/>
    <w:rsid w:val="00686988"/>
    <w:rsid w:val="006A6E24"/>
    <w:rsid w:val="006B4B5C"/>
    <w:rsid w:val="006B6F74"/>
    <w:rsid w:val="006C7308"/>
    <w:rsid w:val="006D0362"/>
    <w:rsid w:val="006E25D0"/>
    <w:rsid w:val="006F02FB"/>
    <w:rsid w:val="006F248E"/>
    <w:rsid w:val="006F7E67"/>
    <w:rsid w:val="00700F3E"/>
    <w:rsid w:val="00707003"/>
    <w:rsid w:val="007104AB"/>
    <w:rsid w:val="00722BCA"/>
    <w:rsid w:val="0072541B"/>
    <w:rsid w:val="00725A39"/>
    <w:rsid w:val="007318D4"/>
    <w:rsid w:val="00743324"/>
    <w:rsid w:val="0074544B"/>
    <w:rsid w:val="00747068"/>
    <w:rsid w:val="007571E1"/>
    <w:rsid w:val="00775F52"/>
    <w:rsid w:val="0079318F"/>
    <w:rsid w:val="00797A53"/>
    <w:rsid w:val="007A71F4"/>
    <w:rsid w:val="007B2107"/>
    <w:rsid w:val="007C0A33"/>
    <w:rsid w:val="007D06CF"/>
    <w:rsid w:val="007E0952"/>
    <w:rsid w:val="007E4F0F"/>
    <w:rsid w:val="007E5CBB"/>
    <w:rsid w:val="007E7AA8"/>
    <w:rsid w:val="007F1DEE"/>
    <w:rsid w:val="00800097"/>
    <w:rsid w:val="00804C5A"/>
    <w:rsid w:val="0081000D"/>
    <w:rsid w:val="00816F40"/>
    <w:rsid w:val="00822E18"/>
    <w:rsid w:val="00826D90"/>
    <w:rsid w:val="008362D0"/>
    <w:rsid w:val="008378C5"/>
    <w:rsid w:val="00843B28"/>
    <w:rsid w:val="0085145D"/>
    <w:rsid w:val="008717ED"/>
    <w:rsid w:val="0088767C"/>
    <w:rsid w:val="0089188E"/>
    <w:rsid w:val="008D32C0"/>
    <w:rsid w:val="008D76F4"/>
    <w:rsid w:val="009042E7"/>
    <w:rsid w:val="00914E7E"/>
    <w:rsid w:val="0093714A"/>
    <w:rsid w:val="00952644"/>
    <w:rsid w:val="0098107E"/>
    <w:rsid w:val="00983D91"/>
    <w:rsid w:val="009863AD"/>
    <w:rsid w:val="009917F5"/>
    <w:rsid w:val="009A2564"/>
    <w:rsid w:val="009B38DE"/>
    <w:rsid w:val="009C6BC4"/>
    <w:rsid w:val="009D3E91"/>
    <w:rsid w:val="009E3483"/>
    <w:rsid w:val="00A20197"/>
    <w:rsid w:val="00A21A90"/>
    <w:rsid w:val="00A24152"/>
    <w:rsid w:val="00A359E9"/>
    <w:rsid w:val="00A41C16"/>
    <w:rsid w:val="00A46561"/>
    <w:rsid w:val="00A4781B"/>
    <w:rsid w:val="00A54763"/>
    <w:rsid w:val="00A85C64"/>
    <w:rsid w:val="00A91034"/>
    <w:rsid w:val="00A93196"/>
    <w:rsid w:val="00A96036"/>
    <w:rsid w:val="00AA4CBB"/>
    <w:rsid w:val="00AB055A"/>
    <w:rsid w:val="00AC3B10"/>
    <w:rsid w:val="00AC7753"/>
    <w:rsid w:val="00AD553A"/>
    <w:rsid w:val="00AF2A32"/>
    <w:rsid w:val="00AF3E9D"/>
    <w:rsid w:val="00B04DD4"/>
    <w:rsid w:val="00B05EBC"/>
    <w:rsid w:val="00B12200"/>
    <w:rsid w:val="00B14923"/>
    <w:rsid w:val="00B22DDD"/>
    <w:rsid w:val="00B30439"/>
    <w:rsid w:val="00B309B1"/>
    <w:rsid w:val="00B545A1"/>
    <w:rsid w:val="00B56D10"/>
    <w:rsid w:val="00B96F50"/>
    <w:rsid w:val="00BA5339"/>
    <w:rsid w:val="00BA65A2"/>
    <w:rsid w:val="00BB2E78"/>
    <w:rsid w:val="00BC3FA3"/>
    <w:rsid w:val="00BC5C45"/>
    <w:rsid w:val="00BC789E"/>
    <w:rsid w:val="00BC7D20"/>
    <w:rsid w:val="00BD62D3"/>
    <w:rsid w:val="00BF600B"/>
    <w:rsid w:val="00BF687F"/>
    <w:rsid w:val="00C011D9"/>
    <w:rsid w:val="00C1354D"/>
    <w:rsid w:val="00C14E48"/>
    <w:rsid w:val="00C3577F"/>
    <w:rsid w:val="00C3581E"/>
    <w:rsid w:val="00C506AC"/>
    <w:rsid w:val="00C64C82"/>
    <w:rsid w:val="00C7159E"/>
    <w:rsid w:val="00C82422"/>
    <w:rsid w:val="00C830F0"/>
    <w:rsid w:val="00C962CA"/>
    <w:rsid w:val="00CA462E"/>
    <w:rsid w:val="00CB0C87"/>
    <w:rsid w:val="00CB1366"/>
    <w:rsid w:val="00CC350B"/>
    <w:rsid w:val="00CD4908"/>
    <w:rsid w:val="00CD71F2"/>
    <w:rsid w:val="00CE29E7"/>
    <w:rsid w:val="00CE6FC1"/>
    <w:rsid w:val="00CF44C1"/>
    <w:rsid w:val="00CF5757"/>
    <w:rsid w:val="00D06572"/>
    <w:rsid w:val="00D07A21"/>
    <w:rsid w:val="00D1152B"/>
    <w:rsid w:val="00D21173"/>
    <w:rsid w:val="00D422B1"/>
    <w:rsid w:val="00D67B80"/>
    <w:rsid w:val="00D70605"/>
    <w:rsid w:val="00D73B14"/>
    <w:rsid w:val="00D804D6"/>
    <w:rsid w:val="00D851CB"/>
    <w:rsid w:val="00D86154"/>
    <w:rsid w:val="00D864CE"/>
    <w:rsid w:val="00DA13D5"/>
    <w:rsid w:val="00DB0B33"/>
    <w:rsid w:val="00DB3FD3"/>
    <w:rsid w:val="00DD24AA"/>
    <w:rsid w:val="00DF537C"/>
    <w:rsid w:val="00E03F0A"/>
    <w:rsid w:val="00E06925"/>
    <w:rsid w:val="00E162FC"/>
    <w:rsid w:val="00E2566D"/>
    <w:rsid w:val="00E2600B"/>
    <w:rsid w:val="00E5041F"/>
    <w:rsid w:val="00E52784"/>
    <w:rsid w:val="00E653ED"/>
    <w:rsid w:val="00E71100"/>
    <w:rsid w:val="00E7297D"/>
    <w:rsid w:val="00E73ED1"/>
    <w:rsid w:val="00E851C7"/>
    <w:rsid w:val="00E91E1C"/>
    <w:rsid w:val="00E96FBE"/>
    <w:rsid w:val="00EA249D"/>
    <w:rsid w:val="00EA403D"/>
    <w:rsid w:val="00EC4C4E"/>
    <w:rsid w:val="00ED7F6D"/>
    <w:rsid w:val="00EE4A1F"/>
    <w:rsid w:val="00EF1C4C"/>
    <w:rsid w:val="00EF29E2"/>
    <w:rsid w:val="00EF36D7"/>
    <w:rsid w:val="00EF3E25"/>
    <w:rsid w:val="00F0752A"/>
    <w:rsid w:val="00F0783C"/>
    <w:rsid w:val="00F12CC5"/>
    <w:rsid w:val="00F2191B"/>
    <w:rsid w:val="00F336FD"/>
    <w:rsid w:val="00F34DB6"/>
    <w:rsid w:val="00F40A7F"/>
    <w:rsid w:val="00F418DC"/>
    <w:rsid w:val="00F44F9F"/>
    <w:rsid w:val="00F45A6D"/>
    <w:rsid w:val="00F53CC7"/>
    <w:rsid w:val="00F548A8"/>
    <w:rsid w:val="00F660D5"/>
    <w:rsid w:val="00F76C69"/>
    <w:rsid w:val="00F84EDF"/>
    <w:rsid w:val="00F8590E"/>
    <w:rsid w:val="00F8793A"/>
    <w:rsid w:val="00FA0EC3"/>
    <w:rsid w:val="00FA1B4C"/>
    <w:rsid w:val="00FB4D55"/>
    <w:rsid w:val="00FC161F"/>
    <w:rsid w:val="00FC7438"/>
    <w:rsid w:val="00FF4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06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8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1519</TotalTime>
  <Pages>31</Pages>
  <Words>6388</Words>
  <Characters>-32766</Characters>
  <Application>Microsoft Office Outlook</Application>
  <DocSecurity>0</DocSecurity>
  <Lines>0</Lines>
  <Paragraphs>0</Paragraphs>
  <ScaleCrop>false</ScaleCrop>
  <Company>HomeLab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49</cp:revision>
  <cp:lastPrinted>2017-10-26T08:28:00Z</cp:lastPrinted>
  <dcterms:created xsi:type="dcterms:W3CDTF">2017-09-05T14:11:00Z</dcterms:created>
  <dcterms:modified xsi:type="dcterms:W3CDTF">2017-10-26T08:28:00Z</dcterms:modified>
</cp:coreProperties>
</file>