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24" w:rsidRDefault="00203824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203824" w:rsidRDefault="00203824" w:rsidP="00246EF2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остановлением Администрации МО «Ленский муниципальный район»</w:t>
      </w:r>
    </w:p>
    <w:p w:rsidR="00203824" w:rsidRDefault="00203824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 № ______</w:t>
      </w: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комплексного развития</w:t>
      </w: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социальной инфраструктуры</w:t>
      </w: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МО «КОЗЬМИНСКОЕ»</w:t>
      </w:r>
    </w:p>
    <w:p w:rsidR="00203824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АРХАГЕЛЬ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ской области</w:t>
      </w:r>
    </w:p>
    <w:p w:rsidR="00203824" w:rsidRPr="007E5CBB" w:rsidRDefault="00203824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2018 – 2027 годы</w:t>
      </w:r>
    </w:p>
    <w:p w:rsidR="00203824" w:rsidRDefault="00203824" w:rsidP="0098469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  <w:t xml:space="preserve">1. Паспорт программы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комплексного развития социальной и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фраструктуры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МО «Козьминское»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Архангель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2018 – 2027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5096"/>
      </w:tblGrid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96" w:type="dxa"/>
          </w:tcPr>
          <w:p w:rsidR="00203824" w:rsidRPr="006255CB" w:rsidRDefault="00203824" w:rsidP="00AD520F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Козьминское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на 2018 – 2027 годы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203824" w:rsidRPr="006255CB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203824" w:rsidRPr="006255CB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203824" w:rsidRPr="006255CB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Козьминское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3824" w:rsidRPr="006255CB" w:rsidRDefault="00203824" w:rsidP="00AD520F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план муниципального образования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Козьминское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Собрания  депутатов МО «Ленский муниципальный район» от 14.09.2016 № 145-н. 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2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«Ленский муниципальный район» Архангельской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  <w:p w:rsidR="00203824" w:rsidRPr="006255CB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165780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Яренск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Бр. Покровских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E22EA">
              <w:rPr>
                <w:rFonts w:ascii="Times New Roman" w:hAnsi="Times New Roman" w:cs="Times New Roman"/>
                <w:sz w:val="28"/>
                <w:szCs w:val="28"/>
              </w:rPr>
              <w:t>д. 19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096" w:type="dxa"/>
          </w:tcPr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203824" w:rsidRPr="00724E5C" w:rsidRDefault="00203824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203824" w:rsidRPr="00724E5C" w:rsidRDefault="00203824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203824" w:rsidRPr="00724E5C" w:rsidRDefault="00203824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203824" w:rsidRPr="00724E5C" w:rsidRDefault="00203824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Задачи программы: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социально-экономического развития района;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203824" w:rsidRPr="00724E5C" w:rsidRDefault="00203824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5. Содействие в обеспечении социальной поддержки слабозащищенным слоям населения.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спорта, повышение роли физкультуры и спорта в деле профилактики правонарушений,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преодоления распространения наркомании и алкоголизма;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учителей,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E5C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D453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15000,0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3B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</w:t>
            </w:r>
            <w:r w:rsidRPr="00D453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13000,0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03824" w:rsidRDefault="00203824" w:rsidP="0085627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 </w:t>
            </w:r>
            <w:r w:rsidRPr="003A032F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3824" w:rsidRPr="006255CB" w:rsidRDefault="00203824" w:rsidP="0085627B">
            <w:pPr>
              <w:ind w:firstLine="25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D5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F12C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</w:p>
        </w:tc>
      </w:tr>
      <w:tr w:rsidR="00203824" w:rsidRPr="006255CB">
        <w:tc>
          <w:tcPr>
            <w:tcW w:w="396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</w:tcPr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203824" w:rsidRPr="006255CB" w:rsidRDefault="00203824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203824" w:rsidRDefault="00203824" w:rsidP="007E5C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3824" w:rsidRPr="007E5CBB" w:rsidRDefault="00203824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2.Характеристика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ояния социальной инфраструктуры</w:t>
      </w: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МО «Козьминское» составляет 130588 га. Численность населения по данным на 01.01.2017 – </w:t>
      </w:r>
      <w:r w:rsidRPr="006E22EA">
        <w:rPr>
          <w:rFonts w:ascii="Times New Roman" w:hAnsi="Times New Roman" w:cs="Times New Roman"/>
          <w:sz w:val="28"/>
          <w:szCs w:val="28"/>
        </w:rPr>
        <w:t>923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46 населённых пунктов:</w:t>
      </w:r>
    </w:p>
    <w:p w:rsidR="00203824" w:rsidRDefault="00203824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455"/>
        <w:gridCol w:w="3827"/>
      </w:tblGrid>
      <w:tr w:rsidR="00203824">
        <w:trPr>
          <w:jc w:val="center"/>
        </w:trPr>
        <w:tc>
          <w:tcPr>
            <w:tcW w:w="851" w:type="dxa"/>
            <w:vAlign w:val="center"/>
          </w:tcPr>
          <w:p w:rsidR="00203824" w:rsidRPr="002054BD" w:rsidRDefault="00203824" w:rsidP="005D58F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455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827" w:type="dxa"/>
            <w:vAlign w:val="center"/>
          </w:tcPr>
          <w:p w:rsidR="00203824" w:rsidRPr="006255CB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населенного пункта, чел.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с.Козьмино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д.Базлук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Бережная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Березник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Берег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д.Большой Гыжег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д.Бор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д.Борисовская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д.Вожем</w:t>
            </w:r>
          </w:p>
        </w:tc>
        <w:tc>
          <w:tcPr>
            <w:tcW w:w="3827" w:type="dxa"/>
            <w:vAlign w:val="center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д.1- Васильевская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д.2-Васильевская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пос.Гыжег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д.Голяшово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д.Голяниновская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д.Дорофеевская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д.Забелино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д.Залужье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д.Звоз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д.Захаринская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д.Ивановка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д.Карповская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д.Кононовская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д.Костино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д.Кулига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trHeight w:val="330"/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д.Лукинская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3824" w:rsidRPr="00CA77B1">
        <w:trPr>
          <w:trHeight w:val="225"/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с.Лена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М.Толша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д.Малый Гыжег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д.Мыс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д.Некрасовская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пос.Песочный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д.Ошмановская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д.Речка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д.Самыловская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д.Серединская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д.Томиловская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д.Устюг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д.Урдома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д.Цылиба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д.Шалевская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д.Шаровицы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д.Шубинская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д.Фоминская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д.Юрчаково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д.Юрчаково-Пахомовская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824" w:rsidRPr="00CA77B1">
        <w:trPr>
          <w:jc w:val="center"/>
        </w:trPr>
        <w:tc>
          <w:tcPr>
            <w:tcW w:w="851" w:type="dxa"/>
          </w:tcPr>
          <w:p w:rsidR="00203824" w:rsidRPr="00CA77B1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455" w:type="dxa"/>
          </w:tcPr>
          <w:p w:rsidR="00203824" w:rsidRPr="00CA77B1" w:rsidRDefault="00203824" w:rsidP="005D58F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Ярант</w:t>
            </w:r>
          </w:p>
        </w:tc>
        <w:tc>
          <w:tcPr>
            <w:tcW w:w="3827" w:type="dxa"/>
            <w:vAlign w:val="center"/>
          </w:tcPr>
          <w:p w:rsidR="00203824" w:rsidRPr="00697187" w:rsidRDefault="00203824" w:rsidP="005D58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BD1F03">
        <w:trPr>
          <w:cantSplit/>
          <w:trHeight w:val="550"/>
          <w:jc w:val="center"/>
        </w:trPr>
        <w:tc>
          <w:tcPr>
            <w:tcW w:w="5306" w:type="dxa"/>
            <w:gridSpan w:val="2"/>
            <w:vAlign w:val="center"/>
          </w:tcPr>
          <w:p w:rsidR="00203824" w:rsidRPr="00BD1F03" w:rsidRDefault="00203824" w:rsidP="005D58F6">
            <w:pPr>
              <w:spacing w:line="240" w:lineRule="auto"/>
              <w:jc w:val="center"/>
              <w:rPr>
                <w:b/>
                <w:bCs/>
              </w:rPr>
            </w:pPr>
            <w:r w:rsidRPr="007E7CA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827" w:type="dxa"/>
            <w:vAlign w:val="center"/>
          </w:tcPr>
          <w:p w:rsidR="00203824" w:rsidRPr="00BD1F03" w:rsidRDefault="00203824" w:rsidP="005D58F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923</w:t>
            </w:r>
          </w:p>
        </w:tc>
      </w:tr>
    </w:tbl>
    <w:p w:rsidR="00203824" w:rsidRDefault="00203824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03824" w:rsidRPr="00427F17" w:rsidRDefault="00203824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7F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Демографическая ситуация</w:t>
      </w: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населения поселения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923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52 </w:t>
      </w:r>
      <w:r w:rsidRPr="00427F17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>, от 7 до 15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19">
        <w:rPr>
          <w:rFonts w:ascii="Times New Roman" w:hAnsi="Times New Roman" w:cs="Times New Roman"/>
          <w:sz w:val="28"/>
          <w:szCs w:val="28"/>
        </w:rPr>
        <w:t>–90 человек</w:t>
      </w:r>
      <w:r w:rsidRPr="00427F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 16 до 17 лет включительно </w:t>
      </w:r>
      <w:r w:rsidRPr="00D71419">
        <w:rPr>
          <w:rFonts w:ascii="Times New Roman" w:hAnsi="Times New Roman" w:cs="Times New Roman"/>
          <w:sz w:val="28"/>
          <w:szCs w:val="28"/>
        </w:rPr>
        <w:t>– 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71419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328 человек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35,5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430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46,6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6,4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населения)</w:t>
      </w:r>
      <w:r w:rsidRPr="00427F17"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Pr="00427BBB" w:rsidRDefault="00203824" w:rsidP="00427BB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27BBB">
        <w:rPr>
          <w:rFonts w:ascii="Times New Roman" w:hAnsi="Times New Roman" w:cs="Times New Roman"/>
          <w:i/>
          <w:iCs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678"/>
        <w:gridCol w:w="1276"/>
        <w:gridCol w:w="1276"/>
        <w:gridCol w:w="1268"/>
      </w:tblGrid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Естественный прирос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(убыль)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203824" w:rsidRPr="006255CB" w:rsidRDefault="00203824" w:rsidP="002D1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(убыль)</w:t>
            </w:r>
          </w:p>
        </w:tc>
        <w:tc>
          <w:tcPr>
            <w:tcW w:w="1276" w:type="dxa"/>
          </w:tcPr>
          <w:p w:rsidR="00203824" w:rsidRPr="002B7A8E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3192">
              <w:rPr>
                <w:rFonts w:ascii="Times New Roman" w:hAnsi="Times New Roman" w:cs="Times New Roman"/>
                <w:sz w:val="28"/>
                <w:szCs w:val="28"/>
              </w:rPr>
              <w:t>-29</w:t>
            </w:r>
          </w:p>
        </w:tc>
        <w:tc>
          <w:tcPr>
            <w:tcW w:w="1276" w:type="dxa"/>
          </w:tcPr>
          <w:p w:rsidR="00203824" w:rsidRPr="002B7A8E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3192">
              <w:rPr>
                <w:rFonts w:ascii="Times New Roman" w:hAnsi="Times New Roman" w:cs="Times New Roman"/>
                <w:sz w:val="28"/>
                <w:szCs w:val="28"/>
              </w:rPr>
              <w:t>-44</w:t>
            </w:r>
          </w:p>
        </w:tc>
        <w:tc>
          <w:tcPr>
            <w:tcW w:w="1268" w:type="dxa"/>
          </w:tcPr>
          <w:p w:rsidR="00203824" w:rsidRPr="002B7A8E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3192"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78" w:type="dxa"/>
          </w:tcPr>
          <w:p w:rsidR="00203824" w:rsidRPr="006255CB" w:rsidRDefault="00203824" w:rsidP="002D1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78" w:type="dxa"/>
          </w:tcPr>
          <w:p w:rsidR="00203824" w:rsidRPr="006255CB" w:rsidRDefault="00203824" w:rsidP="002D1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выбыло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03824" w:rsidRPr="006255CB">
        <w:tc>
          <w:tcPr>
            <w:tcW w:w="566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203824" w:rsidRPr="006255CB" w:rsidRDefault="00203824" w:rsidP="002D1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 (среднегодовая)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1022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979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939</w:t>
            </w:r>
          </w:p>
        </w:tc>
      </w:tr>
    </w:tbl>
    <w:p w:rsidR="00203824" w:rsidRDefault="00203824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A4423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Демографическая ситуация в поселении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данными: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Pr="00A4423B">
        <w:rPr>
          <w:rFonts w:ascii="Times New Roman" w:hAnsi="Times New Roman" w:cs="Times New Roman"/>
          <w:sz w:val="28"/>
          <w:szCs w:val="28"/>
        </w:rPr>
        <w:t>число умерших превышает число родившихся</w:t>
      </w:r>
      <w:r>
        <w:rPr>
          <w:rFonts w:ascii="Times New Roman" w:hAnsi="Times New Roman" w:cs="Times New Roman"/>
          <w:sz w:val="28"/>
          <w:szCs w:val="28"/>
        </w:rPr>
        <w:t>, причем рождаемость имеет тенденцию к уменьшению.</w:t>
      </w:r>
      <w:r w:rsidRPr="00F40A7F">
        <w:rPr>
          <w:rFonts w:ascii="Times New Roman" w:hAnsi="Times New Roman" w:cs="Times New Roman"/>
          <w:sz w:val="28"/>
          <w:szCs w:val="28"/>
        </w:rPr>
        <w:t xml:space="preserve"> Баланс населения  ухудшает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F40A7F">
        <w:rPr>
          <w:rFonts w:ascii="Times New Roman" w:hAnsi="Times New Roman" w:cs="Times New Roman"/>
          <w:sz w:val="28"/>
          <w:szCs w:val="28"/>
        </w:rPr>
        <w:t xml:space="preserve">из-за превышения числа убывших с территории, над числом прибывшим на территорию.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40A7F">
        <w:rPr>
          <w:rFonts w:ascii="Times New Roman" w:hAnsi="Times New Roman" w:cs="Times New Roman"/>
          <w:sz w:val="28"/>
          <w:szCs w:val="28"/>
        </w:rPr>
        <w:t>евысокая рождаемость, объясняется следующими факторами: многократным повышением стоимости самообеспечения (питание, лечение, лекарства, одежда). С развалом экономики в период перестройки,  обанкротил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0A7F">
        <w:rPr>
          <w:rFonts w:ascii="Times New Roman" w:hAnsi="Times New Roman" w:cs="Times New Roman"/>
          <w:sz w:val="28"/>
          <w:szCs w:val="28"/>
        </w:rPr>
        <w:t>сь ранее крупн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>е сельскохозяйственн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 xml:space="preserve">е предприятия, появилась безработица, 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40A7F">
        <w:rPr>
          <w:rFonts w:ascii="Times New Roman" w:hAnsi="Times New Roman" w:cs="Times New Roman"/>
          <w:sz w:val="28"/>
          <w:szCs w:val="28"/>
        </w:rPr>
        <w:t xml:space="preserve"> посел</w:t>
      </w:r>
      <w:r>
        <w:rPr>
          <w:rFonts w:ascii="Times New Roman" w:hAnsi="Times New Roman" w:cs="Times New Roman"/>
          <w:sz w:val="28"/>
          <w:szCs w:val="28"/>
        </w:rPr>
        <w:t xml:space="preserve">ках с </w:t>
      </w:r>
      <w:r w:rsidRPr="00F40A7F">
        <w:rPr>
          <w:rFonts w:ascii="Times New Roman" w:hAnsi="Times New Roman" w:cs="Times New Roman"/>
          <w:sz w:val="28"/>
          <w:szCs w:val="28"/>
        </w:rPr>
        <w:t xml:space="preserve">малой численностью закрыты школы, клубы. </w:t>
      </w:r>
    </w:p>
    <w:p w:rsidR="00203824" w:rsidRPr="00C1354D" w:rsidRDefault="00203824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Инвестиции</w:t>
      </w:r>
    </w:p>
    <w:p w:rsidR="00203824" w:rsidRPr="00C1354D" w:rsidRDefault="00203824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«Козьминское»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 xml:space="preserve">34,84 млн. рублей, что 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 97,3% к соответствующему периоду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35,763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03824" w:rsidRPr="00C1354D" w:rsidRDefault="00203824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Финансы</w:t>
      </w:r>
    </w:p>
    <w:p w:rsidR="00203824" w:rsidRPr="00C1354D" w:rsidRDefault="00203824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«Козьминское»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</w:t>
      </w:r>
      <w:r w:rsidRPr="005019D1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C1354D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203824" w:rsidRPr="00C1354D" w:rsidRDefault="00203824" w:rsidP="005019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«Козьминское»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</w:t>
      </w:r>
      <w:r>
        <w:rPr>
          <w:rFonts w:ascii="Times New Roman" w:hAnsi="Times New Roman" w:cs="Times New Roman"/>
          <w:sz w:val="28"/>
          <w:szCs w:val="28"/>
        </w:rPr>
        <w:t xml:space="preserve"> 3758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составляет 13% от доходов 2015 года</w:t>
      </w:r>
      <w:r w:rsidRPr="00C135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29740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в связи с передачей полномочий на муниципальный район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203824" w:rsidRPr="00C1354D" w:rsidRDefault="00203824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1432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C1354D">
        <w:rPr>
          <w:rFonts w:ascii="Times New Roman" w:hAnsi="Times New Roman" w:cs="Times New Roman"/>
          <w:sz w:val="28"/>
          <w:szCs w:val="28"/>
        </w:rPr>
        <w:t>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1610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38 </w:t>
      </w:r>
      <w:r w:rsidRPr="00C1354D">
        <w:rPr>
          <w:rFonts w:ascii="Times New Roman" w:hAnsi="Times New Roman" w:cs="Times New Roman"/>
          <w:sz w:val="28"/>
          <w:szCs w:val="28"/>
        </w:rPr>
        <w:t>%, удельный вес безвозмездных поступлений от других бюджетов составил</w:t>
      </w:r>
      <w:r>
        <w:rPr>
          <w:rFonts w:ascii="Times New Roman" w:hAnsi="Times New Roman" w:cs="Times New Roman"/>
          <w:sz w:val="28"/>
          <w:szCs w:val="28"/>
        </w:rPr>
        <w:t xml:space="preserve"> 62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203824" w:rsidRPr="00C1354D" w:rsidRDefault="00203824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«Козьминское»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>
        <w:rPr>
          <w:rFonts w:ascii="Times New Roman" w:hAnsi="Times New Roman" w:cs="Times New Roman"/>
          <w:sz w:val="28"/>
          <w:szCs w:val="28"/>
        </w:rPr>
        <w:t>3799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91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</w:t>
      </w:r>
      <w:r>
        <w:rPr>
          <w:rFonts w:ascii="Times New Roman" w:hAnsi="Times New Roman" w:cs="Times New Roman"/>
          <w:sz w:val="28"/>
          <w:szCs w:val="28"/>
        </w:rPr>
        <w:t xml:space="preserve"> 29763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99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203824" w:rsidRPr="00C1354D" w:rsidRDefault="00203824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сфера</w:t>
      </w:r>
    </w:p>
    <w:p w:rsidR="00203824" w:rsidRDefault="00203824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составила </w:t>
      </w:r>
      <w:r>
        <w:rPr>
          <w:rFonts w:ascii="Times New Roman" w:hAnsi="Times New Roman" w:cs="Times New Roman"/>
          <w:sz w:val="28"/>
          <w:szCs w:val="28"/>
        </w:rPr>
        <w:t>136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заработная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sz w:val="28"/>
          <w:szCs w:val="28"/>
        </w:rPr>
        <w:t>24518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10,6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аналогичным периодом предыдущего года (</w:t>
      </w:r>
      <w:r>
        <w:rPr>
          <w:rFonts w:ascii="Times New Roman" w:hAnsi="Times New Roman" w:cs="Times New Roman"/>
          <w:sz w:val="28"/>
          <w:szCs w:val="28"/>
        </w:rPr>
        <w:t>22160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при этом </w:t>
      </w:r>
      <w:r>
        <w:rPr>
          <w:rFonts w:ascii="Times New Roman" w:hAnsi="Times New Roman" w:cs="Times New Roman"/>
          <w:sz w:val="28"/>
          <w:szCs w:val="28"/>
        </w:rPr>
        <w:t>увеличил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1,4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(</w:t>
      </w:r>
      <w:r>
        <w:rPr>
          <w:rFonts w:ascii="Times New Roman" w:hAnsi="Times New Roman" w:cs="Times New Roman"/>
          <w:sz w:val="28"/>
          <w:szCs w:val="28"/>
        </w:rPr>
        <w:t>36,9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 и составил </w:t>
      </w:r>
      <w:r>
        <w:rPr>
          <w:rFonts w:ascii="Times New Roman" w:hAnsi="Times New Roman" w:cs="Times New Roman"/>
          <w:sz w:val="28"/>
          <w:szCs w:val="28"/>
        </w:rPr>
        <w:t>37,4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тоже время снижается среднесписочная численность работающих, что отрицательно сказывается на росте фонда оплаты труда.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824" w:rsidRDefault="00203824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По состоянию на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официально зарегистрированных в государственных учреждениях службы занятости населения, составила </w:t>
      </w:r>
      <w:r>
        <w:rPr>
          <w:rFonts w:ascii="Times New Roman" w:hAnsi="Times New Roman" w:cs="Times New Roman"/>
          <w:sz w:val="28"/>
          <w:szCs w:val="28"/>
        </w:rPr>
        <w:t>37 человек.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824" w:rsidRDefault="00203824" w:rsidP="009A6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14880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>
        <w:rPr>
          <w:rFonts w:ascii="Times New Roman" w:hAnsi="Times New Roman" w:cs="Times New Roman"/>
          <w:sz w:val="28"/>
          <w:szCs w:val="28"/>
        </w:rPr>
        <w:t xml:space="preserve">4,5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больше по сравнению с аналогичным периодом предыдущего года. </w:t>
      </w:r>
    </w:p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</w:t>
      </w:r>
    </w:p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203824" w:rsidRDefault="00203824" w:rsidP="00724E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2,34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 жилого назначения.</w:t>
      </w:r>
    </w:p>
    <w:p w:rsidR="00203824" w:rsidRPr="00605DBD" w:rsidRDefault="00203824" w:rsidP="00724E5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3.Т</w:t>
      </w:r>
      <w:r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социальной инфраструктуры посел</w:t>
      </w:r>
      <w:r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203824" w:rsidRPr="00D71419" w:rsidRDefault="00203824" w:rsidP="004866C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71419">
        <w:rPr>
          <w:rFonts w:ascii="Times New Roman" w:hAnsi="Times New Roman" w:cs="Times New Roman"/>
          <w:sz w:val="28"/>
          <w:szCs w:val="28"/>
          <w:lang w:eastAsia="ru-RU"/>
        </w:rPr>
        <w:t>Образование</w:t>
      </w:r>
    </w:p>
    <w:p w:rsidR="00203824" w:rsidRPr="00D71419" w:rsidRDefault="00203824" w:rsidP="007A71F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1419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2 школы и 2 детских сада. Численность учащихся составляет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D71419">
        <w:rPr>
          <w:rFonts w:ascii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419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и 4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D714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детей</w:t>
      </w:r>
      <w:r w:rsidRPr="00D71419">
        <w:rPr>
          <w:rFonts w:ascii="Times New Roman" w:hAnsi="Times New Roman" w:cs="Times New Roman"/>
          <w:sz w:val="28"/>
          <w:szCs w:val="28"/>
          <w:lang w:eastAsia="ru-RU"/>
        </w:rPr>
        <w:t>, посещаю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71419">
        <w:rPr>
          <w:rFonts w:ascii="Times New Roman" w:hAnsi="Times New Roman" w:cs="Times New Roman"/>
          <w:sz w:val="28"/>
          <w:szCs w:val="28"/>
          <w:lang w:eastAsia="ru-RU"/>
        </w:rPr>
        <w:t xml:space="preserve"> детский сад.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"/>
        <w:gridCol w:w="2287"/>
        <w:gridCol w:w="1910"/>
        <w:gridCol w:w="1241"/>
        <w:gridCol w:w="1225"/>
        <w:gridCol w:w="2195"/>
      </w:tblGrid>
      <w:tr w:rsidR="00203824" w:rsidRPr="00D71419">
        <w:tc>
          <w:tcPr>
            <w:tcW w:w="428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7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41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225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195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203824" w:rsidRPr="000D38F5">
        <w:trPr>
          <w:trHeight w:val="1805"/>
        </w:trPr>
        <w:tc>
          <w:tcPr>
            <w:tcW w:w="428" w:type="dxa"/>
          </w:tcPr>
          <w:p w:rsidR="00203824" w:rsidRPr="0085627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7" w:type="dxa"/>
          </w:tcPr>
          <w:p w:rsidR="00203824" w:rsidRPr="00716228" w:rsidRDefault="00203824" w:rsidP="00716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«Козьминская средняя школа» </w:t>
            </w:r>
          </w:p>
        </w:tc>
        <w:tc>
          <w:tcPr>
            <w:tcW w:w="1910" w:type="dxa"/>
          </w:tcPr>
          <w:p w:rsidR="00203824" w:rsidRPr="00716228" w:rsidRDefault="00203824" w:rsidP="00716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с. Козьмино, ул. Первомайская, д.35</w:t>
            </w:r>
          </w:p>
        </w:tc>
        <w:tc>
          <w:tcPr>
            <w:tcW w:w="1241" w:type="dxa"/>
          </w:tcPr>
          <w:p w:rsidR="00203824" w:rsidRPr="00716228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5" w:type="dxa"/>
          </w:tcPr>
          <w:p w:rsidR="00203824" w:rsidRPr="00470110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F9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195" w:type="dxa"/>
          </w:tcPr>
          <w:p w:rsidR="00203824" w:rsidRPr="00716228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rPr>
          <w:trHeight w:val="1691"/>
        </w:trPr>
        <w:tc>
          <w:tcPr>
            <w:tcW w:w="428" w:type="dxa"/>
          </w:tcPr>
          <w:p w:rsidR="00203824" w:rsidRPr="0085627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</w:tcPr>
          <w:p w:rsidR="00203824" w:rsidRPr="000D38F5" w:rsidRDefault="00203824" w:rsidP="007162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нская средняя школа»</w:t>
            </w:r>
          </w:p>
        </w:tc>
        <w:tc>
          <w:tcPr>
            <w:tcW w:w="1910" w:type="dxa"/>
          </w:tcPr>
          <w:p w:rsidR="00203824" w:rsidRPr="00716228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с. Лена, ул.  Кости Зинина, д.7</w:t>
            </w:r>
          </w:p>
        </w:tc>
        <w:tc>
          <w:tcPr>
            <w:tcW w:w="1241" w:type="dxa"/>
          </w:tcPr>
          <w:p w:rsidR="00203824" w:rsidRPr="00716228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5" w:type="dxa"/>
          </w:tcPr>
          <w:p w:rsidR="00203824" w:rsidRPr="00470110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F9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95" w:type="dxa"/>
          </w:tcPr>
          <w:p w:rsidR="00203824" w:rsidRPr="000D38F5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rPr>
          <w:trHeight w:val="1578"/>
        </w:trPr>
        <w:tc>
          <w:tcPr>
            <w:tcW w:w="428" w:type="dxa"/>
          </w:tcPr>
          <w:p w:rsidR="00203824" w:rsidRPr="0085627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Козьминский детский сад №17 "Колосок" МБОУ "Козьминская СШ"</w:t>
            </w:r>
          </w:p>
        </w:tc>
        <w:tc>
          <w:tcPr>
            <w:tcW w:w="1910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165787, Архангельская область, Ленский район, с Козьмино, ул Первомайская, 36</w:t>
            </w:r>
          </w:p>
        </w:tc>
        <w:tc>
          <w:tcPr>
            <w:tcW w:w="1241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5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95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c>
          <w:tcPr>
            <w:tcW w:w="428" w:type="dxa"/>
          </w:tcPr>
          <w:p w:rsidR="00203824" w:rsidRPr="0085627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Ленский детский сад "Чебурашка" МБОУ "Ленская СШ"</w:t>
            </w:r>
          </w:p>
        </w:tc>
        <w:tc>
          <w:tcPr>
            <w:tcW w:w="1910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165783, Архангельская область, Ленский район, с Лена, ул Лесная, 38</w:t>
            </w:r>
          </w:p>
        </w:tc>
        <w:tc>
          <w:tcPr>
            <w:tcW w:w="1241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5" w:type="dxa"/>
          </w:tcPr>
          <w:p w:rsidR="00203824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</w:t>
            </w:r>
          </w:p>
        </w:tc>
      </w:tr>
    </w:tbl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2(4)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2(4)</w:t>
            </w:r>
          </w:p>
        </w:tc>
        <w:tc>
          <w:tcPr>
            <w:tcW w:w="1268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2(4)</w:t>
            </w:r>
          </w:p>
        </w:tc>
      </w:tr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268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</w:tcPr>
          <w:p w:rsidR="00203824" w:rsidRPr="00D71419" w:rsidRDefault="00203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68" w:type="dxa"/>
          </w:tcPr>
          <w:p w:rsidR="00203824" w:rsidRPr="00D71419" w:rsidRDefault="00203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68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203824" w:rsidRPr="00D71419" w:rsidRDefault="00203824" w:rsidP="009A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68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203824" w:rsidRPr="000D38F5">
        <w:tc>
          <w:tcPr>
            <w:tcW w:w="524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8" w:type="dxa"/>
          </w:tcPr>
          <w:p w:rsidR="00203824" w:rsidRPr="00D71419" w:rsidRDefault="00203824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4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03824" w:rsidRPr="0085627B" w:rsidRDefault="00203824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Pr="00126329" w:rsidRDefault="00203824" w:rsidP="00D714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329">
        <w:rPr>
          <w:rFonts w:ascii="Times New Roman" w:hAnsi="Times New Roman" w:cs="Times New Roman"/>
          <w:sz w:val="28"/>
          <w:szCs w:val="28"/>
        </w:rPr>
        <w:t>Из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203824" w:rsidRDefault="00203824" w:rsidP="0085627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6329">
        <w:rPr>
          <w:rFonts w:ascii="Times New Roman" w:hAnsi="Times New Roman" w:cs="Times New Roman"/>
          <w:sz w:val="28"/>
          <w:szCs w:val="28"/>
        </w:rPr>
        <w:t>Педагогический состав. В школах трудится 32 педагогических работника. Средний возраст педагогических работников более 40 лет, на лицо старение и отток кадрового состава педагогов в поселении, почти нет молодых специалистов. Основными причинами данной ситуации является отсутствие благоустроенного жилья в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7A71F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3824" w:rsidRDefault="00203824" w:rsidP="007A71F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203824" w:rsidRPr="00605DBD" w:rsidRDefault="00203824" w:rsidP="00B96F50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Pr="001458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пункта. Жителям оказывается первая медицинская помощь.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"/>
        <w:gridCol w:w="2723"/>
        <w:gridCol w:w="2144"/>
        <w:gridCol w:w="1321"/>
        <w:gridCol w:w="2350"/>
      </w:tblGrid>
      <w:tr w:rsidR="00203824" w:rsidRPr="006255CB">
        <w:tc>
          <w:tcPr>
            <w:tcW w:w="529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4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203824" w:rsidRPr="006255CB">
        <w:tc>
          <w:tcPr>
            <w:tcW w:w="529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203824" w:rsidRPr="006255CB" w:rsidRDefault="00203824" w:rsidP="007E7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4" w:type="dxa"/>
          </w:tcPr>
          <w:p w:rsidR="00203824" w:rsidRPr="007E7CA8" w:rsidRDefault="00203824" w:rsidP="007E7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CA8">
              <w:rPr>
                <w:rFonts w:ascii="Times New Roman" w:hAnsi="Times New Roman" w:cs="Times New Roman"/>
                <w:sz w:val="24"/>
                <w:szCs w:val="24"/>
              </w:rPr>
              <w:t>п. Гыжег</w:t>
            </w:r>
          </w:p>
        </w:tc>
        <w:tc>
          <w:tcPr>
            <w:tcW w:w="13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6255CB">
        <w:tc>
          <w:tcPr>
            <w:tcW w:w="529" w:type="dxa"/>
          </w:tcPr>
          <w:p w:rsidR="00203824" w:rsidRPr="006255C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3" w:type="dxa"/>
          </w:tcPr>
          <w:p w:rsidR="00203824" w:rsidRPr="006255CB" w:rsidRDefault="00203824" w:rsidP="007E7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Врачебная амбулатория </w:t>
            </w:r>
          </w:p>
        </w:tc>
        <w:tc>
          <w:tcPr>
            <w:tcW w:w="2144" w:type="dxa"/>
          </w:tcPr>
          <w:p w:rsidR="00203824" w:rsidRPr="007E7CA8" w:rsidRDefault="00203824" w:rsidP="007E7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CA8">
              <w:rPr>
                <w:rFonts w:ascii="Times New Roman" w:hAnsi="Times New Roman" w:cs="Times New Roman"/>
                <w:sz w:val="24"/>
                <w:szCs w:val="24"/>
              </w:rPr>
              <w:t>с. Козьмино</w:t>
            </w:r>
          </w:p>
        </w:tc>
        <w:tc>
          <w:tcPr>
            <w:tcW w:w="13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6255CB">
        <w:tc>
          <w:tcPr>
            <w:tcW w:w="529" w:type="dxa"/>
          </w:tcPr>
          <w:p w:rsidR="00203824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:rsidR="00203824" w:rsidRDefault="00203824" w:rsidP="007E7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</w:t>
            </w:r>
          </w:p>
        </w:tc>
        <w:tc>
          <w:tcPr>
            <w:tcW w:w="2144" w:type="dxa"/>
          </w:tcPr>
          <w:p w:rsidR="00203824" w:rsidRPr="007E7CA8" w:rsidRDefault="00203824" w:rsidP="007E7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с.Лена</w:t>
            </w:r>
          </w:p>
        </w:tc>
        <w:tc>
          <w:tcPr>
            <w:tcW w:w="13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203824" w:rsidRPr="006255CB" w:rsidRDefault="00203824" w:rsidP="002D12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203824" w:rsidRPr="007E5CBB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203824" w:rsidRPr="006255CB">
        <w:tc>
          <w:tcPr>
            <w:tcW w:w="52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203824" w:rsidRPr="006255CB">
        <w:tc>
          <w:tcPr>
            <w:tcW w:w="52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824" w:rsidRPr="006255CB">
        <w:tc>
          <w:tcPr>
            <w:tcW w:w="52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824" w:rsidRPr="006255CB">
        <w:tc>
          <w:tcPr>
            <w:tcW w:w="52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824" w:rsidRPr="006255CB">
        <w:tc>
          <w:tcPr>
            <w:tcW w:w="52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203824" w:rsidRPr="008717ED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203824" w:rsidRPr="0021541C" w:rsidRDefault="00203824" w:rsidP="00594B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824" w:rsidRPr="0021541C" w:rsidRDefault="00203824" w:rsidP="00594B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41C"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"/>
        <w:gridCol w:w="2559"/>
        <w:gridCol w:w="2112"/>
        <w:gridCol w:w="1304"/>
        <w:gridCol w:w="2580"/>
      </w:tblGrid>
      <w:tr w:rsidR="00203824" w:rsidRPr="0021541C">
        <w:tc>
          <w:tcPr>
            <w:tcW w:w="512" w:type="dxa"/>
          </w:tcPr>
          <w:p w:rsidR="00203824" w:rsidRPr="0021541C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:rsidR="00203824" w:rsidRPr="0021541C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</w:tcPr>
          <w:p w:rsidR="00203824" w:rsidRPr="0021541C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1C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04" w:type="dxa"/>
          </w:tcPr>
          <w:p w:rsidR="00203824" w:rsidRPr="0021541C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1C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2154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541C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580" w:type="dxa"/>
          </w:tcPr>
          <w:p w:rsidR="00203824" w:rsidRPr="0021541C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41C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203824" w:rsidRPr="000D38F5">
        <w:trPr>
          <w:trHeight w:val="590"/>
        </w:trPr>
        <w:tc>
          <w:tcPr>
            <w:tcW w:w="512" w:type="dxa"/>
          </w:tcPr>
          <w:p w:rsidR="00203824" w:rsidRPr="008C485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203824" w:rsidRPr="00B3001A" w:rsidRDefault="00203824" w:rsidP="007E7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Спортивный зал  МБОУ «Ленская СШ»</w:t>
            </w:r>
          </w:p>
        </w:tc>
        <w:tc>
          <w:tcPr>
            <w:tcW w:w="2112" w:type="dxa"/>
            <w:vAlign w:val="center"/>
          </w:tcPr>
          <w:p w:rsidR="00203824" w:rsidRPr="00B3001A" w:rsidRDefault="00203824" w:rsidP="007E7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с. Лена, ул.  Кости Зинина, д.7</w:t>
            </w:r>
          </w:p>
        </w:tc>
        <w:tc>
          <w:tcPr>
            <w:tcW w:w="1304" w:type="dxa"/>
            <w:vAlign w:val="center"/>
          </w:tcPr>
          <w:p w:rsidR="00203824" w:rsidRPr="00B3001A" w:rsidRDefault="00203824" w:rsidP="007E7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580" w:type="dxa"/>
            <w:vAlign w:val="center"/>
          </w:tcPr>
          <w:p w:rsidR="00203824" w:rsidRPr="00B3001A" w:rsidRDefault="00203824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rPr>
          <w:trHeight w:val="590"/>
        </w:trPr>
        <w:tc>
          <w:tcPr>
            <w:tcW w:w="512" w:type="dxa"/>
          </w:tcPr>
          <w:p w:rsidR="00203824" w:rsidRPr="008C485B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203824" w:rsidRPr="00B3001A" w:rsidRDefault="00203824" w:rsidP="00FA1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Спортивный зал  МБОУ «Козьминская  СШ»</w:t>
            </w:r>
          </w:p>
        </w:tc>
        <w:tc>
          <w:tcPr>
            <w:tcW w:w="2112" w:type="dxa"/>
            <w:vAlign w:val="center"/>
          </w:tcPr>
          <w:p w:rsidR="00203824" w:rsidRPr="00B3001A" w:rsidRDefault="00203824" w:rsidP="007E7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с. Козьмино, ул. Первомайская, д.35</w:t>
            </w:r>
          </w:p>
        </w:tc>
        <w:tc>
          <w:tcPr>
            <w:tcW w:w="1304" w:type="dxa"/>
            <w:vAlign w:val="center"/>
          </w:tcPr>
          <w:p w:rsidR="00203824" w:rsidRPr="00B3001A" w:rsidRDefault="00203824" w:rsidP="007E7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80" w:type="dxa"/>
            <w:vAlign w:val="center"/>
          </w:tcPr>
          <w:p w:rsidR="00203824" w:rsidRPr="00B3001A" w:rsidRDefault="00203824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c>
          <w:tcPr>
            <w:tcW w:w="512" w:type="dxa"/>
          </w:tcPr>
          <w:p w:rsidR="00203824" w:rsidRPr="008C485B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203824" w:rsidRPr="00B3001A" w:rsidRDefault="00203824" w:rsidP="00FA1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«Ленская СШ»</w:t>
            </w:r>
          </w:p>
        </w:tc>
        <w:tc>
          <w:tcPr>
            <w:tcW w:w="2112" w:type="dxa"/>
            <w:vAlign w:val="center"/>
          </w:tcPr>
          <w:p w:rsidR="00203824" w:rsidRPr="00B3001A" w:rsidRDefault="00203824" w:rsidP="005D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с. Лена, ул.  Кости Зинина, д.7</w:t>
            </w:r>
          </w:p>
        </w:tc>
        <w:tc>
          <w:tcPr>
            <w:tcW w:w="1304" w:type="dxa"/>
            <w:vAlign w:val="center"/>
          </w:tcPr>
          <w:p w:rsidR="00203824" w:rsidRPr="00B3001A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580" w:type="dxa"/>
            <w:vAlign w:val="center"/>
          </w:tcPr>
          <w:p w:rsidR="00203824" w:rsidRPr="00B3001A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c>
          <w:tcPr>
            <w:tcW w:w="512" w:type="dxa"/>
          </w:tcPr>
          <w:p w:rsidR="00203824" w:rsidRPr="003A032F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203824" w:rsidRPr="003A032F" w:rsidRDefault="00203824" w:rsidP="008378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клуб «Восход»</w:t>
            </w:r>
          </w:p>
        </w:tc>
        <w:tc>
          <w:tcPr>
            <w:tcW w:w="2112" w:type="dxa"/>
          </w:tcPr>
          <w:p w:rsidR="00203824" w:rsidRPr="003A032F" w:rsidRDefault="00203824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Лена</w:t>
            </w:r>
          </w:p>
        </w:tc>
        <w:tc>
          <w:tcPr>
            <w:tcW w:w="1304" w:type="dxa"/>
            <w:vAlign w:val="center"/>
          </w:tcPr>
          <w:p w:rsidR="00203824" w:rsidRPr="003A032F" w:rsidRDefault="00203824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80" w:type="dxa"/>
            <w:vAlign w:val="center"/>
          </w:tcPr>
          <w:p w:rsidR="00203824" w:rsidRPr="003A032F" w:rsidRDefault="00203824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c>
          <w:tcPr>
            <w:tcW w:w="512" w:type="dxa"/>
          </w:tcPr>
          <w:p w:rsidR="00203824" w:rsidRPr="003A032F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203824" w:rsidRPr="003A032F" w:rsidRDefault="00203824" w:rsidP="00FA19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клуб «Богатырь»</w:t>
            </w:r>
          </w:p>
        </w:tc>
        <w:tc>
          <w:tcPr>
            <w:tcW w:w="2112" w:type="dxa"/>
          </w:tcPr>
          <w:p w:rsidR="00203824" w:rsidRPr="003A032F" w:rsidRDefault="00203824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Козьмино, ул. Первомайская, д.10</w:t>
            </w:r>
          </w:p>
        </w:tc>
        <w:tc>
          <w:tcPr>
            <w:tcW w:w="1304" w:type="dxa"/>
            <w:vAlign w:val="center"/>
          </w:tcPr>
          <w:p w:rsidR="00203824" w:rsidRPr="003A032F" w:rsidRDefault="00203824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580" w:type="dxa"/>
            <w:vAlign w:val="center"/>
          </w:tcPr>
          <w:p w:rsidR="00203824" w:rsidRPr="003A032F" w:rsidRDefault="00203824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</w:tr>
      <w:tr w:rsidR="00203824" w:rsidRPr="000D38F5">
        <w:tc>
          <w:tcPr>
            <w:tcW w:w="512" w:type="dxa"/>
          </w:tcPr>
          <w:p w:rsidR="00203824" w:rsidRPr="003A032F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203824" w:rsidRPr="003A032F" w:rsidRDefault="00203824" w:rsidP="00FA19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хоккейный корт</w:t>
            </w:r>
          </w:p>
        </w:tc>
        <w:tc>
          <w:tcPr>
            <w:tcW w:w="2112" w:type="dxa"/>
          </w:tcPr>
          <w:p w:rsidR="00203824" w:rsidRPr="003A032F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Козьмино, ул. Первомайская, д.10</w:t>
            </w:r>
          </w:p>
        </w:tc>
        <w:tc>
          <w:tcPr>
            <w:tcW w:w="1304" w:type="dxa"/>
            <w:vAlign w:val="center"/>
          </w:tcPr>
          <w:p w:rsidR="00203824" w:rsidRPr="003A032F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580" w:type="dxa"/>
            <w:vAlign w:val="center"/>
          </w:tcPr>
          <w:p w:rsidR="00203824" w:rsidRPr="003A032F" w:rsidRDefault="00203824" w:rsidP="005D5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</w:tr>
    </w:tbl>
    <w:p w:rsidR="00203824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Pr="005701C1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1C1">
        <w:rPr>
          <w:rFonts w:ascii="Times New Roman" w:hAnsi="Times New Roman" w:cs="Times New Roman"/>
          <w:sz w:val="28"/>
          <w:szCs w:val="28"/>
        </w:rPr>
        <w:t xml:space="preserve"> поселении ведется спортивная работа:</w:t>
      </w:r>
    </w:p>
    <w:p w:rsidR="00203824" w:rsidRPr="005701C1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203824" w:rsidRPr="005701C1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203824" w:rsidRPr="005701C1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203824" w:rsidRPr="005701C1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203824" w:rsidRDefault="00203824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100 </w:t>
      </w:r>
      <w:r w:rsidRPr="005701C1">
        <w:rPr>
          <w:rFonts w:ascii="Times New Roman" w:hAnsi="Times New Roman" w:cs="Times New Roman"/>
          <w:sz w:val="28"/>
          <w:szCs w:val="28"/>
        </w:rPr>
        <w:t>% населения по существующим нормативам на количество населения в поселении.</w:t>
      </w:r>
    </w:p>
    <w:p w:rsidR="00203824" w:rsidRDefault="00203824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203824" w:rsidRPr="00664401" w:rsidRDefault="00203824" w:rsidP="008378C5">
      <w:pPr>
        <w:numPr>
          <w:ilvl w:val="0"/>
          <w:numId w:val="2"/>
        </w:numPr>
        <w:spacing w:after="0" w:line="276" w:lineRule="auto"/>
        <w:ind w:left="0" w:firstLine="709"/>
        <w:jc w:val="both"/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  <w:r w:rsidRPr="008378C5">
        <w:rPr>
          <w:spacing w:val="5"/>
        </w:rPr>
        <w:t xml:space="preserve"> </w:t>
      </w:r>
    </w:p>
    <w:p w:rsidR="00203824" w:rsidRPr="0079318F" w:rsidRDefault="00203824" w:rsidP="00664401">
      <w:pPr>
        <w:spacing w:after="0" w:line="276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4401">
        <w:rPr>
          <w:rFonts w:ascii="Times New Roman" w:hAnsi="Times New Roman" w:cs="Times New Roman"/>
          <w:sz w:val="28"/>
          <w:szCs w:val="28"/>
        </w:rPr>
        <w:t>Дом культуры (</w:t>
      </w:r>
      <w:r>
        <w:rPr>
          <w:rFonts w:ascii="Times New Roman" w:hAnsi="Times New Roman" w:cs="Times New Roman"/>
          <w:sz w:val="28"/>
          <w:szCs w:val="28"/>
        </w:rPr>
        <w:t>с.Лена</w:t>
      </w:r>
      <w:r w:rsidRPr="006644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клуб (с.Козьмино)</w:t>
      </w:r>
      <w:r w:rsidRPr="00664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0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4401">
        <w:rPr>
          <w:rFonts w:ascii="Times New Roman" w:hAnsi="Times New Roman" w:cs="Times New Roman"/>
          <w:sz w:val="28"/>
          <w:szCs w:val="28"/>
        </w:rPr>
        <w:t xml:space="preserve"> библиотеки (</w:t>
      </w:r>
      <w:r>
        <w:rPr>
          <w:rFonts w:ascii="Times New Roman" w:hAnsi="Times New Roman" w:cs="Times New Roman"/>
          <w:sz w:val="28"/>
          <w:szCs w:val="28"/>
        </w:rPr>
        <w:t>с.Лена и с.Козьмино</w:t>
      </w:r>
      <w:r w:rsidRPr="00664401">
        <w:rPr>
          <w:rFonts w:ascii="Times New Roman" w:hAnsi="Times New Roman" w:cs="Times New Roman"/>
          <w:sz w:val="28"/>
          <w:szCs w:val="28"/>
        </w:rPr>
        <w:t>).</w:t>
      </w:r>
    </w:p>
    <w:p w:rsidR="00203824" w:rsidRDefault="00203824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"/>
        <w:gridCol w:w="1950"/>
        <w:gridCol w:w="2043"/>
        <w:gridCol w:w="2259"/>
        <w:gridCol w:w="2350"/>
      </w:tblGrid>
      <w:tr w:rsidR="00203824" w:rsidRPr="006255CB">
        <w:tc>
          <w:tcPr>
            <w:tcW w:w="465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0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43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259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350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203824" w:rsidRPr="006255CB">
        <w:tc>
          <w:tcPr>
            <w:tcW w:w="465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0" w:type="dxa"/>
          </w:tcPr>
          <w:p w:rsidR="00203824" w:rsidRPr="003E3D8A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«Козьминский клуб»</w:t>
            </w:r>
          </w:p>
        </w:tc>
        <w:tc>
          <w:tcPr>
            <w:tcW w:w="2043" w:type="dxa"/>
          </w:tcPr>
          <w:p w:rsidR="00203824" w:rsidRPr="003E3D8A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165787 Архангельская область Ленский район с. Козьмино</w:t>
            </w:r>
          </w:p>
        </w:tc>
        <w:tc>
          <w:tcPr>
            <w:tcW w:w="2259" w:type="dxa"/>
          </w:tcPr>
          <w:p w:rsidR="00203824" w:rsidRPr="003E3D8A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80 посадочных мест</w:t>
            </w:r>
          </w:p>
        </w:tc>
        <w:tc>
          <w:tcPr>
            <w:tcW w:w="2350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D71419">
        <w:tc>
          <w:tcPr>
            <w:tcW w:w="465" w:type="dxa"/>
          </w:tcPr>
          <w:p w:rsidR="00203824" w:rsidRPr="003E3D8A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0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«Ленский </w:t>
            </w: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043" w:type="dxa"/>
          </w:tcPr>
          <w:p w:rsidR="00203824" w:rsidRPr="003E3D8A" w:rsidRDefault="00203824" w:rsidP="0066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165783 Архангельская область Ленский район с. Лена, ул. Лесная, 38</w:t>
            </w: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9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50 посадочных мест</w:t>
            </w:r>
          </w:p>
        </w:tc>
        <w:tc>
          <w:tcPr>
            <w:tcW w:w="2350" w:type="dxa"/>
          </w:tcPr>
          <w:p w:rsidR="00203824" w:rsidRPr="00D71419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6255CB">
        <w:tc>
          <w:tcPr>
            <w:tcW w:w="465" w:type="dxa"/>
          </w:tcPr>
          <w:p w:rsidR="00203824" w:rsidRPr="003E3D8A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043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тыс. ед. хранения/читателей</w:t>
            </w:r>
          </w:p>
        </w:tc>
        <w:tc>
          <w:tcPr>
            <w:tcW w:w="2350" w:type="dxa"/>
          </w:tcPr>
          <w:p w:rsidR="00203824" w:rsidRPr="007F36B4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03824" w:rsidRPr="006255CB">
        <w:tc>
          <w:tcPr>
            <w:tcW w:w="465" w:type="dxa"/>
          </w:tcPr>
          <w:p w:rsidR="00203824" w:rsidRPr="003E3D8A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«Ленская библиотека»</w:t>
            </w:r>
          </w:p>
        </w:tc>
        <w:tc>
          <w:tcPr>
            <w:tcW w:w="2043" w:type="dxa"/>
          </w:tcPr>
          <w:p w:rsidR="00203824" w:rsidRPr="003E3D8A" w:rsidRDefault="00203824" w:rsidP="0066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165783 Архангельская область Ленский район с. Лена, ул. Лесная, 38</w:t>
            </w: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9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4702/245</w:t>
            </w:r>
          </w:p>
        </w:tc>
        <w:tc>
          <w:tcPr>
            <w:tcW w:w="2350" w:type="dxa"/>
          </w:tcPr>
          <w:p w:rsidR="00203824" w:rsidRPr="007F36B4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03824" w:rsidRPr="00D71419">
        <w:tc>
          <w:tcPr>
            <w:tcW w:w="465" w:type="dxa"/>
          </w:tcPr>
          <w:p w:rsidR="00203824" w:rsidRPr="003E3D8A" w:rsidRDefault="00203824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203824" w:rsidRPr="003E3D8A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«Козьминская библиотека»</w:t>
            </w:r>
          </w:p>
        </w:tc>
        <w:tc>
          <w:tcPr>
            <w:tcW w:w="2043" w:type="dxa"/>
          </w:tcPr>
          <w:p w:rsidR="00203824" w:rsidRPr="003E3D8A" w:rsidRDefault="00203824" w:rsidP="0066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165787 Архангельская область Ленский район с. Козьмино, ул. Первомайская, 45</w:t>
            </w:r>
          </w:p>
        </w:tc>
        <w:tc>
          <w:tcPr>
            <w:tcW w:w="2259" w:type="dxa"/>
          </w:tcPr>
          <w:p w:rsidR="00203824" w:rsidRPr="003E3D8A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8004/222</w:t>
            </w:r>
          </w:p>
        </w:tc>
        <w:tc>
          <w:tcPr>
            <w:tcW w:w="2350" w:type="dxa"/>
          </w:tcPr>
          <w:p w:rsidR="00203824" w:rsidRPr="00D71419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203824" w:rsidRDefault="00203824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Pr="00826D90" w:rsidRDefault="00203824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203824" w:rsidRPr="00826D90" w:rsidRDefault="00203824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>Одним из основных направлений работы является работа по организации досуга детей и подростков.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 xml:space="preserve">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203824" w:rsidRPr="00826D90" w:rsidRDefault="00203824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203824" w:rsidRDefault="00203824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203824" w:rsidRDefault="00203824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3824" w:rsidSect="005A4853">
          <w:headerReference w:type="default" r:id="rId7"/>
          <w:headerReference w:type="first" r:id="rId8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203824" w:rsidRPr="000D38F5" w:rsidRDefault="00203824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F5">
        <w:rPr>
          <w:rFonts w:ascii="Times New Roman" w:hAnsi="Times New Roman" w:cs="Times New Roman"/>
          <w:sz w:val="28"/>
          <w:szCs w:val="28"/>
        </w:rPr>
        <w:t>Таблица 2.4.1. Уровень обеспеченности социальными объектами и доступности социальных объектов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7"/>
        <w:gridCol w:w="2585"/>
        <w:gridCol w:w="3603"/>
        <w:gridCol w:w="2551"/>
        <w:gridCol w:w="2835"/>
        <w:gridCol w:w="2410"/>
      </w:tblGrid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обеспеченности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551" w:type="dxa"/>
          </w:tcPr>
          <w:p w:rsidR="00203824" w:rsidRPr="006255CB" w:rsidRDefault="00203824" w:rsidP="0024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обеспеченности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410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</w:tcPr>
          <w:p w:rsidR="00203824" w:rsidRPr="00C011D9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образования: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3603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82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  <w:tc>
          <w:tcPr>
            <w:tcW w:w="2835" w:type="dxa"/>
          </w:tcPr>
          <w:p w:rsidR="00203824" w:rsidRPr="00247971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0374">
              <w:rPr>
                <w:rFonts w:ascii="Times New Roman" w:hAnsi="Times New Roman" w:cs="Times New Roman"/>
                <w:sz w:val="24"/>
                <w:szCs w:val="24"/>
              </w:rPr>
              <w:t>65 мест на 40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64C82">
              <w:rPr>
                <w:rFonts w:ascii="Times New Roman" w:hAnsi="Times New Roman" w:cs="Times New Roman"/>
              </w:rPr>
              <w:t>детей в возрасте от 3 до 7 лет</w:t>
            </w:r>
            <w:r>
              <w:rPr>
                <w:rFonts w:ascii="Times New Roman" w:hAnsi="Times New Roman" w:cs="Times New Roman"/>
              </w:rPr>
              <w:t xml:space="preserve"> (100% охват)</w:t>
            </w: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603" w:type="dxa"/>
          </w:tcPr>
          <w:p w:rsidR="00203824" w:rsidRPr="005E176A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  <w:tc>
          <w:tcPr>
            <w:tcW w:w="2835" w:type="dxa"/>
          </w:tcPr>
          <w:p w:rsidR="00203824" w:rsidRPr="00C20374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374">
              <w:rPr>
                <w:rFonts w:ascii="Times New Roman" w:hAnsi="Times New Roman" w:cs="Times New Roman"/>
                <w:sz w:val="24"/>
                <w:szCs w:val="24"/>
              </w:rPr>
              <w:t>520 мест на 108 учеников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(100% охват)</w:t>
            </w: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  <w:vAlign w:val="center"/>
          </w:tcPr>
          <w:p w:rsidR="00203824" w:rsidRPr="005E176A" w:rsidRDefault="00203824" w:rsidP="00E1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176A">
              <w:rPr>
                <w:rFonts w:ascii="Times New Roman" w:hAnsi="Times New Roman" w:cs="Times New Roman"/>
                <w:sz w:val="24"/>
                <w:szCs w:val="24"/>
              </w:rPr>
              <w:t>чреждения дополнительного образования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 на 3-10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85" w:type="dxa"/>
          </w:tcPr>
          <w:p w:rsidR="00203824" w:rsidRPr="00C011D9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здравоохранения: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мбулатории</w:t>
            </w:r>
          </w:p>
        </w:tc>
        <w:tc>
          <w:tcPr>
            <w:tcW w:w="3603" w:type="dxa"/>
          </w:tcPr>
          <w:p w:rsidR="00203824" w:rsidRPr="005E176A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 xml:space="preserve">20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551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  <w:tc>
          <w:tcPr>
            <w:tcW w:w="2835" w:type="dxa"/>
          </w:tcPr>
          <w:p w:rsidR="00203824" w:rsidRDefault="00203824" w:rsidP="00861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Пункты скорой медицинской помощи</w:t>
            </w:r>
          </w:p>
        </w:tc>
        <w:tc>
          <w:tcPr>
            <w:tcW w:w="3603" w:type="dxa"/>
          </w:tcPr>
          <w:p w:rsidR="00203824" w:rsidRPr="005E176A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>1 автомобиль  на 5 тыс. человек</w:t>
            </w:r>
          </w:p>
        </w:tc>
        <w:tc>
          <w:tcPr>
            <w:tcW w:w="2551" w:type="dxa"/>
          </w:tcPr>
          <w:p w:rsidR="00203824" w:rsidRPr="00337A99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2835" w:type="dxa"/>
          </w:tcPr>
          <w:p w:rsidR="00203824" w:rsidRPr="00337A99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2410" w:type="dxa"/>
          </w:tcPr>
          <w:p w:rsidR="00203824" w:rsidRPr="00337A99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85" w:type="dxa"/>
          </w:tcPr>
          <w:p w:rsidR="00203824" w:rsidRPr="00C011D9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vAlign w:val="center"/>
          </w:tcPr>
          <w:p w:rsidR="00203824" w:rsidRPr="00337A99" w:rsidRDefault="00203824" w:rsidP="00E1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BCA">
              <w:rPr>
                <w:rFonts w:ascii="Times New Roman" w:hAnsi="Times New Roman" w:cs="Times New Roman"/>
              </w:rPr>
              <w:t>1950</w:t>
            </w:r>
            <w:r>
              <w:rPr>
                <w:rFonts w:ascii="Times New Roman" w:hAnsi="Times New Roman" w:cs="Times New Roman"/>
              </w:rPr>
              <w:t xml:space="preserve"> кв.м. </w:t>
            </w:r>
            <w:r w:rsidRPr="00722BCA">
              <w:rPr>
                <w:rFonts w:ascii="Times New Roman" w:hAnsi="Times New Roman" w:cs="Times New Roman"/>
              </w:rPr>
              <w:t xml:space="preserve"> на 1 тыс. человек</w:t>
            </w:r>
          </w:p>
        </w:tc>
        <w:tc>
          <w:tcPr>
            <w:tcW w:w="2551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2835" w:type="dxa"/>
          </w:tcPr>
          <w:p w:rsidR="00203824" w:rsidRPr="006255CB" w:rsidRDefault="00203824" w:rsidP="008B1D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 кв.м. на 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203824" w:rsidRPr="00337A99" w:rsidRDefault="00203824" w:rsidP="00E1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кв.м на 1тыс. жителей</w:t>
            </w:r>
          </w:p>
        </w:tc>
        <w:tc>
          <w:tcPr>
            <w:tcW w:w="2551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2835" w:type="dxa"/>
          </w:tcPr>
          <w:p w:rsidR="00203824" w:rsidRPr="006255CB" w:rsidRDefault="00203824" w:rsidP="00020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кв.м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410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203824" w:rsidRPr="006255CB">
        <w:tc>
          <w:tcPr>
            <w:tcW w:w="547" w:type="dxa"/>
          </w:tcPr>
          <w:p w:rsidR="00203824" w:rsidRPr="00337A99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85" w:type="dxa"/>
          </w:tcPr>
          <w:p w:rsidR="00203824" w:rsidRPr="00C011D9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культуры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vAlign w:val="center"/>
          </w:tcPr>
          <w:p w:rsidR="00203824" w:rsidRPr="00337A99" w:rsidRDefault="00203824" w:rsidP="00247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Сельская массовая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4,5-5 тыс. ед. экз. на 1 тыс.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2551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824" w:rsidRPr="006255CB" w:rsidRDefault="00203824" w:rsidP="00020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 тыс ед. экз. на 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410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824" w:rsidRPr="006255CB">
        <w:tc>
          <w:tcPr>
            <w:tcW w:w="547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203824" w:rsidRPr="00337A99" w:rsidRDefault="00203824" w:rsidP="00323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</w:p>
        </w:tc>
        <w:tc>
          <w:tcPr>
            <w:tcW w:w="3603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мест на 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2551" w:type="dxa"/>
          </w:tcPr>
          <w:p w:rsidR="00203824" w:rsidRPr="006255CB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мест на 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410" w:type="dxa"/>
          </w:tcPr>
          <w:p w:rsidR="00203824" w:rsidRPr="006255CB" w:rsidRDefault="00203824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824" w:rsidRPr="00337A99" w:rsidRDefault="00203824" w:rsidP="00337A99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337A99">
        <w:rPr>
          <w:rFonts w:ascii="Times New Roman" w:hAnsi="Times New Roman" w:cs="Times New Roman"/>
          <w:i/>
          <w:iCs/>
          <w:sz w:val="20"/>
          <w:szCs w:val="20"/>
        </w:rPr>
        <w:t>* с учетом объектов при общеобразовательных школах.</w:t>
      </w:r>
    </w:p>
    <w:p w:rsidR="00203824" w:rsidRPr="00325648" w:rsidRDefault="00203824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данных таблицы 2.4.1 существует достаточность обеспечения населения Козьминского поселения объектами социального назначения.</w:t>
      </w:r>
    </w:p>
    <w:p w:rsidR="00203824" w:rsidRDefault="00203824" w:rsidP="00E03F0A">
      <w:pPr>
        <w:jc w:val="both"/>
        <w:rPr>
          <w:rFonts w:ascii="Times New Roman" w:hAnsi="Times New Roman" w:cs="Times New Roman"/>
          <w:sz w:val="28"/>
          <w:szCs w:val="28"/>
        </w:rPr>
        <w:sectPr w:rsidR="00203824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203824" w:rsidRPr="00CD71F2" w:rsidRDefault="00203824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203824" w:rsidRPr="003A032F" w:rsidRDefault="00203824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 xml:space="preserve">, предлагается следующее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(2032 г.) </w:t>
      </w:r>
      <w:r w:rsidRPr="003A032F">
        <w:rPr>
          <w:rFonts w:ascii="Times New Roman" w:hAnsi="Times New Roman" w:cs="Times New Roman"/>
          <w:sz w:val="28"/>
          <w:szCs w:val="28"/>
        </w:rPr>
        <w:t>составит 1047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человек, на первую очередь строительства (20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г.) – </w:t>
      </w:r>
      <w:r w:rsidRPr="003A032F">
        <w:rPr>
          <w:rFonts w:ascii="Times New Roman" w:hAnsi="Times New Roman" w:cs="Times New Roman"/>
          <w:sz w:val="28"/>
          <w:szCs w:val="28"/>
        </w:rPr>
        <w:t>890 человека.</w:t>
      </w:r>
    </w:p>
    <w:p w:rsidR="00203824" w:rsidRPr="00CD71F2" w:rsidRDefault="00203824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CD7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«Козьминское» Ленского района Архангельской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небольшого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комфортных социальных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молодых семей, что в свою очередь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процессов естественного прироста населения.</w:t>
      </w:r>
    </w:p>
    <w:p w:rsidR="00203824" w:rsidRDefault="00203824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BB2E78">
      <w:pPr>
        <w:rPr>
          <w:rFonts w:ascii="Times New Roman" w:hAnsi="Times New Roman" w:cs="Times New Roman"/>
          <w:sz w:val="28"/>
          <w:szCs w:val="28"/>
        </w:rPr>
        <w:sectPr w:rsidR="00203824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Таблица. Прогноз изменения численности населения МО «Козьминское» Ленского района Архангельской области 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1974"/>
        <w:gridCol w:w="1232"/>
        <w:gridCol w:w="1233"/>
        <w:gridCol w:w="1232"/>
        <w:gridCol w:w="1233"/>
        <w:gridCol w:w="1232"/>
        <w:gridCol w:w="1233"/>
        <w:gridCol w:w="1232"/>
        <w:gridCol w:w="1233"/>
        <w:gridCol w:w="1232"/>
        <w:gridCol w:w="1233"/>
      </w:tblGrid>
      <w:tr w:rsidR="00203824" w:rsidRPr="006255CB">
        <w:tc>
          <w:tcPr>
            <w:tcW w:w="51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3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3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3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3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3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3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3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3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3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203824" w:rsidRPr="006255CB">
        <w:tc>
          <w:tcPr>
            <w:tcW w:w="51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  <w:tr w:rsidR="00203824" w:rsidRPr="006255CB">
        <w:tc>
          <w:tcPr>
            <w:tcW w:w="51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</w:tr>
      <w:tr w:rsidR="00203824" w:rsidRPr="006255CB">
        <w:tc>
          <w:tcPr>
            <w:tcW w:w="51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203824" w:rsidRPr="006255CB">
        <w:tc>
          <w:tcPr>
            <w:tcW w:w="516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232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233" w:type="dxa"/>
            <w:vAlign w:val="center"/>
          </w:tcPr>
          <w:p w:rsidR="00203824" w:rsidRPr="006255CB" w:rsidRDefault="00203824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</w:tbl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3824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203824" w:rsidRPr="00197806" w:rsidRDefault="00203824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203824" w:rsidRPr="00197806" w:rsidRDefault="00203824" w:rsidP="00217C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С целью переселения жильцов, проживающих в домах с высоким износом,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запланировано строительство новых жилых домов в соответствии с «Проектами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планировки, проектами межевания планировочных кварталов </w:t>
      </w:r>
      <w:r>
        <w:rPr>
          <w:rFonts w:ascii="Times New Roman" w:hAnsi="Times New Roman" w:cs="Times New Roman"/>
          <w:sz w:val="28"/>
          <w:szCs w:val="28"/>
        </w:rPr>
        <w:t>080136;  080105, 080134, 080129, 080131,080127,080118 на</w:t>
      </w:r>
      <w:r w:rsidRPr="00197806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МО «Сафроновское»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Ленского района».</w:t>
      </w:r>
    </w:p>
    <w:p w:rsidR="00203824" w:rsidRPr="00197806" w:rsidRDefault="00203824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807"/>
        <w:gridCol w:w="2315"/>
        <w:gridCol w:w="2268"/>
        <w:gridCol w:w="1842"/>
        <w:gridCol w:w="3969"/>
        <w:gridCol w:w="2091"/>
      </w:tblGrid>
      <w:tr w:rsidR="00203824" w:rsidRPr="006255CB">
        <w:tc>
          <w:tcPr>
            <w:tcW w:w="4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07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203824" w:rsidRPr="006255CB">
        <w:trPr>
          <w:trHeight w:val="499"/>
        </w:trPr>
        <w:tc>
          <w:tcPr>
            <w:tcW w:w="4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203824" w:rsidRPr="00686988" w:rsidRDefault="00203824" w:rsidP="001D2EF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29516301-6 от 23.01.2014</w:t>
            </w:r>
          </w:p>
        </w:tc>
        <w:tc>
          <w:tcPr>
            <w:tcW w:w="1842" w:type="dxa"/>
          </w:tcPr>
          <w:p w:rsidR="00203824" w:rsidRPr="006255CB" w:rsidRDefault="00203824" w:rsidP="001D2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69" w:type="dxa"/>
          </w:tcPr>
          <w:p w:rsidR="00203824" w:rsidRPr="006255CB" w:rsidRDefault="00203824" w:rsidP="001D2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2091" w:type="dxa"/>
          </w:tcPr>
          <w:p w:rsidR="00203824" w:rsidRPr="006255CB" w:rsidRDefault="00203824" w:rsidP="001D2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203824" w:rsidRPr="006255CB">
        <w:tc>
          <w:tcPr>
            <w:tcW w:w="4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203824" w:rsidRPr="006255CB" w:rsidRDefault="00203824" w:rsidP="001D2E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11-ти кв. жилой дом </w:t>
            </w:r>
          </w:p>
        </w:tc>
        <w:tc>
          <w:tcPr>
            <w:tcW w:w="2315" w:type="dxa"/>
          </w:tcPr>
          <w:p w:rsidR="00203824" w:rsidRPr="006255CB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203824" w:rsidRPr="00686988" w:rsidRDefault="00203824" w:rsidP="001D2EF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29516301-41  от 16.12.2014</w:t>
            </w:r>
          </w:p>
        </w:tc>
        <w:tc>
          <w:tcPr>
            <w:tcW w:w="1842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16.12.2014</w:t>
            </w:r>
          </w:p>
        </w:tc>
        <w:tc>
          <w:tcPr>
            <w:tcW w:w="3969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209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16.12.2015</w:t>
            </w:r>
          </w:p>
        </w:tc>
      </w:tr>
      <w:tr w:rsidR="00203824" w:rsidRPr="006255CB">
        <w:tc>
          <w:tcPr>
            <w:tcW w:w="421" w:type="dxa"/>
          </w:tcPr>
          <w:p w:rsidR="00203824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11-ти кв. жилой дом </w:t>
            </w:r>
          </w:p>
        </w:tc>
        <w:tc>
          <w:tcPr>
            <w:tcW w:w="2315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203824" w:rsidRPr="00686988" w:rsidRDefault="00203824" w:rsidP="00F85CE1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29516301-42  от 16.12.2014</w:t>
            </w:r>
          </w:p>
        </w:tc>
        <w:tc>
          <w:tcPr>
            <w:tcW w:w="1842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16.12.2014</w:t>
            </w:r>
          </w:p>
        </w:tc>
        <w:tc>
          <w:tcPr>
            <w:tcW w:w="3969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559,4</w:t>
            </w:r>
          </w:p>
        </w:tc>
        <w:tc>
          <w:tcPr>
            <w:tcW w:w="2091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16.12.2015</w:t>
            </w:r>
          </w:p>
        </w:tc>
      </w:tr>
      <w:tr w:rsidR="00203824" w:rsidRPr="006255CB">
        <w:tc>
          <w:tcPr>
            <w:tcW w:w="4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7" w:type="dxa"/>
          </w:tcPr>
          <w:p w:rsidR="00203824" w:rsidRPr="006255CB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203824" w:rsidRPr="006255CB" w:rsidRDefault="00203824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203824" w:rsidRDefault="00203824" w:rsidP="00F85CE1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-07-2015 от 16.04.2015</w:t>
            </w:r>
          </w:p>
        </w:tc>
        <w:tc>
          <w:tcPr>
            <w:tcW w:w="1842" w:type="dxa"/>
          </w:tcPr>
          <w:p w:rsidR="00203824" w:rsidRPr="006255CB" w:rsidRDefault="00203824" w:rsidP="00F85C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16.04.2015</w:t>
            </w:r>
          </w:p>
        </w:tc>
        <w:tc>
          <w:tcPr>
            <w:tcW w:w="3969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091" w:type="dxa"/>
          </w:tcPr>
          <w:p w:rsidR="00203824" w:rsidRPr="006255CB" w:rsidRDefault="00203824" w:rsidP="00F85C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</w:tr>
      <w:tr w:rsidR="00203824" w:rsidRPr="006255CB">
        <w:tc>
          <w:tcPr>
            <w:tcW w:w="421" w:type="dxa"/>
          </w:tcPr>
          <w:p w:rsidR="00203824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203824" w:rsidRDefault="00203824" w:rsidP="00F85CE1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-34-2015 от 25.12.2015</w:t>
            </w:r>
          </w:p>
        </w:tc>
        <w:tc>
          <w:tcPr>
            <w:tcW w:w="1842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25.12.2015</w:t>
            </w:r>
          </w:p>
        </w:tc>
        <w:tc>
          <w:tcPr>
            <w:tcW w:w="3969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203824" w:rsidRPr="006255CB" w:rsidRDefault="00203824" w:rsidP="005D5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</w:tr>
    </w:tbl>
    <w:p w:rsidR="00203824" w:rsidRPr="00197806" w:rsidRDefault="0020382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. Данные по строительству объектов, не относящихся к жилищной сфере, в соответствии с выданными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914"/>
        <w:gridCol w:w="2310"/>
        <w:gridCol w:w="2263"/>
        <w:gridCol w:w="1840"/>
        <w:gridCol w:w="3951"/>
        <w:gridCol w:w="2087"/>
      </w:tblGrid>
      <w:tr w:rsidR="00203824" w:rsidRPr="006255CB">
        <w:tc>
          <w:tcPr>
            <w:tcW w:w="4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14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3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5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87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203824" w:rsidRPr="006255CB">
        <w:tc>
          <w:tcPr>
            <w:tcW w:w="42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203824" w:rsidRPr="006255CB" w:rsidRDefault="00203824" w:rsidP="0031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Гараж-мастерские </w:t>
            </w:r>
          </w:p>
        </w:tc>
        <w:tc>
          <w:tcPr>
            <w:tcW w:w="231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</w:tcPr>
          <w:p w:rsidR="00203824" w:rsidRPr="00080919" w:rsidRDefault="00203824" w:rsidP="00F43B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-16-2016 от 11.08.2016</w:t>
            </w:r>
          </w:p>
        </w:tc>
        <w:tc>
          <w:tcPr>
            <w:tcW w:w="1840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11.08.2016</w:t>
            </w:r>
          </w:p>
        </w:tc>
        <w:tc>
          <w:tcPr>
            <w:tcW w:w="3951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2087" w:type="dxa"/>
          </w:tcPr>
          <w:p w:rsidR="00203824" w:rsidRPr="006255CB" w:rsidRDefault="00203824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11.08.2017</w:t>
            </w:r>
          </w:p>
        </w:tc>
      </w:tr>
    </w:tbl>
    <w:p w:rsidR="00203824" w:rsidRDefault="00203824" w:rsidP="00743324">
      <w:pPr>
        <w:rPr>
          <w:rFonts w:ascii="Times New Roman" w:hAnsi="Times New Roman" w:cs="Times New Roman"/>
          <w:sz w:val="28"/>
          <w:szCs w:val="28"/>
        </w:rPr>
        <w:sectPr w:rsidR="00203824" w:rsidSect="00E30DB3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203824" w:rsidRDefault="00203824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203824" w:rsidRDefault="00203824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203824" w:rsidRPr="00F76C69" w:rsidRDefault="00203824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203824" w:rsidRDefault="00203824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76C69">
        <w:rPr>
          <w:rFonts w:ascii="Times New Roman" w:hAnsi="Times New Roman" w:cs="Times New Roman"/>
          <w:sz w:val="28"/>
          <w:szCs w:val="28"/>
        </w:rPr>
        <w:t>остаточном уровне обеспеченности объектами в области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</w:t>
      </w:r>
      <w:r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203824" w:rsidRPr="00816F40" w:rsidRDefault="00203824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203824" w:rsidRPr="008F16DB" w:rsidRDefault="00203824" w:rsidP="00816F4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8F16DB">
        <w:rPr>
          <w:rFonts w:ascii="Times New Roman" w:hAnsi="Times New Roman" w:cs="Times New Roman"/>
          <w:color w:val="000000"/>
          <w:sz w:val="28"/>
          <w:szCs w:val="28"/>
        </w:rPr>
        <w:t>программы, стратегия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муниципального образования МО «Козьминское» отсутствуют.</w:t>
      </w:r>
    </w:p>
    <w:p w:rsidR="00203824" w:rsidRDefault="00203824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3824" w:rsidRPr="00816F40" w:rsidRDefault="00203824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«Козьминское» Ленского района Архангельской области.</w:t>
      </w:r>
    </w:p>
    <w:p w:rsidR="00203824" w:rsidRPr="00816F40" w:rsidRDefault="00203824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«Козьминское» Ленского района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Федеральным Законом от 28.06.2014 №172-ФЗ «О стратегическом 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203824" w:rsidRPr="00816F40" w:rsidRDefault="00203824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203824" w:rsidRPr="00816F40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203824" w:rsidRDefault="0020382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содержащая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муниципального образования.</w:t>
      </w: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еречни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капитальному ремонту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объектов социальной инфраструктуры поселения</w:t>
      </w: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услугами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(инвестиционных проектов) по проектированию,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</w:t>
      </w:r>
      <w:r w:rsidRPr="00E96FBE">
        <w:rPr>
          <w:rFonts w:ascii="Times New Roman" w:hAnsi="Times New Roman" w:cs="Times New Roman"/>
          <w:sz w:val="28"/>
          <w:szCs w:val="28"/>
        </w:rPr>
        <w:t xml:space="preserve"> объектов социальной инфраструктуры.</w:t>
      </w:r>
    </w:p>
    <w:p w:rsidR="00203824" w:rsidRPr="004867DA" w:rsidRDefault="00203824" w:rsidP="00852EC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 xml:space="preserve">Группа I. Мероприятия (инвестиционные проекты)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капитальному ремонту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существующих объектов социальной инфраструктуры:</w:t>
      </w:r>
    </w:p>
    <w:p w:rsidR="00203824" w:rsidRPr="00BA5339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411EF">
        <w:rPr>
          <w:rFonts w:ascii="Times New Roman" w:hAnsi="Times New Roman" w:cs="Times New Roman"/>
          <w:sz w:val="28"/>
          <w:szCs w:val="28"/>
        </w:rPr>
        <w:t xml:space="preserve">Капитальный ремонт МБОУ «Козьминская средняя школа» </w:t>
      </w:r>
      <w:r w:rsidRPr="00952644">
        <w:rPr>
          <w:rFonts w:ascii="Times New Roman" w:hAnsi="Times New Roman" w:cs="Times New Roman"/>
          <w:sz w:val="28"/>
          <w:szCs w:val="28"/>
        </w:rPr>
        <w:t>(по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411EF">
        <w:rPr>
          <w:rFonts w:ascii="Times New Roman" w:hAnsi="Times New Roman" w:cs="Times New Roman"/>
          <w:sz w:val="28"/>
          <w:szCs w:val="28"/>
        </w:rPr>
        <w:t>с. Козьмино, ул. Первомайская, д.35</w:t>
      </w:r>
      <w:r w:rsidRPr="00952644">
        <w:rPr>
          <w:rFonts w:ascii="Times New Roman" w:hAnsi="Times New Roman" w:cs="Times New Roman"/>
          <w:sz w:val="28"/>
          <w:szCs w:val="28"/>
        </w:rPr>
        <w:t>);</w:t>
      </w: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1EF">
        <w:rPr>
          <w:rFonts w:ascii="Times New Roman" w:hAnsi="Times New Roman" w:cs="Times New Roman"/>
          <w:sz w:val="28"/>
          <w:szCs w:val="28"/>
        </w:rPr>
        <w:t>Капитальный ремонт МБОУ «Ленская средняя  школа»</w:t>
      </w:r>
      <w:r w:rsidRPr="00952644">
        <w:rPr>
          <w:rFonts w:ascii="Times New Roman" w:hAnsi="Times New Roman" w:cs="Times New Roman"/>
          <w:sz w:val="28"/>
          <w:szCs w:val="28"/>
        </w:rPr>
        <w:t xml:space="preserve"> (по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411EF">
        <w:rPr>
          <w:rFonts w:ascii="Times New Roman" w:hAnsi="Times New Roman" w:cs="Times New Roman"/>
          <w:sz w:val="28"/>
          <w:szCs w:val="28"/>
        </w:rPr>
        <w:t>с. Лена, ул. К.Зинина,д.7</w:t>
      </w:r>
      <w:r w:rsidRPr="00952644">
        <w:rPr>
          <w:rFonts w:ascii="Times New Roman" w:hAnsi="Times New Roman" w:cs="Times New Roman"/>
          <w:sz w:val="28"/>
          <w:szCs w:val="28"/>
        </w:rPr>
        <w:t>)</w:t>
      </w:r>
    </w:p>
    <w:p w:rsidR="00203824" w:rsidRPr="00E96FBE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Детальный перечень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</w:t>
      </w:r>
      <w:r w:rsidRPr="00E96FBE">
        <w:rPr>
          <w:rFonts w:ascii="Times New Roman" w:hAnsi="Times New Roman" w:cs="Times New Roman"/>
          <w:sz w:val="28"/>
          <w:szCs w:val="28"/>
        </w:rPr>
        <w:t xml:space="preserve"> объектов социальной инфраструктуры представлен в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E96FBE">
        <w:rPr>
          <w:rFonts w:ascii="Times New Roman" w:hAnsi="Times New Roman" w:cs="Times New Roman"/>
          <w:sz w:val="28"/>
          <w:szCs w:val="28"/>
        </w:rPr>
        <w:t xml:space="preserve">аблице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96FBE">
        <w:rPr>
          <w:rFonts w:ascii="Times New Roman" w:hAnsi="Times New Roman" w:cs="Times New Roman"/>
          <w:sz w:val="28"/>
          <w:szCs w:val="28"/>
        </w:rPr>
        <w:t>.1.</w:t>
      </w: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3824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 xml:space="preserve">.1. Перечень мероприятий (инвестиционных 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2F7356">
        <w:rPr>
          <w:rFonts w:ascii="Times New Roman" w:hAnsi="Times New Roman" w:cs="Times New Roman"/>
          <w:sz w:val="28"/>
          <w:szCs w:val="28"/>
        </w:rPr>
        <w:t xml:space="preserve">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1623"/>
        <w:gridCol w:w="1212"/>
        <w:gridCol w:w="1275"/>
        <w:gridCol w:w="2835"/>
        <w:gridCol w:w="768"/>
        <w:gridCol w:w="768"/>
        <w:gridCol w:w="768"/>
        <w:gridCol w:w="768"/>
        <w:gridCol w:w="768"/>
        <w:gridCol w:w="773"/>
        <w:gridCol w:w="1524"/>
      </w:tblGrid>
      <w:tr w:rsidR="00203824" w:rsidRPr="006255CB">
        <w:tc>
          <w:tcPr>
            <w:tcW w:w="640" w:type="dxa"/>
            <w:vMerge w:val="restart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23" w:type="dxa"/>
            <w:vMerge w:val="restart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(инвестиционныхпроектов) по видам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объектов социальной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инфраструктуры</w:t>
            </w:r>
          </w:p>
        </w:tc>
        <w:tc>
          <w:tcPr>
            <w:tcW w:w="1212" w:type="dxa"/>
            <w:vMerge w:val="restart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2835" w:type="dxa"/>
            <w:vMerge w:val="restart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параметры объекта</w:t>
            </w:r>
          </w:p>
        </w:tc>
        <w:tc>
          <w:tcPr>
            <w:tcW w:w="4613" w:type="dxa"/>
            <w:gridSpan w:val="6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203824" w:rsidRPr="006255CB">
        <w:tc>
          <w:tcPr>
            <w:tcW w:w="640" w:type="dxa"/>
            <w:vMerge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vMerge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68" w:type="dxa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68" w:type="dxa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68" w:type="dxa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8" w:type="dxa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73" w:type="dxa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13722" w:type="dxa"/>
            <w:gridSpan w:val="12"/>
          </w:tcPr>
          <w:p w:rsidR="00203824" w:rsidRPr="006255CB" w:rsidRDefault="00203824" w:rsidP="009F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капитальному ремонту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существующих объектов социальной инфраструктуры</w:t>
            </w:r>
          </w:p>
        </w:tc>
      </w:tr>
      <w:tr w:rsidR="00203824" w:rsidRPr="006255CB">
        <w:tc>
          <w:tcPr>
            <w:tcW w:w="13722" w:type="dxa"/>
            <w:gridSpan w:val="12"/>
          </w:tcPr>
          <w:p w:rsidR="00203824" w:rsidRPr="006255CB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бъекты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03824" w:rsidRPr="006255CB">
        <w:tc>
          <w:tcPr>
            <w:tcW w:w="640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623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МБОУ «Козьминская средняя школа» </w:t>
            </w:r>
          </w:p>
        </w:tc>
        <w:tc>
          <w:tcPr>
            <w:tcW w:w="1212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«Козьминская  средняя школа»</w:t>
            </w:r>
          </w:p>
        </w:tc>
        <w:tc>
          <w:tcPr>
            <w:tcW w:w="1275" w:type="dxa"/>
          </w:tcPr>
          <w:p w:rsidR="00203824" w:rsidRPr="00BD62D3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Козьмино, ул. Первомайская, д.35</w:t>
            </w:r>
          </w:p>
        </w:tc>
        <w:tc>
          <w:tcPr>
            <w:tcW w:w="2835" w:type="dxa"/>
          </w:tcPr>
          <w:p w:rsidR="00203824" w:rsidRPr="00F84EDF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кирпичное здание 1977 год постр. общей площадью 1781,4 кв.м. на 280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- 2016 г</w:t>
            </w:r>
          </w:p>
        </w:tc>
        <w:tc>
          <w:tcPr>
            <w:tcW w:w="768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203824" w:rsidRPr="006255CB">
        <w:tc>
          <w:tcPr>
            <w:tcW w:w="640" w:type="dxa"/>
          </w:tcPr>
          <w:p w:rsidR="00203824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1623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МБОУ «Ленская средняя  школа»</w:t>
            </w:r>
          </w:p>
        </w:tc>
        <w:tc>
          <w:tcPr>
            <w:tcW w:w="1212" w:type="dxa"/>
          </w:tcPr>
          <w:p w:rsidR="00203824" w:rsidRPr="00BD62D3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   «Ленская средняя  школа»</w:t>
            </w:r>
          </w:p>
        </w:tc>
        <w:tc>
          <w:tcPr>
            <w:tcW w:w="1275" w:type="dxa"/>
          </w:tcPr>
          <w:p w:rsidR="00203824" w:rsidRPr="00BD62D3" w:rsidRDefault="00203824" w:rsidP="00AB6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Лена, ул. К.Зинина,д.7</w:t>
            </w:r>
          </w:p>
        </w:tc>
        <w:tc>
          <w:tcPr>
            <w:tcW w:w="2835" w:type="dxa"/>
          </w:tcPr>
          <w:p w:rsidR="00203824" w:rsidRPr="00F84EDF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Трехэтажное кирпичное здание 1987 год постр. общей площадью 1949 кв.м. на 280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203824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68" w:type="dxa"/>
          </w:tcPr>
          <w:p w:rsidR="00203824" w:rsidRPr="000920DE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203824" w:rsidRPr="000920DE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203824" w:rsidRPr="000920DE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203824" w:rsidRPr="000920DE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</w:tcPr>
          <w:p w:rsidR="00203824" w:rsidRPr="00BD62D3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24" w:type="dxa"/>
          </w:tcPr>
          <w:p w:rsidR="00203824" w:rsidRDefault="00203824" w:rsidP="00AB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</w:tbl>
    <w:p w:rsidR="00203824" w:rsidRPr="000920DE" w:rsidRDefault="00203824" w:rsidP="00852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203824" w:rsidRDefault="00203824" w:rsidP="00852EC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3824" w:rsidRDefault="00203824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3824" w:rsidSect="00852ECE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203824" w:rsidRPr="007E5CBB" w:rsidRDefault="00203824" w:rsidP="00F61B6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ценк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капитальному ремонту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 поселения</w:t>
      </w:r>
    </w:p>
    <w:p w:rsidR="00203824" w:rsidRPr="000920DE" w:rsidRDefault="00203824" w:rsidP="00F6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Pr="009278DA">
        <w:rPr>
          <w:rFonts w:ascii="Times New Roman" w:hAnsi="Times New Roman" w:cs="Times New Roman"/>
          <w:b/>
          <w:bCs/>
          <w:sz w:val="28"/>
          <w:szCs w:val="28"/>
        </w:rPr>
        <w:t>1500</w:t>
      </w:r>
      <w:r w:rsidRPr="00541D5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числе:</w:t>
      </w:r>
    </w:p>
    <w:p w:rsidR="00203824" w:rsidRPr="000920DE" w:rsidRDefault="00203824" w:rsidP="00F6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;</w:t>
      </w:r>
    </w:p>
    <w:p w:rsidR="00203824" w:rsidRPr="000920DE" w:rsidRDefault="00203824" w:rsidP="00F6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Ленского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Архангельской области 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203824" w:rsidRDefault="00203824" w:rsidP="00F6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203824" w:rsidRPr="000920DE" w:rsidRDefault="00203824" w:rsidP="00F6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D5E">
        <w:rPr>
          <w:rFonts w:ascii="Times New Roman" w:hAnsi="Times New Roman" w:cs="Times New Roman"/>
          <w:sz w:val="28"/>
          <w:szCs w:val="28"/>
        </w:rPr>
        <w:t>внебюджетные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</w:p>
    <w:p w:rsidR="00203824" w:rsidRDefault="00203824" w:rsidP="00F61B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(инвестиционных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проектов) по проектированию, 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 </w:t>
      </w:r>
      <w:r w:rsidRPr="000920DE">
        <w:rPr>
          <w:rFonts w:ascii="Times New Roman" w:hAnsi="Times New Roman" w:cs="Times New Roman"/>
          <w:sz w:val="28"/>
          <w:szCs w:val="28"/>
        </w:rPr>
        <w:t xml:space="preserve">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инфраструктуры представлена в таблице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203824" w:rsidRDefault="00203824" w:rsidP="00F61B6B">
      <w:pPr>
        <w:jc w:val="both"/>
        <w:rPr>
          <w:rFonts w:ascii="Times New Roman" w:hAnsi="Times New Roman" w:cs="Times New Roman"/>
          <w:sz w:val="28"/>
          <w:szCs w:val="28"/>
        </w:rPr>
        <w:sectPr w:rsidR="00203824" w:rsidSect="00F61B6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203824" w:rsidRDefault="00203824" w:rsidP="00F61B6B">
      <w:pPr>
        <w:jc w:val="both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F3E">
        <w:rPr>
          <w:rFonts w:ascii="Times New Roman" w:hAnsi="Times New Roman" w:cs="Times New Roman"/>
          <w:sz w:val="28"/>
          <w:szCs w:val="28"/>
        </w:rPr>
        <w:t>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</w:t>
      </w:r>
      <w:r w:rsidRPr="00700F3E">
        <w:rPr>
          <w:rFonts w:ascii="Times New Roman" w:hAnsi="Times New Roman" w:cs="Times New Roman"/>
          <w:sz w:val="28"/>
          <w:szCs w:val="28"/>
        </w:rPr>
        <w:t xml:space="preserve">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5709"/>
        <w:gridCol w:w="1641"/>
        <w:gridCol w:w="860"/>
        <w:gridCol w:w="859"/>
        <w:gridCol w:w="859"/>
        <w:gridCol w:w="865"/>
        <w:gridCol w:w="859"/>
        <w:gridCol w:w="859"/>
        <w:gridCol w:w="1656"/>
      </w:tblGrid>
      <w:tr w:rsidR="00203824" w:rsidRPr="006255CB">
        <w:tc>
          <w:tcPr>
            <w:tcW w:w="618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783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(инвестиционных проектов) по видам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объектов социальной инфраструктуры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 указанием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641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Общий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191" w:type="dxa"/>
            <w:gridSpan w:val="6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203824" w:rsidRPr="006255CB">
        <w:tc>
          <w:tcPr>
            <w:tcW w:w="618" w:type="dxa"/>
            <w:vMerge/>
          </w:tcPr>
          <w:p w:rsidR="00203824" w:rsidRPr="006C7308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64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64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70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64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64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274" w:type="dxa"/>
            <w:gridSpan w:val="9"/>
          </w:tcPr>
          <w:p w:rsidR="00203824" w:rsidRPr="006255CB" w:rsidRDefault="00203824" w:rsidP="009F6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капитальному ремонту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существующих объектов социальной инфраструктуры</w:t>
            </w: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274" w:type="dxa"/>
            <w:gridSpan w:val="9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203824" w:rsidRPr="006255CB">
        <w:tc>
          <w:tcPr>
            <w:tcW w:w="618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3" w:type="dxa"/>
          </w:tcPr>
          <w:p w:rsidR="00203824" w:rsidRPr="00236F5E" w:rsidRDefault="00203824" w:rsidP="009278DA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МБОУ </w:t>
            </w:r>
            <w:r w:rsidRPr="00F6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«Козьминская  средняя школа»</w:t>
            </w:r>
          </w:p>
        </w:tc>
        <w:tc>
          <w:tcPr>
            <w:tcW w:w="1641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65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64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C7308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3" w:type="dxa"/>
          </w:tcPr>
          <w:p w:rsidR="00203824" w:rsidRPr="00C3581E" w:rsidRDefault="00203824" w:rsidP="009278DA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</w:t>
            </w:r>
            <w:r w:rsidRPr="00F6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й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МБОУ    «Ленская средняя  школа»</w:t>
            </w:r>
          </w:p>
        </w:tc>
        <w:tc>
          <w:tcPr>
            <w:tcW w:w="1641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865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64" w:type="dxa"/>
            <w:vAlign w:val="center"/>
          </w:tcPr>
          <w:p w:rsidR="00203824" w:rsidRPr="00C3581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70" w:type="dxa"/>
            <w:vAlign w:val="center"/>
          </w:tcPr>
          <w:p w:rsidR="00203824" w:rsidRPr="00541D5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541D5E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9278DA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8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659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92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927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B22DDD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1641" w:type="dxa"/>
            <w:vAlign w:val="center"/>
          </w:tcPr>
          <w:p w:rsidR="00203824" w:rsidRPr="00433216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</w:t>
            </w:r>
          </w:p>
        </w:tc>
        <w:tc>
          <w:tcPr>
            <w:tcW w:w="865" w:type="dxa"/>
            <w:vAlign w:val="center"/>
          </w:tcPr>
          <w:p w:rsidR="00203824" w:rsidRPr="00433216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64" w:type="dxa"/>
            <w:vAlign w:val="center"/>
          </w:tcPr>
          <w:p w:rsidR="00203824" w:rsidRPr="00433216" w:rsidRDefault="00203824" w:rsidP="00927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64" w:type="dxa"/>
            <w:vAlign w:val="center"/>
          </w:tcPr>
          <w:p w:rsidR="00203824" w:rsidRPr="00433216" w:rsidRDefault="00203824" w:rsidP="00927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659" w:type="dxa"/>
            <w:vMerge w:val="restart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203824" w:rsidRPr="00433216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13000</w:t>
            </w:r>
          </w:p>
        </w:tc>
        <w:tc>
          <w:tcPr>
            <w:tcW w:w="865" w:type="dxa"/>
            <w:vAlign w:val="center"/>
          </w:tcPr>
          <w:p w:rsidR="00203824" w:rsidRPr="00433216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203824" w:rsidRPr="00433216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64" w:type="dxa"/>
            <w:vAlign w:val="center"/>
          </w:tcPr>
          <w:p w:rsidR="00203824" w:rsidRPr="00433216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Ленского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9278DA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МО </w:t>
            </w:r>
            <w:r w:rsidRPr="00797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Козьминское</w:t>
            </w:r>
            <w:r w:rsidRPr="00797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Ленского  муниципального района Архангельской области</w:t>
            </w:r>
          </w:p>
        </w:tc>
        <w:tc>
          <w:tcPr>
            <w:tcW w:w="1641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03824" w:rsidRPr="006255CB">
        <w:tc>
          <w:tcPr>
            <w:tcW w:w="618" w:type="dxa"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203824" w:rsidRPr="0017660B" w:rsidRDefault="00203824" w:rsidP="008562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203824" w:rsidRPr="004A4187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65" w:type="dxa"/>
            <w:vAlign w:val="center"/>
          </w:tcPr>
          <w:p w:rsidR="00203824" w:rsidRPr="004A4187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203824" w:rsidRPr="004A4187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203824" w:rsidRPr="004A4187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0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03824" w:rsidRPr="006255CB" w:rsidRDefault="00203824" w:rsidP="008562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659" w:type="dxa"/>
            <w:vMerge/>
          </w:tcPr>
          <w:p w:rsidR="00203824" w:rsidRPr="006255CB" w:rsidRDefault="00203824" w:rsidP="008562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3824" w:rsidRDefault="00203824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03824" w:rsidSect="00F61B6B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203824" w:rsidRPr="007E5CBB" w:rsidRDefault="00203824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Оценка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bCs/>
          <w:sz w:val="28"/>
          <w:szCs w:val="28"/>
        </w:rPr>
        <w:t>риятий, включенных в программу</w:t>
      </w:r>
    </w:p>
    <w:p w:rsidR="00203824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</w:p>
    <w:p w:rsidR="00203824" w:rsidRPr="007E4F0F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 Оценка социально-экономической эффективности мероприятий выражается:</w:t>
      </w:r>
    </w:p>
    <w:p w:rsidR="00203824" w:rsidRPr="007E4F0F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824" w:rsidRPr="007E4F0F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203824" w:rsidRPr="007E4F0F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203824" w:rsidRPr="007E4F0F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203824" w:rsidRDefault="00203824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203824" w:rsidRPr="007E5CBB" w:rsidRDefault="00203824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целевых показателей программы</w:t>
      </w:r>
    </w:p>
    <w:p w:rsidR="00203824" w:rsidRPr="00D422B1" w:rsidRDefault="00203824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203824" w:rsidRPr="00D422B1" w:rsidRDefault="00203824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203824" w:rsidRPr="00D422B1" w:rsidRDefault="00203824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социальной сферы. Исходя из части 2статьи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муниципального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муниципальные программы, которые также могут применяться в качестве механизма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422B1">
        <w:rPr>
          <w:rFonts w:ascii="Times New Roman" w:hAnsi="Times New Roman" w:cs="Times New Roman"/>
          <w:sz w:val="28"/>
          <w:szCs w:val="28"/>
        </w:rPr>
        <w:t>еализации муниципальной стратегии.</w:t>
      </w:r>
    </w:p>
    <w:p w:rsidR="00203824" w:rsidRPr="00D422B1" w:rsidRDefault="00203824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муниципальном районе,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27B">
        <w:rPr>
          <w:rFonts w:ascii="Times New Roman" w:hAnsi="Times New Roman" w:cs="Times New Roman"/>
          <w:sz w:val="28"/>
          <w:szCs w:val="28"/>
        </w:rPr>
        <w:t>сельском поселении</w:t>
      </w:r>
      <w:r w:rsidRPr="00D422B1">
        <w:rPr>
          <w:rFonts w:ascii="Times New Roman" w:hAnsi="Times New Roman" w:cs="Times New Roman"/>
          <w:sz w:val="28"/>
          <w:szCs w:val="28"/>
        </w:rPr>
        <w:t xml:space="preserve"> муниципальной стратегии, плана мероприятий по ее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частью 5 статьи 11 Федерального закона172-ФЗ, программа комплексного социально-экономического развития будет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избыточный характер и во многом дублировать положения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района,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203824" w:rsidRDefault="00203824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203824" w:rsidRPr="00D422B1" w:rsidRDefault="00203824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203824" w:rsidRPr="00D422B1" w:rsidRDefault="00203824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03824" w:rsidRDefault="00203824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24" w:rsidRPr="00D422B1" w:rsidRDefault="00203824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от01.10.1050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203824" w:rsidRPr="00072CFC" w:rsidRDefault="00203824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установленным Местными нормативами градостроительного </w:t>
      </w:r>
      <w:r w:rsidRPr="00072CFC">
        <w:rPr>
          <w:rFonts w:ascii="Times New Roman" w:hAnsi="Times New Roman" w:cs="Times New Roman"/>
          <w:sz w:val="28"/>
          <w:szCs w:val="28"/>
        </w:rPr>
        <w:t>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 w:rsidRPr="00072CFC"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Местными 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утвержденными решением Собрания депутатов МО «Ленский муниципальный район</w:t>
      </w:r>
      <w:r w:rsidRPr="0007533B">
        <w:rPr>
          <w:rFonts w:ascii="Times New Roman" w:hAnsi="Times New Roman" w:cs="Times New Roman"/>
          <w:sz w:val="28"/>
          <w:szCs w:val="28"/>
        </w:rPr>
        <w:t>» от 25 октября 2017 года № 8-</w:t>
      </w:r>
      <w:r>
        <w:rPr>
          <w:rFonts w:ascii="Times New Roman" w:hAnsi="Times New Roman" w:cs="Times New Roman"/>
          <w:sz w:val="28"/>
          <w:szCs w:val="28"/>
        </w:rPr>
        <w:t>н,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03824" w:rsidRDefault="00203824" w:rsidP="00D54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3AD">
        <w:rPr>
          <w:rFonts w:ascii="Times New Roman" w:hAnsi="Times New Roman" w:cs="Times New Roman"/>
          <w:sz w:val="28"/>
          <w:szCs w:val="28"/>
        </w:rPr>
        <w:t>Региональными нормативами градостроительного проектирования Архангельской области, утвержденными постановлением Правительства Архангельской области от 19.04.2016 № 123-пп, определен минимальный уровень обеспеченности населения социальными объектами регионального значения.</w:t>
      </w:r>
    </w:p>
    <w:p w:rsidR="00203824" w:rsidRPr="00383B1C" w:rsidRDefault="00203824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9C6B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Козьминское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находится на достаточном уровне и не требует внесения изменений.</w:t>
      </w:r>
    </w:p>
    <w:sectPr w:rsidR="00203824" w:rsidRPr="00383B1C" w:rsidSect="00B03E8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824" w:rsidRDefault="00203824" w:rsidP="00DB3FD3">
      <w:pPr>
        <w:spacing w:after="0" w:line="240" w:lineRule="auto"/>
      </w:pPr>
      <w:r>
        <w:separator/>
      </w:r>
    </w:p>
  </w:endnote>
  <w:endnote w:type="continuationSeparator" w:id="1">
    <w:p w:rsidR="00203824" w:rsidRDefault="00203824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824" w:rsidRDefault="00203824" w:rsidP="00DB3FD3">
      <w:pPr>
        <w:spacing w:after="0" w:line="240" w:lineRule="auto"/>
      </w:pPr>
      <w:r>
        <w:separator/>
      </w:r>
    </w:p>
  </w:footnote>
  <w:footnote w:type="continuationSeparator" w:id="1">
    <w:p w:rsidR="00203824" w:rsidRDefault="00203824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824" w:rsidRDefault="00203824">
    <w:pPr>
      <w:pStyle w:val="Header"/>
      <w:jc w:val="center"/>
    </w:pPr>
    <w:fldSimple w:instr="PAGE   \* MERGEFORMAT">
      <w:r>
        <w:rPr>
          <w:noProof/>
        </w:rPr>
        <w:t>27</w:t>
      </w:r>
    </w:fldSimple>
  </w:p>
  <w:p w:rsidR="00203824" w:rsidRDefault="002038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824" w:rsidRPr="005A4853" w:rsidRDefault="00203824" w:rsidP="005A4853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F4851"/>
    <w:multiLevelType w:val="hybridMultilevel"/>
    <w:tmpl w:val="1F9A9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8746AA"/>
    <w:multiLevelType w:val="hybridMultilevel"/>
    <w:tmpl w:val="56BA9ABC"/>
    <w:lvl w:ilvl="0" w:tplc="91CA54DC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CBB"/>
    <w:rsid w:val="00010EBC"/>
    <w:rsid w:val="00012F84"/>
    <w:rsid w:val="000200A0"/>
    <w:rsid w:val="0002248B"/>
    <w:rsid w:val="000664C2"/>
    <w:rsid w:val="00072CFC"/>
    <w:rsid w:val="0007533B"/>
    <w:rsid w:val="00080919"/>
    <w:rsid w:val="000850CA"/>
    <w:rsid w:val="000920DE"/>
    <w:rsid w:val="00093903"/>
    <w:rsid w:val="00094E54"/>
    <w:rsid w:val="00097E9D"/>
    <w:rsid w:val="000A5946"/>
    <w:rsid w:val="000C19A8"/>
    <w:rsid w:val="000D16EB"/>
    <w:rsid w:val="000D3355"/>
    <w:rsid w:val="000D38F5"/>
    <w:rsid w:val="000E5A01"/>
    <w:rsid w:val="001200BD"/>
    <w:rsid w:val="00126329"/>
    <w:rsid w:val="0014074F"/>
    <w:rsid w:val="001458DD"/>
    <w:rsid w:val="001528F8"/>
    <w:rsid w:val="00160E31"/>
    <w:rsid w:val="00161F21"/>
    <w:rsid w:val="001661BD"/>
    <w:rsid w:val="00167BBC"/>
    <w:rsid w:val="0017660B"/>
    <w:rsid w:val="00193192"/>
    <w:rsid w:val="00197806"/>
    <w:rsid w:val="001B6CBE"/>
    <w:rsid w:val="001D2EFA"/>
    <w:rsid w:val="001D325F"/>
    <w:rsid w:val="001E4253"/>
    <w:rsid w:val="001E4998"/>
    <w:rsid w:val="001E59A7"/>
    <w:rsid w:val="00203824"/>
    <w:rsid w:val="002042AE"/>
    <w:rsid w:val="0020537D"/>
    <w:rsid w:val="002054BD"/>
    <w:rsid w:val="00205E35"/>
    <w:rsid w:val="00206104"/>
    <w:rsid w:val="0021541C"/>
    <w:rsid w:val="00217CCB"/>
    <w:rsid w:val="00223AE6"/>
    <w:rsid w:val="0023440D"/>
    <w:rsid w:val="00236F5E"/>
    <w:rsid w:val="00246EF2"/>
    <w:rsid w:val="00247971"/>
    <w:rsid w:val="002555D9"/>
    <w:rsid w:val="0026315A"/>
    <w:rsid w:val="0027610F"/>
    <w:rsid w:val="00277B63"/>
    <w:rsid w:val="00282E6A"/>
    <w:rsid w:val="002832B6"/>
    <w:rsid w:val="00290931"/>
    <w:rsid w:val="002931AC"/>
    <w:rsid w:val="002968A9"/>
    <w:rsid w:val="002B587B"/>
    <w:rsid w:val="002B7A8E"/>
    <w:rsid w:val="002D12AA"/>
    <w:rsid w:val="002E5D69"/>
    <w:rsid w:val="002F1D64"/>
    <w:rsid w:val="002F1E1B"/>
    <w:rsid w:val="002F7356"/>
    <w:rsid w:val="00302EA0"/>
    <w:rsid w:val="00303468"/>
    <w:rsid w:val="003103F2"/>
    <w:rsid w:val="00323D59"/>
    <w:rsid w:val="00325648"/>
    <w:rsid w:val="0032669B"/>
    <w:rsid w:val="00331BE1"/>
    <w:rsid w:val="00337A99"/>
    <w:rsid w:val="00354C93"/>
    <w:rsid w:val="00356105"/>
    <w:rsid w:val="00361A8B"/>
    <w:rsid w:val="00366DC4"/>
    <w:rsid w:val="00383B1C"/>
    <w:rsid w:val="00394FA2"/>
    <w:rsid w:val="00396D7F"/>
    <w:rsid w:val="00397942"/>
    <w:rsid w:val="003A032F"/>
    <w:rsid w:val="003B74AC"/>
    <w:rsid w:val="003C2037"/>
    <w:rsid w:val="003E3D8A"/>
    <w:rsid w:val="003E762B"/>
    <w:rsid w:val="00413A65"/>
    <w:rsid w:val="004257FE"/>
    <w:rsid w:val="00427795"/>
    <w:rsid w:val="004279D8"/>
    <w:rsid w:val="00427BBB"/>
    <w:rsid w:val="00427F17"/>
    <w:rsid w:val="004300EE"/>
    <w:rsid w:val="00433216"/>
    <w:rsid w:val="004411EF"/>
    <w:rsid w:val="004416F6"/>
    <w:rsid w:val="00450C2D"/>
    <w:rsid w:val="00454A94"/>
    <w:rsid w:val="004572C3"/>
    <w:rsid w:val="00470110"/>
    <w:rsid w:val="00471C50"/>
    <w:rsid w:val="004732DB"/>
    <w:rsid w:val="004866C4"/>
    <w:rsid w:val="004867DA"/>
    <w:rsid w:val="004A4187"/>
    <w:rsid w:val="004B0CA4"/>
    <w:rsid w:val="004B42BC"/>
    <w:rsid w:val="004B4EB6"/>
    <w:rsid w:val="004C1FD0"/>
    <w:rsid w:val="004C5F8F"/>
    <w:rsid w:val="004E19C4"/>
    <w:rsid w:val="004E6ADC"/>
    <w:rsid w:val="004F1178"/>
    <w:rsid w:val="005019D1"/>
    <w:rsid w:val="0051526A"/>
    <w:rsid w:val="00541D5E"/>
    <w:rsid w:val="0054404D"/>
    <w:rsid w:val="005701C1"/>
    <w:rsid w:val="005810BA"/>
    <w:rsid w:val="00594BB3"/>
    <w:rsid w:val="005A17C1"/>
    <w:rsid w:val="005A4853"/>
    <w:rsid w:val="005C2097"/>
    <w:rsid w:val="005C41B6"/>
    <w:rsid w:val="005D58F6"/>
    <w:rsid w:val="005E176A"/>
    <w:rsid w:val="005E263F"/>
    <w:rsid w:val="00605C6D"/>
    <w:rsid w:val="00605DBD"/>
    <w:rsid w:val="00616A35"/>
    <w:rsid w:val="006255CB"/>
    <w:rsid w:val="006356FC"/>
    <w:rsid w:val="00656629"/>
    <w:rsid w:val="00664401"/>
    <w:rsid w:val="00686988"/>
    <w:rsid w:val="00697187"/>
    <w:rsid w:val="006B4B5C"/>
    <w:rsid w:val="006C7308"/>
    <w:rsid w:val="006D0A18"/>
    <w:rsid w:val="006E22EA"/>
    <w:rsid w:val="006E25D0"/>
    <w:rsid w:val="006F02FB"/>
    <w:rsid w:val="006F248E"/>
    <w:rsid w:val="006F7E67"/>
    <w:rsid w:val="00700F3E"/>
    <w:rsid w:val="00716228"/>
    <w:rsid w:val="00722BCA"/>
    <w:rsid w:val="00724E5C"/>
    <w:rsid w:val="0072541B"/>
    <w:rsid w:val="007318D4"/>
    <w:rsid w:val="00743324"/>
    <w:rsid w:val="007439CF"/>
    <w:rsid w:val="0074544B"/>
    <w:rsid w:val="00747068"/>
    <w:rsid w:val="007571E1"/>
    <w:rsid w:val="00762659"/>
    <w:rsid w:val="00781983"/>
    <w:rsid w:val="0079318F"/>
    <w:rsid w:val="00797A53"/>
    <w:rsid w:val="007A71F4"/>
    <w:rsid w:val="007B2107"/>
    <w:rsid w:val="007D06CF"/>
    <w:rsid w:val="007D316B"/>
    <w:rsid w:val="007D3BD9"/>
    <w:rsid w:val="007E4F0F"/>
    <w:rsid w:val="007E5CBB"/>
    <w:rsid w:val="007E7CA8"/>
    <w:rsid w:val="007F36B4"/>
    <w:rsid w:val="007F4B68"/>
    <w:rsid w:val="0081000D"/>
    <w:rsid w:val="00816F40"/>
    <w:rsid w:val="00825407"/>
    <w:rsid w:val="00826D90"/>
    <w:rsid w:val="008362D0"/>
    <w:rsid w:val="008378C5"/>
    <w:rsid w:val="00843B28"/>
    <w:rsid w:val="0085145D"/>
    <w:rsid w:val="00852ECE"/>
    <w:rsid w:val="0085627B"/>
    <w:rsid w:val="00861F46"/>
    <w:rsid w:val="008717ED"/>
    <w:rsid w:val="00884F40"/>
    <w:rsid w:val="0088767C"/>
    <w:rsid w:val="0089188E"/>
    <w:rsid w:val="008B1D7F"/>
    <w:rsid w:val="008B483A"/>
    <w:rsid w:val="008C1402"/>
    <w:rsid w:val="008C485B"/>
    <w:rsid w:val="008D32C0"/>
    <w:rsid w:val="008D76F4"/>
    <w:rsid w:val="008E6C60"/>
    <w:rsid w:val="008F16DB"/>
    <w:rsid w:val="009042E7"/>
    <w:rsid w:val="00914E7E"/>
    <w:rsid w:val="009278DA"/>
    <w:rsid w:val="0093714A"/>
    <w:rsid w:val="00952644"/>
    <w:rsid w:val="00976791"/>
    <w:rsid w:val="00983D91"/>
    <w:rsid w:val="00984692"/>
    <w:rsid w:val="009863AD"/>
    <w:rsid w:val="00996D3D"/>
    <w:rsid w:val="009A2564"/>
    <w:rsid w:val="009A3134"/>
    <w:rsid w:val="009A6E09"/>
    <w:rsid w:val="009B38DE"/>
    <w:rsid w:val="009C6BC4"/>
    <w:rsid w:val="009D3E91"/>
    <w:rsid w:val="009D49D1"/>
    <w:rsid w:val="009E3483"/>
    <w:rsid w:val="009F67EF"/>
    <w:rsid w:val="009F6DCE"/>
    <w:rsid w:val="00A02D0F"/>
    <w:rsid w:val="00A11FD0"/>
    <w:rsid w:val="00A20197"/>
    <w:rsid w:val="00A21A90"/>
    <w:rsid w:val="00A24152"/>
    <w:rsid w:val="00A359E9"/>
    <w:rsid w:val="00A4423B"/>
    <w:rsid w:val="00A46561"/>
    <w:rsid w:val="00A85C64"/>
    <w:rsid w:val="00A93196"/>
    <w:rsid w:val="00A933DC"/>
    <w:rsid w:val="00A96036"/>
    <w:rsid w:val="00AA3D2B"/>
    <w:rsid w:val="00AA3E30"/>
    <w:rsid w:val="00AA77F7"/>
    <w:rsid w:val="00AB67D1"/>
    <w:rsid w:val="00AC3B10"/>
    <w:rsid w:val="00AC7753"/>
    <w:rsid w:val="00AD520F"/>
    <w:rsid w:val="00AE7BF9"/>
    <w:rsid w:val="00AF2955"/>
    <w:rsid w:val="00AF2A32"/>
    <w:rsid w:val="00AF46C0"/>
    <w:rsid w:val="00B03E8A"/>
    <w:rsid w:val="00B04DD4"/>
    <w:rsid w:val="00B12200"/>
    <w:rsid w:val="00B14923"/>
    <w:rsid w:val="00B22DDD"/>
    <w:rsid w:val="00B3001A"/>
    <w:rsid w:val="00B43B6E"/>
    <w:rsid w:val="00B502EB"/>
    <w:rsid w:val="00B77DCE"/>
    <w:rsid w:val="00B96F50"/>
    <w:rsid w:val="00BA16ED"/>
    <w:rsid w:val="00BA5339"/>
    <w:rsid w:val="00BA65A2"/>
    <w:rsid w:val="00BA6D14"/>
    <w:rsid w:val="00BB2E78"/>
    <w:rsid w:val="00BC789E"/>
    <w:rsid w:val="00BD052C"/>
    <w:rsid w:val="00BD1F03"/>
    <w:rsid w:val="00BD62D3"/>
    <w:rsid w:val="00BD6A51"/>
    <w:rsid w:val="00BE60FD"/>
    <w:rsid w:val="00BE6E70"/>
    <w:rsid w:val="00BF07D4"/>
    <w:rsid w:val="00BF600B"/>
    <w:rsid w:val="00C011D9"/>
    <w:rsid w:val="00C04C21"/>
    <w:rsid w:val="00C1354D"/>
    <w:rsid w:val="00C20374"/>
    <w:rsid w:val="00C3577F"/>
    <w:rsid w:val="00C3581E"/>
    <w:rsid w:val="00C501FE"/>
    <w:rsid w:val="00C64C82"/>
    <w:rsid w:val="00C7159E"/>
    <w:rsid w:val="00C830F0"/>
    <w:rsid w:val="00C912B7"/>
    <w:rsid w:val="00C962CA"/>
    <w:rsid w:val="00CA462E"/>
    <w:rsid w:val="00CA477E"/>
    <w:rsid w:val="00CA77B1"/>
    <w:rsid w:val="00CB1366"/>
    <w:rsid w:val="00CB4157"/>
    <w:rsid w:val="00CC350B"/>
    <w:rsid w:val="00CD536D"/>
    <w:rsid w:val="00CD71F2"/>
    <w:rsid w:val="00CE29E7"/>
    <w:rsid w:val="00CF417F"/>
    <w:rsid w:val="00CF44C1"/>
    <w:rsid w:val="00D010ED"/>
    <w:rsid w:val="00D06572"/>
    <w:rsid w:val="00D07A21"/>
    <w:rsid w:val="00D1152B"/>
    <w:rsid w:val="00D21173"/>
    <w:rsid w:val="00D34689"/>
    <w:rsid w:val="00D422B1"/>
    <w:rsid w:val="00D4258C"/>
    <w:rsid w:val="00D453B4"/>
    <w:rsid w:val="00D54C16"/>
    <w:rsid w:val="00D67B80"/>
    <w:rsid w:val="00D71419"/>
    <w:rsid w:val="00D765EF"/>
    <w:rsid w:val="00D86154"/>
    <w:rsid w:val="00DA2D41"/>
    <w:rsid w:val="00DB3FD3"/>
    <w:rsid w:val="00DC1F93"/>
    <w:rsid w:val="00DD24AA"/>
    <w:rsid w:val="00DF04C0"/>
    <w:rsid w:val="00DF537C"/>
    <w:rsid w:val="00E03F0A"/>
    <w:rsid w:val="00E06925"/>
    <w:rsid w:val="00E162FC"/>
    <w:rsid w:val="00E17F6A"/>
    <w:rsid w:val="00E30DB3"/>
    <w:rsid w:val="00E34375"/>
    <w:rsid w:val="00E64DAA"/>
    <w:rsid w:val="00E71100"/>
    <w:rsid w:val="00E73ED1"/>
    <w:rsid w:val="00E77789"/>
    <w:rsid w:val="00E96FBE"/>
    <w:rsid w:val="00EA249D"/>
    <w:rsid w:val="00EA403D"/>
    <w:rsid w:val="00EA79BD"/>
    <w:rsid w:val="00ED7F6D"/>
    <w:rsid w:val="00EE4A1F"/>
    <w:rsid w:val="00EE7D17"/>
    <w:rsid w:val="00EF29E2"/>
    <w:rsid w:val="00EF3E25"/>
    <w:rsid w:val="00F01249"/>
    <w:rsid w:val="00F050C0"/>
    <w:rsid w:val="00F054F9"/>
    <w:rsid w:val="00F0752A"/>
    <w:rsid w:val="00F12CC5"/>
    <w:rsid w:val="00F336FD"/>
    <w:rsid w:val="00F40A7F"/>
    <w:rsid w:val="00F43B04"/>
    <w:rsid w:val="00F45A6D"/>
    <w:rsid w:val="00F548A8"/>
    <w:rsid w:val="00F61B6B"/>
    <w:rsid w:val="00F76C69"/>
    <w:rsid w:val="00F84EDF"/>
    <w:rsid w:val="00F85CE1"/>
    <w:rsid w:val="00F8793A"/>
    <w:rsid w:val="00F96832"/>
    <w:rsid w:val="00FA0EC3"/>
    <w:rsid w:val="00FA19A0"/>
    <w:rsid w:val="00FA1B4C"/>
    <w:rsid w:val="00FC7438"/>
    <w:rsid w:val="00FD163F"/>
    <w:rsid w:val="00FF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06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C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541B"/>
    <w:pPr>
      <w:ind w:left="720"/>
    </w:pPr>
  </w:style>
  <w:style w:type="paragraph" w:customStyle="1" w:styleId="Default">
    <w:name w:val="Default"/>
    <w:uiPriority w:val="99"/>
    <w:rsid w:val="003256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FD3"/>
  </w:style>
  <w:style w:type="paragraph" w:styleId="Footer">
    <w:name w:val="footer"/>
    <w:basedOn w:val="Normal"/>
    <w:link w:val="Foot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3FD3"/>
  </w:style>
  <w:style w:type="paragraph" w:styleId="BalloonText">
    <w:name w:val="Balloon Text"/>
    <w:basedOn w:val="Normal"/>
    <w:link w:val="BalloonTextChar"/>
    <w:uiPriority w:val="99"/>
    <w:semiHidden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38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1534</TotalTime>
  <Pages>27</Pages>
  <Words>5718</Words>
  <Characters>-32766</Characters>
  <Application>Microsoft Office Outlook</Application>
  <DocSecurity>0</DocSecurity>
  <Lines>0</Lines>
  <Paragraphs>0</Paragraphs>
  <ScaleCrop>false</ScaleCrop>
  <Company>HomeLab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</dc:creator>
  <cp:keywords/>
  <dc:description/>
  <cp:lastModifiedBy>User</cp:lastModifiedBy>
  <cp:revision>49</cp:revision>
  <cp:lastPrinted>2017-10-26T08:18:00Z</cp:lastPrinted>
  <dcterms:created xsi:type="dcterms:W3CDTF">2017-09-05T14:11:00Z</dcterms:created>
  <dcterms:modified xsi:type="dcterms:W3CDTF">2017-10-26T08:26:00Z</dcterms:modified>
</cp:coreProperties>
</file>